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E3" w:rsidRPr="008D31FA" w:rsidRDefault="00854DE3" w:rsidP="00854DE3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DE3" w:rsidRDefault="00854DE3" w:rsidP="0085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54DE3" w:rsidRDefault="00854DE3" w:rsidP="0085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54DE3" w:rsidRPr="000A4F3E" w:rsidRDefault="00854DE3" w:rsidP="00854DE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DE3" w:rsidRPr="000A4F3E" w:rsidRDefault="00854DE3" w:rsidP="00854DE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54DE3" w:rsidRPr="000A4F3E" w:rsidRDefault="00854DE3" w:rsidP="00854DE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54DE3" w:rsidRPr="000A4F3E" w:rsidRDefault="00854DE3" w:rsidP="00854DE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№25</w:t>
      </w:r>
    </w:p>
    <w:p w:rsidR="00854DE3" w:rsidRDefault="00854DE3" w:rsidP="00854DE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54DE3" w:rsidRPr="00D02183" w:rsidRDefault="00854DE3" w:rsidP="00854D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854DE3" w:rsidRPr="00D02183" w:rsidRDefault="00854DE3" w:rsidP="00854D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854DE3" w:rsidRPr="00D02183" w:rsidRDefault="00854DE3" w:rsidP="00854DE3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</w:p>
    <w:p w:rsidR="00854DE3" w:rsidRPr="00D02183" w:rsidRDefault="00854DE3" w:rsidP="00854DE3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Ковбі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О.М.</w:t>
      </w:r>
    </w:p>
    <w:p w:rsidR="00854DE3" w:rsidRPr="00D02183" w:rsidRDefault="00854DE3" w:rsidP="00854DE3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54DE3" w:rsidRDefault="00854DE3" w:rsidP="00854D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Ковби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О.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М.,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854DE3" w:rsidRPr="00D02183" w:rsidRDefault="00854DE3" w:rsidP="00854D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54DE3" w:rsidRPr="00D02183" w:rsidRDefault="00854DE3" w:rsidP="00854D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Ковбі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Миколайовичу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індивідуального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садівництва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0.0726 га, яка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gramStart"/>
      <w:r w:rsidRPr="00D02183">
        <w:rPr>
          <w:rFonts w:ascii="Times New Roman" w:eastAsia="Arial Unicode MS" w:hAnsi="Times New Roman"/>
          <w:sz w:val="24"/>
          <w:szCs w:val="24"/>
        </w:rPr>
        <w:t>с</w:t>
      </w:r>
      <w:proofErr w:type="gramEnd"/>
      <w:r w:rsidRPr="00D02183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Комарівка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вул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Лісова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>.</w:t>
      </w:r>
    </w:p>
    <w:p w:rsidR="00854DE3" w:rsidRPr="00D02183" w:rsidRDefault="00854DE3" w:rsidP="00854DE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Ковбі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Миколайовичу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A33F8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A33F8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0,0726 га,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6823986800:03:006:0033, для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індивідуального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садівництва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>,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Комарівка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вул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Лісова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54DE3" w:rsidRPr="00D02183" w:rsidRDefault="00854DE3" w:rsidP="00854DE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Ковбі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О.М.,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854DE3" w:rsidRPr="00D02183" w:rsidRDefault="00854DE3" w:rsidP="00854DE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854DE3" w:rsidRPr="00854DE3" w:rsidRDefault="00854DE3" w:rsidP="00854D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903950" w:rsidRPr="00854DE3" w:rsidRDefault="00854DE3" w:rsidP="00854DE3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903950" w:rsidRPr="00854DE3" w:rsidSect="00854DE3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E3"/>
    <w:rsid w:val="00171A2E"/>
    <w:rsid w:val="00304C90"/>
    <w:rsid w:val="00505B6D"/>
    <w:rsid w:val="006D3977"/>
    <w:rsid w:val="007D6C18"/>
    <w:rsid w:val="00854DE3"/>
    <w:rsid w:val="00903950"/>
    <w:rsid w:val="00A33F8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54DE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54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54DE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54DE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54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54DE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2020-09-01T13:51:00Z</dcterms:created>
  <dcterms:modified xsi:type="dcterms:W3CDTF">2020-09-01T15:33:00Z</dcterms:modified>
</cp:coreProperties>
</file>