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047" w:rsidRPr="00E83DE6" w:rsidRDefault="00C44047" w:rsidP="00C44047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C44047" w:rsidRPr="00E83DE6" w:rsidRDefault="00C44047" w:rsidP="00C44047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44047" w:rsidRPr="00E83DE6" w:rsidRDefault="00AA5EE6" w:rsidP="00C4404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AA5EE6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i1ssAA&#10;AADdAAAADwAAAGRycy9kb3ducmV2LnhtbERPy4rCMBTdC/5DuII7TbU6SjWKiCMuhKE+9pfm2hab&#10;m9JE7fy9WQguD+e9XLemEk9qXGlZwWgYgSDOrC45V3A5/w7mIJxH1lhZJgX/5GC96naWmGj74pSe&#10;J5+LEMIuQQWF93UipcsKMuiGtiYO3M02Bn2ATS51g68Qbio5jqIfabDk0FBgTduCsvvpYRTYeH84&#10;XvNxGu945nnzN79d26NS/V67WYDw1Pqv+OM+aAXxdBL2hzfhCcjV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Mi1ss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LUJ8kA&#10;AADdAAAADwAAAGRycy9kb3ducmV2LnhtbESPW2sCMRSE3wv9D+EUfBHNalu1W6OIsL09CF6gr4fN&#10;6WbbzcmSRN3665tCoY/DzHzDzJedbcSJfKgdKxgNMxDEpdM1VwoO+2IwAxEissbGMSn4pgDLxfXV&#10;HHPtzryl0y5WIkE45KjAxNjmUobSkMUwdC1x8j6ctxiT9JXUHs8Jbhs5zrKJtFhzWjDY0tpQ+bU7&#10;WgWfxca8r6eXJ99/2NKlX7w9N68TpXo33eoRRKQu/of/2i9awe393Qh+36QnIB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ZLUJ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goL8MA&#10;AADdAAAADwAAAGRycy9kb3ducmV2LnhtbESP3YrCMBCF74V9hzALeyNruv4h1Sgiq4g3Rd0HGJqx&#10;KdtMShNtfXsjCF4ezs/HWaw6W4kbNb50rOBnkIAgzp0uuVDwd95+z0D4gKyxckwK7uRhtfzoLTDV&#10;ruUj3U6hEHGEfYoKTAh1KqXPDVn0A1cTR+/iGoshyqaQusE2jttKDpNkKi2WHAkGa9oYyv9PVxsh&#10;2Qizw6U9b3cdtvh7MNxfH5X6+uzWcxCBuvAOv9p7rWA0GQ/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goL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9YFMYA&#10;AADdAAAADwAAAGRycy9kb3ducmV2LnhtbESPX0sDMRDE34V+h7AF32yuf5WzaSlVQQQfrIXi23LZ&#10;3h1eNiFZe+e3N4Lg4zAzv2HW28F16kIxtZ4NTCcFKOLK25ZrA8f3p5s7UEmQLXaeycA3JdhuRldr&#10;LK3v+Y0uB6lVhnAq0UAjEkqtU9WQwzTxgTh7Zx8dSpax1jZin+Gu07OiWGmHLeeFBgPtG6o+D1/O&#10;wGv/GF5uV8tz+IiLmU4PVk57MeZ6POzuQQkN8h/+az9bA/PlYg6/b/IT0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9YF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0VwMMA&#10;AADdAAAADwAAAGRycy9kb3ducmV2LnhtbESP3YrCMBCF74V9hzAL3sia7vqDVKOIrCLeFHUfYGjG&#10;pmwzKU209e2NIHh5OD8fZ7HqbCVu1PjSsYLvYQKCOHe65ELB33n7NQPhA7LGyjEpuJOH1fKjt8BU&#10;u5aPdDuFQsQR9ikqMCHUqZQ+N2TRD11NHL2LayyGKJtC6gbbOG4r+ZMkU2mx5EgwWNPGUP5/utoI&#10;yUaYHS7tebvrsMXfg+HB+qhU/7Nbz0EE6sI7/GrvtYLRZDyG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0Vw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pl+8YA&#10;AADdAAAADwAAAGRycy9kb3ducmV2LnhtbESPQUsDMRSE70L/Q3gFbzZr7VZZmxapCiL00FYQb4/N&#10;6+7i5iUkz+76740geBxm5htmtRldr84UU+fZwPWsAEVce9txY+Dt+Hx1ByoJssXeMxn4pgSb9eRi&#10;hZX1A+/pfJBGZQinCg20IqHSOtUtOUwzH4izd/LRoWQZG20jDhnuej0viqV22HFeaDHQtqX68/Dl&#10;DOyGp/B6uyxP4SMu5jo9WnnfijGX0/HhHpTQKP/hv/aLNXBTLkr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pl+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hb8sYA&#10;AADdAAAADwAAAGRycy9kb3ducmV2LnhtbESPQWsCMRSE7wX/Q3iCl1Kz1SplNYoWQoUKoi14fWye&#10;u4ublyVJ3e2/b4RCj8PMfMMs171txI18qB0reB5nIIgLZ2ouFXx96qdXECEiG2wck4IfCrBeDR6W&#10;mBvX8ZFup1iKBOGQo4IqxjaXMhQVWQxj1xIn7+K8xZikL6Xx2CW4beQky+bSYs1pocKW3ioqrqdv&#10;q2B76Mqpfyy2vfu4vJ9nWhu910qNhv1mASJSH//Df+2dUTCdvczh/i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Jhb8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ykLMQA&#10;AADdAAAADwAAAGRycy9kb3ducmV2LnhtbESP3WoCMRSE7wu+QziCdzXrb2VrFFEWSumN2gc4bE43&#10;q5uTJYnr+vamUOjlMDPfMOttbxvRkQ+1YwWTcQaCuHS65krB97l4XYEIEVlj45gUPCjAdjN4WWOu&#10;3Z2P1J1iJRKEQ44KTIxtLmUoDVkMY9cSJ+/HeYsxSV9J7fGe4LaR0yxbSos1pwWDLe0NldfTzSoo&#10;Pqdf3fWmfeF2/dzSwlxWB6PUaNjv3kFE6uN/+K/9oRXMFvM3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spC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qG8MA&#10;AADdAAAADwAAAGRycy9kb3ducmV2LnhtbERPW2vCMBR+F/Yfwhn4IjPd1DGqUeYgOJggXmCvh+bY&#10;FpuTkkRb//3yMPDx47svVr1txI18qB0reB1nIIgLZ2ouFZyO+uUDRIjIBhvHpOBOAVbLp8ECc+M6&#10;3tPtEEuRQjjkqKCKsc2lDEVFFsPYtcSJOztvMSboS2k8dincNvIty96lxZpTQ4UtfVVUXA5Xq2C9&#10;68qJHxXr3v2cN78zrY3eaqWGz/3nHESkPj7E/+5vo2Aym6a56U16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tqG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+VxcQA&#10;AADdAAAADwAAAGRycy9kb3ducmV2LnhtbESP3WoCMRSE7wu+QziCdzXrL3ZrFFEWSumN2gc4bE43&#10;q5uTJYnr+vamUOjlMDPfMOttbxvRkQ+1YwWTcQaCuHS65krB97l4XYEIEVlj45gUPCjAdjN4WWOu&#10;3Z2P1J1iJRKEQ44KTIxtLmUoDVkMY9cSJ+/HeYsxSV9J7fGe4LaR0yxbSos1pwWDLe0NldfTzSoo&#10;Pqdf3fWmfeF2/dzSwlxWB6PUaNjv3kFE6uN/+K/9oRXMFvM3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/lc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mwo70A&#10;AADdAAAADwAAAGRycy9kb3ducmV2LnhtbERPSwrCMBDdC94hjOBOUz8VqUYRQdGl1QMMzdgWm0lt&#10;oq23NwvB5eP919vOVOJNjSstK5iMIxDEmdUl5wpu18NoCcJ5ZI2VZVLwIQfbTb+3xkTbli/0Tn0u&#10;Qgi7BBUU3teJlC4ryKAb25o4cHfbGPQBNrnUDbYh3FRyGkULabDk0FBgTfuCskf6Mgrmn/b4TONH&#10;dNCGJudZfWafxUoNB91uBcJT5//in/ukFcziOOwPb8ITkJ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xmwo7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cMJMUA&#10;AADdAAAADwAAAGRycy9kb3ducmV2LnhtbESPQWvCQBSE7wX/w/KE3upGS8RGVxElIj3VaD0/ss8k&#10;mH0bsqtJ/n23UOhxmJlvmNWmN7V4UusqywqmkwgEcW51xYWCyzl9W4BwHlljbZkUDORgsx69rDDR&#10;tuMTPTNfiABhl6CC0vsmkdLlJRl0E9sQB+9mW4M+yLaQusUuwE0tZ1E0lwYrDgslNrQrKb9nD6Pg&#10;Mb/OLnz71F/Zfjh87NOtk9+FUq/jfrsE4an3/+G/9lEreI/jKfy+C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w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btVMgA&#10;AADdAAAADwAAAGRycy9kb3ducmV2LnhtbESPQWvCQBSE74L/YXkFb7qp1mBTV1FBsD0YqvbQ22v2&#10;NYlm38bsVuO/dwuFHoeZ+YaZzltTiQs1rrSs4HEQgSDOrC45V3DYr/sTEM4ja6wsk4IbOZjPup0p&#10;Jtpe+Z0uO5+LAGGXoILC+zqR0mUFGXQDWxMH79s2Bn2QTS51g9cAN5UcRlEsDZYcFgqsaVVQdtr9&#10;GAUf6SR+TpevT8e37ReOjD5/6jJWqvfQLl5AeGr9f/ivvdEKRuPxEH7fhCcgZ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tu1U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KKPMUA&#10;AADdAAAADwAAAGRycy9kb3ducmV2LnhtbESPT4vCMBTE74LfITzBm6ZrVaQaZVfRFU/+A6+P5tmW&#10;bV5KE7Xup98sCB6HmfkNM1s0phR3ql1hWcFHPwJBnFpdcKbgfFr3JiCcR9ZYWiYFT3KwmLdbM0y0&#10;ffCB7kefiQBhl6CC3PsqkdKlORl0fVsRB+9qa4M+yDqTusZHgJtSDqJoLA0WHBZyrGiZU/pzvBkF&#10;v+ML7t334GsVa0/P4WRjd/uNUt1O8zkF4anx7/CrvdUK4tEohv834Qn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goo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NB8MUA&#10;AADdAAAADwAAAGRycy9kb3ducmV2LnhtbESP0WrCQBRE3wX/YbmCb7rRJkWjq5Si0Ldq6gdcstdN&#10;MHs3Zrea9uu7BcHHYWbOMOttbxtxo87XjhXMpgkI4tLpmo2C09d+sgDhA7LGxjEp+CEP281wsMZc&#10;uzsf6VYEIyKEfY4KqhDaXEpfVmTRT11LHL2z6yyGKDsjdYf3CLeNnCfJq7RYc1yosKX3ispL8W0V&#10;XN08032xw8/LbnmojUmvv8dUqfGof1uBCNSHZ/jR/tAKXrIshf838Qn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s0H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5uA8UA&#10;AADdAAAADwAAAGRycy9kb3ducmV2LnhtbESPzW7CMBCE70h9B2srcSsOReEn4EQtEhJXaA8cF3tJ&#10;AvE6jQ2kffq6UiWOo5n5RrMqetuIG3W+dqxgPEpAEGtnai4VfH5sXuYgfEA22DgmBd/kocifBivM&#10;jLvzjm77UIoIYZ+hgiqENpPS64os+pFriaN3cp3FEGVXStPhPcJtI1+TZCot1hwXKmxpXZG+7K9W&#10;wbY+UjrVp4Wdv+vd4ecrTGZno9TwuX9bggjUh0f4v701CiZpmsLfm/gE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m4D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UDgMIA&#10;AADdAAAADwAAAGRycy9kb3ducmV2LnhtbERPXWvCMBR9F/Yfwh3sTVMdla0aRQeDjakwJ/p6aa5N&#10;sbkpTVbbf78MBB/PN2e+7GwlWmp86VjBeJSAIM6dLrlQcPh5H76A8AFZY+WYFPTkYbl4GMwx0+7K&#10;39TuQyFiCfsMFZgQ6kxKnxuy6EeuJo7a2TUWQ4RNIXWD11huKzlJkqm0WHJcMFjTm6H8sv+1Clrc&#10;9cnJrLevn+Umn+zWxy8defX02K1mIAJ14W6+pT+0guc0ncL/m/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BQO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IYe8UA&#10;AADdAAAADwAAAGRycy9kb3ducmV2LnhtbESPQUvDQBSE74L/YXmCN7sxUiux21IKFY+a9uDxmX3N&#10;pmbfC7trE/31riB4HGbmG2a5nnyvzhRiJ2zgdlaAIm7EdtwaOOx3Nw+gYkK22AuTgS+KsF5dXiyx&#10;sjLyK53r1KoM4VihAZfSUGkdG0ce40wG4uwdJXhMWYZW24Bjhvtel0Vxrz12nBccDrR11HzUn97A&#10;+NS8n8rjm3XfYZBd/SKnshdjrq+mzSOoRFP6D/+1n62Bu/l8Ab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chh7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bKrsQA&#10;AADdAAAADwAAAGRycy9kb3ducmV2LnhtbERPW2vCMBR+H/gfwhH2NlMdblKN4uwKYzjE2/uxObbV&#10;5KQ0mXb/fnkY7PHju88WnTXiRq2vHSsYDhIQxIXTNZcKDvv8aQLCB2SNxjEp+CEPi3nvYYapdnfe&#10;0m0XShFD2KeooAqhSaX0RUUW/cA1xJE7u9ZiiLAtpW7xHsOtkaMkeZEWa44NFTa0qqi47r6tgnyT&#10;mcvoa7s8yrB6fz2Zyedbtlbqsd8tpyACdeFf/Of+0Aqex+M4N76JT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Gyq7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2ijMcA&#10;AADdAAAADwAAAGRycy9kb3ducmV2LnhtbESPQWvCQBSE7wX/w/IEL6VuVFLSNKuIIFpQaFXo9SX7&#10;mgSzb0N2G9N/3xUKPQ4z8w2TrQbTiJ46V1tWMJtGIIgLq2suFVzO26cEhPPIGhvLpOCHHKyWo4cM&#10;U21v/EH9yZciQNilqKDyvk2ldEVFBt3UtsTB+7KdQR9kV0rd4S3ATSPnUfQsDdYcFipsaVNRcT19&#10;GwX9+yEv971r367Jo4sX+W531J9KTcbD+hWEp8H/h//ae61gEccvcH8Tno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too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q9ZcMA&#10;AADdAAAADwAAAGRycy9kb3ducmV2LnhtbERPy2oCMRTdF/yHcIXuasYnOhpFhUI3BbUudHedXGcG&#10;JzdjkurYrzcLocvDec8WjanEjZwvLSvodhIQxJnVJecK9j+fH2MQPiBrrCyTggd5WMxbbzNMtb3z&#10;lm67kIsYwj5FBUUIdSqlzwoy6Du2Jo7c2TqDIUKXS+3wHsNNJXtJMpIGS44NBda0Lii77H6NgtVk&#10;vLpuBvz9tz0d6Xg4XYY9lyj13m6WUxCBmvAvfrm/tIL+cBT3xzfxCc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5q9ZcMAAADdAAAADwAAAAAAAAAAAAAAAACYAgAAZHJzL2Rv&#10;d25yZXYueG1sUEsFBgAAAAAEAAQA9QAAAIgDAAAAAA==&#10;" fillcolor="black" stroked="f"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/b8McA&#10;AADdAAAADwAAAGRycy9kb3ducmV2LnhtbESPQWvCQBSE7wX/w/KE3upGxSDRVWqrIFQPWg8en9nX&#10;ZEn2bchuNfrru4VCj8PMfMPMl52txZVabxwrGA4SEMS504YLBafPzcsUhA/IGmvHpOBOHpaL3tMc&#10;M+1ufKDrMRQiQthnqKAMocmk9HlJFv3ANcTR+3KtxRBlW0jd4i3CbS1HSZJKi4bjQokNvZWUV8dv&#10;q+D8kZrpwdDosnus1no3qVb790qp5373OgMRqAv/4b/2VisYT9Ih/L6JT0A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T/2/D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h7MsYA&#10;AADdAAAADwAAAGRycy9kb3ducmV2LnhtbESPT2sCMRTE7wW/Q3hCbzWrpSJbo4hF9OLBf/T62Lxu&#10;trt52SZRVz99IxR6HGbmN8x03tlGXMiHyrGC4SADQVw4XXGp4HhYvUxAhIissXFMCm4UYD7rPU0x&#10;1+7KO7rsYykShEOOCkyMbS5lKAxZDAPXEifvy3mLMUlfSu3xmuC2kaMsG0uLFacFgy0tDRX1/mwV&#10;+MXnR33n86nO7ttbWH93PxM0Sj33u8U7iEhd/A//tTdawevbeASPN+kJ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h7M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B7G8YA&#10;AADdAAAADwAAAGRycy9kb3ducmV2LnhtbESP3WoCMRSE7wu+QziCN6VmVartapQiFApKwZ8HON0c&#10;dxeTk2VzqmufvhEKvRxm5htmseq8UxdqYx3YwGiYgSIugq25NHA8vD+9gIqCbNEFJgM3irBa9h4W&#10;mNtw5R1d9lKqBOGYo4FKpMm1jkVFHuMwNMTJO4XWoyTZltq2eE1w7/Q4y6baY81pocKG1hUV5/23&#10;N+DGX+51M4tbuR31Nvvxsnv8tMYM+t3bHJRQJ//hv/aHNTB5nk7g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B7G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XsK8YA&#10;AADdAAAADwAAAGRycy9kb3ducmV2LnhtbESPQWsCMRSE74X+h/AK3mq22krZGqUqwl566Kp4fW6e&#10;m8XkZdlEXfvrm0LB4zAz3zDTee+suFAXGs8KXoYZCOLK64ZrBdvN+vkdRIjIGq1nUnCjAPPZ48MU&#10;c+2v/E2XMtYiQTjkqMDE2OZShsqQwzD0LXHyjr5zGJPsaqk7vCa4s3KUZRPpsOG0YLClpaHqVJ6d&#10;glXZ2tG2MIuw330dDrb4WdN+pdTgqf/8ABGpj/fwf7vQCsZvk1f4e5Oe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7XsK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4GAcUA&#10;AADdAAAADwAAAGRycy9kb3ducmV2LnhtbESPT2sCMRTE74LfITyhN02suC1bo4hUEHqqfw69PZLn&#10;7urmZdlEd/vtm4LgcZiZ3zCLVe9qcac2VJ41TCcKBLHxtuJCw/GwHb+DCBHZYu2ZNPxSgNVyOFhg&#10;bn3H33Tfx0IkCIccNZQxNrmUwZTkMEx8Q5y8s28dxiTbQtoWuwR3tXxVKpMOK04LJTa0Kclc9zen&#10;4bKVX94oNKfjqdvZt5/PjGql9cuoX3+AiNTHZ/jR3lkNs3k2h/836Qn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bgYB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U6WMUA&#10;AADdAAAADwAAAGRycy9kb3ducmV2LnhtbESPQWvCQBSE70L/w/IKvelGxSCpq6ggSIuHqkiPz+wz&#10;Ccm+Dburpv/eFQoeh5n5hpktOtOIGzlfWVYwHCQgiHOrKy4UHA+b/hSED8gaG8uk4I88LOZvvRlm&#10;2t75h277UIgIYZ+hgjKENpPS5yUZ9APbEkfvYp3BEKUrpHZ4j3DTyFGSpNJgxXGhxJbWJeX1/moU&#10;/F6/+bIbfy3dKpxsd/D16Dytlfp475afIAJ14RX+b2+1gvEkTeH5Jj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pTpY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MlEcgA&#10;AADdAAAADwAAAGRycy9kb3ducmV2LnhtbESPzWsCMRTE70L/h/AKvWm21q+uRqkFoZeCX4d6e26e&#10;u4ubl20Sddu/3giCx2FmfsNMZo2pxJmcLy0reO0kIIgzq0vOFWw3i/YIhA/IGivLpOCPPMymT60J&#10;ptpeeEXndchFhLBPUUERQp1K6bOCDPqOrYmjd7DOYIjS5VI7vES4qWQ3SQbSYMlxocCaPgvKjuuT&#10;UTB/H81/lz3+/l/td7T72R/7XZco9fLcfIxBBGrCI3xvf2kFb/3BEG5v4hOQ0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cyURyAAAAN0AAAAPAAAAAAAAAAAAAAAAAJgCAABk&#10;cnMvZG93bnJldi54bWxQSwUGAAAAAAQABAD1AAAAjQMAAAAA&#10;" fillcolor="black" stroked="f"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BLYsIA&#10;AADdAAAADwAAAGRycy9kb3ducmV2LnhtbERPz2vCMBS+C/sfwhvspukmyuiMUoTh2Knqxq7P5q0p&#10;a15KEmP335uD4PHj+73ajLYXiXzoHCt4nhUgiBunO24VfB3fp68gQkTW2DsmBf8UYLN+mKyw1O7C&#10;e0qH2IocwqFEBSbGoZQyNIYshpkbiDP367zFmKFvpfZ4yeG2ly9FsZQWO84NBgfaGmr+DmerIJ22&#10;dTVPP8nsP33Velfvvk+1Uk+PY/UGItIY7+Kb+0MrmC+WeW5+k5+AX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kEti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sOC8cA&#10;AADdAAAADwAAAGRycy9kb3ducmV2LnhtbESPQWvCQBSE7wX/w/IKvenGFkONrlKkLdqLbSro8ZF9&#10;zQazb0N2G6O/3i0IPQ4z8w0zX/a2Fh21vnKsYDxKQBAXTldcKth9vw2fQfiArLF2TArO5GG5GNzN&#10;MdPuxF/U5aEUEcI+QwUmhCaT0heGLPqRa4ij9+NaiyHKtpS6xVOE21o+JkkqLVYcFww2tDJUHPNf&#10;q8CPV6/7D3uZdod3w9t8Y9LP0ij1cN+/zEAE6sN/+NZeawVPk3QKf2/iE5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bDgv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C44047" w:rsidRPr="00E83DE6" w:rsidRDefault="00C44047" w:rsidP="00C4404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44047" w:rsidRPr="00E83DE6" w:rsidRDefault="00C44047" w:rsidP="00C4404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44047" w:rsidRPr="00E83DE6" w:rsidRDefault="00C44047" w:rsidP="00C440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44047" w:rsidRPr="00E83DE6" w:rsidRDefault="00C44047" w:rsidP="00C440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44047" w:rsidRPr="00E83DE6" w:rsidRDefault="00C44047" w:rsidP="00C440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C44047" w:rsidRPr="00E83DE6" w:rsidRDefault="00C44047" w:rsidP="00C4404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C44047" w:rsidRPr="00E83DE6" w:rsidRDefault="00C44047" w:rsidP="00C440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C44047" w:rsidRPr="00E83DE6" w:rsidRDefault="00C44047" w:rsidP="00C440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C44047" w:rsidRPr="00E83DE6" w:rsidRDefault="00C44047" w:rsidP="00C440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AA5EE6" w:rsidRPr="00AA5EE6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jalMMA&#10;AADdAAAADwAAAGRycy9kb3ducmV2LnhtbESPS6vCMBSE98L9D+FccKepFh/0GkVExYUg9bE/NMe2&#10;3OakNFHrvzeC4HKYmW+Y2aI1lbhT40rLCgb9CARxZnXJuYLzadObgnAeWWNlmRQ8ycFi/tOZYaLt&#10;g1O6H30uAoRdggoK7+tESpcVZND1bU0cvKttDPogm1zqBh8Bbio5jKKxNFhyWCiwplVB2f/xZhTY&#10;eLvbX/JhGq954nl5mF4v7V6p7m+7/APhqfXf8Ke90wri0WQA7z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jalM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yA7ckA&#10;AADdAAAADwAAAGRycy9kb3ducmV2LnhtbESPW0sDMRSE3wv+h3AEX0qbtdKLa9MihVXrQ6EX6Oth&#10;c9ysbk6WJLZrf70RCj4OM/MNM192thEn8qF2rOB+mIEgLp2uuVJw2BeDGYgQkTU2jknBDwVYLm56&#10;c8y1O/OWTrtYiQThkKMCE2ObSxlKQxbD0LXEyftw3mJM0ldSezwnuG3kKMsm0mLNacFgSytD5dfu&#10;2yr4LDbmuJpeXnz/cUuXfvH+2qwnSt3dds9PICJ18T98bb9pBQ/j6Qj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yyA7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hHCcUA&#10;AADdAAAADwAAAGRycy9kb3ducmV2LnhtbESP32rCMBTG7wd7h3AG3gxNZ5mOzigy7BjeiO0e4NAc&#10;m7LmpDSxrW9vBoNdfnx/fnyb3WRbMVDvG8cKXhYJCOLK6YZrBd9lPn8D4QOyxtYxKbiRh9328WGD&#10;mXYjn2koQi3iCPsMFZgQukxKXxmy6BeuI47exfUWQ5R9LXWPYxy3rVwmyUpabDgSDHb0Yaj6Ka42&#10;Qk4pno6Xscw/JxzxcDT8vD8rNXua9u8gAk3hP/zX/tIK0td1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uEcJ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oK3cYA&#10;AADdAAAADwAAAGRycy9kb3ducmV2LnhtbESPX0sDMRDE34V+h7AF32zO2n9cmxapCiL4YBVK35bL&#10;9u7wsgnJ2ju/vREEH4eZ+Q2z2Q2uUxeKqfVs4HZSgCKuvG25NvDx/nSzApUE2WLnmQx8U4LddnS1&#10;wdL6nt/ocpBaZQinEg00IqHUOlUNOUwTH4izd/bRoWQZa20j9hnuOj0tioV22HJeaDDQvqHq8/Dl&#10;DLz2j+FluZifwynOpjo9WDnuxZjr8XC/BiU0yH/4r/1sDdzNlzP4fZOfgN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+oK3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165sMA&#10;AADdAAAADwAAAGRycy9kb3ducmV2LnhtbESP3YrCMBCF74V9hzAL3sia7oo/VKOIrCLeFHUfYGjG&#10;pmwzKU209e2NIHh5OD8fZ7HqbCVu1PjSsYLvYQKCOHe65ELB33n7NQPhA7LGyjEpuJOH1fKjt8BU&#10;u5aPdDuFQsQR9ikqMCHUqZQ+N2TRD11NHL2LayyGKJtC6gbbOG4r+ZMkE2mx5EgwWNPGUP5/utoI&#10;yUaYHS7tebvrsMXfg+HB+qhU/7Nbz0EE6sI7/GrvtYLReDqG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165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QxMcYA&#10;AADdAAAADwAAAGRycy9kb3ducmV2LnhtbESPQUsDMRSE70L/Q3iCN5u12q2sTUupCiL00FYQb4/N&#10;6+7i5iUkz+76740geBxm5htmuR5dr84UU+fZwM20AEVce9txY+Dt+Hx9DyoJssXeMxn4pgTr1eRi&#10;iZX1A+/pfJBGZQinCg20IqHSOtUtOUxTH4izd/LRoWQZG20jDhnuej0rilI77DgvtBho21L9efhy&#10;BnbDU3hdlPNT+Ih3M50erbxvxZiry3HzAEpolP/wX/vFGridL0r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QxM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g01MYA&#10;AADdAAAADwAAAGRycy9kb3ducmV2LnhtbESPQWsCMRSE70L/Q3iFXkrNqqhlaxQVQgUFqS30+tg8&#10;d5duXpYkdbf/3ggFj8PMfMMsVr1txIV8qB0rGA0zEMSFMzWXCr4+9csriBCRDTaOScEfBVgtHwYL&#10;zI3r+IMup1iKBOGQo4IqxjaXMhQVWQxD1xIn7+y8xZikL6Xx2CW4beQ4y2bSYs1pocKWthUVP6df&#10;q2Bz7MqJfy42vduf37+nWht90Eo9PfbrNxCR+ngP/7d3RsFkOp/D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g01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/648EA&#10;AADdAAAADwAAAGRycy9kb3ducmV2LnhtbERPy4rCMBTdD/gP4QqzG1Od8UE1iiiFYZiNjw+4NNem&#10;2tyUJNb692YxMMvDea82vW1ERz7UjhWMRxkI4tLpmisF51PxsQARIrLGxjEpeFKAzXrwtsJcuwcf&#10;qDvGSqQQDjkqMDG2uZShNGQxjFxLnLiL8xZjgr6S2uMjhdtGTrJsJi3WnBoMtrQzVN6Od6ug+Jn8&#10;dre79oXb9l+Wpua62Bul3of9dgkiUh//xX/ub63gczpPc9Ob9AT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f+uP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sFPccA&#10;AADdAAAADwAAAGRycy9kb3ducmV2LnhtbESPQWsCMRSE74L/ITyhF6nZKrZ1NYoWggULpbbQ62Pz&#10;3F26eVmS1N3+e1MQPA4z8w2z2vS2EWfyoXas4GGSgSAunKm5VPD1qe+fQYSIbLBxTAr+KMBmPRys&#10;MDeu4w86H2MpEoRDjgqqGNtcylBUZDFMXEucvJPzFmOSvpTGY5fgtpHTLHuUFmtOCxW29FJR8XP8&#10;tQp271058+Ni17vDaf8919roN63U3ajfLkFE6uMtfG2/GgWz+dMC/t+kJ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trBT3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yGwsEA&#10;AADdAAAADwAAAGRycy9kb3ducmV2LnhtbERP3WrCMBS+H/gO4Qy8m+l0SqlGEaUgYzere4BDc9ZU&#10;m5OSxFrf3lwMdvnx/W92o+3EQD60jhW8zzIQxLXTLTcKfs7lWw4iRGSNnWNS8KAAu+3kZYOFdnf+&#10;pqGKjUghHApUYGLsCylDbchimLmeOHG/zluMCfpGao/3FG47Oc+ylbTYcmow2NPBUH2tblZB+Tn/&#10;Gq437Uu3Hz8sLc0lPxqlpq/jfg0i0hj/xX/uk1awWOZpf3qTnoD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8hsL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U5f8MA&#10;AADdAAAADwAAAGRycy9kb3ducmV2LnhtbESP0WqDQBRE3wv5h+UG+lZXaw1iswmhkJA81uQDLu6t&#10;Sty7xt1E/ftuoNDHYWbOMOvtZDrxoMG1lhUkUQyCuLK65VrB5bx/y0E4j6yxs0wKZnKw3Sxe1lho&#10;O/I3PUpfiwBhV6CCxvu+kNJVDRl0ke2Jg/djB4M+yKGWesAxwE0n3+N4JQ22HBYa7Omroepa3o2C&#10;j3k83MrsGu+1oeSU9if2VabU63LafYLwNPn/8F/7qBWkWZ7A8014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U5f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W+FMQA&#10;AADdAAAADwAAAGRycy9kb3ducmV2LnhtbESPT4vCMBTE7wt+h/CEva2pXRStRhFFEU9u/XN+NM+2&#10;2LyUJmr99kYQ9jjMzG+Y6bw1lbhT40rLCvq9CARxZnXJuYLjYf0zAuE8ssbKMil4koP5rPM1xUTb&#10;B//RPfW5CBB2CSoovK8TKV1WkEHXszVx8C62MeiDbHKpG3wEuKlkHEVDabDksFBgTcuCsmt6Mwpu&#10;w3N85MtO79PVczNerRdOnnKlvrvtYgLCU+v/w5/2Viv4HYxieL8JT0DO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1vhT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pkiMgA&#10;AADdAAAADwAAAGRycy9kb3ducmV2LnhtbESPQUvDQBSE74L/YXmF3uymTQ0xdhNsQageGqx66O01&#10;+0yi2bcxu7bx37uC4HGYmW+YVTGaTpxocK1lBfNZBIK4srrlWsHL8/1VCsJ5ZI2dZVLwTQ6K/PJi&#10;hZm2Z36i097XIkDYZaig8b7PpHRVQwbdzPbEwXuzg0Ef5FBLPeA5wE0nF1GUSIMth4UGe9o0VH3s&#10;v4yC1zJNbsr1w/L9cXfE2OjPg24TpaaT8e4WhKfR/4f/2lutIL5OY/h9E56AzH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mmSI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s+D8YA&#10;AADdAAAADwAAAGRycy9kb3ducmV2LnhtbESPT2vCQBTE7wW/w/IEb3XTaCVE16AtjaUn/xR6fWSf&#10;SWj2bciuJvbTu4VCj8PM/IZZZYNpxJU6V1tW8DSNQBAXVtdcKvg8vT0mIJxH1thYJgU3cpCtRw8r&#10;TLXt+UDXoy9FgLBLUUHlfZtK6YqKDLqpbYmDd7adQR9kV0rdYR/gppFxFC2kwZrDQoUtvVRUfB8v&#10;RsHP4gv3bhdvX2fa022e5PZjnys1GQ+bJQhPg/8P/7XftYLZczKH3zfhCcj1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s+D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/ILMUA&#10;AADdAAAADwAAAGRycy9kb3ducmV2LnhtbESP0WrCQBRE3wX/YblC38xGa8RGVynFQt+q0Q+4ZG83&#10;wezdmN1q9Ou7BcHHYWbOMKtNbxtxoc7XjhVMkhQEcel0zUbB8fA5XoDwAVlj45gU3MjDZj0crDDX&#10;7sp7uhTBiAhhn6OCKoQ2l9KXFVn0iWuJo/fjOoshys5I3eE1wm0jp2k6lxZrjgsVtvRRUXkqfq2C&#10;s5tmui+2+H3avu1qY2bn+36m1Muof1+CCNSHZ/jR/tIKXrNFBv9v4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n8g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zcM8UA&#10;AADdAAAADwAAAGRycy9kb3ducmV2LnhtbESPzW7CMBCE75V4B2uReisOIEKaYhBUqsSVnwPHrb0k&#10;KfE6xC4Enh4jVepxNDPfaGaLztbiQq2vHCsYDhIQxNqZigsF+93XWwbCB2SDtWNScCMPi3nvZYa5&#10;cVfe0GUbChEh7HNUUIbQ5FJ6XZJFP3ANcfSOrrUYomwLaVq8Rrit5ShJUmmx4rhQYkOfJenT9tcq&#10;WFffNEn18d1mK7053M9hPP0xSr32u+UHiEBd+A//tddGwXiSpfB8E5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bNw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mKXMIA&#10;AADdAAAADwAAAGRycy9kb3ducmV2LnhtbERPXWvCMBR9H/gfwhX2NlMVp+uMosJAcRN04l4vzbUp&#10;NjelibX+ezMY7PF8c6bz1paiodoXjhX0ewkI4szpgnMFx++PlwkIH5A1lo5JwZ08zGedpymm2t14&#10;T80h5CKWsE9RgQmhSqX0mSGLvucq4qidXW0xRFjnUtd4i+W2lIMkeZUWC44LBitaGcouh6tV0ODu&#10;nvyY5dfbpvjMBrvlaasjr5677eIdRKA2/Jv/0mutYDiajOH3TXwC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KYpc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2gTsIA&#10;AADdAAAADwAAAGRycy9kb3ducmV2LnhtbERPPU/DMBDdkfofrKvERp0GgapQt6oqFTFC6MB4xNc4&#10;Jb6LbLcJ/Ho8IDE+ve/1dvK9ulKInbCB5aIARdyI7bg1cHw/3K1AxYRssRcmA98UYbuZ3ayxsjLy&#10;G13r1KocwrFCAy6lodI6No48xoUMxJk7SfCYMgyttgHHHO57XRbFo/bYcW5wONDeUfNVX7yB8bn5&#10;PJenD+t+wiCH+lXOZS/G3M6n3ROoRFP6F/+5X6yB+4dV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jaB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pDcsgA&#10;AADdAAAADwAAAGRycy9kb3ducmV2LnhtbESP3WoCMRSE7wu+QziCdzWr0nbdGsWfClJaitren26O&#10;u6vJybJJdX37Rij0cpiZb5jJrLVGnKnxlWMFg34Cgjh3uuJCwed+fZ+C8AFZo3FMCq7kYTbt3E0w&#10;0+7CWzrvQiEihH2GCsoQ6kxKn5dk0fddTRy9g2sshiibQuoGLxFujRwmyaO0WHFcKLGmZUn5afdj&#10;Faw/VuY4fN/Ov2RYvjx9m/R1sXpTqtdt588gArXhP/zX3mgFo4d0DLc38QnI6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qkNy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6xi8UA&#10;AADdAAAADwAAAGRycy9kb3ducmV2LnhtbERPTWvCQBC9F/oflin0InXTBiVGN1IKJQoWqhW8jtlp&#10;EszOhuw2if/ePQg9Pt73aj2aRvTUudqygtdpBIK4sLrmUsHx5/MlAeE8ssbGMim4koN19viwwlTb&#10;gffUH3wpQgi7FBVU3replK6oyKCb2pY4cL+2M+gD7EqpOxxCuGnkWxTNpcGaQ0OFLX1UVFwOf0ZB&#10;/707l5vetdtLMnGz+JznX/qk1PPT+L4E4Wn0/+K7e6MVxLNF2B/ehCc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7rGL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No2ccA&#10;AADdAAAADwAAAGRycy9kb3ducmV2LnhtbESPT2sCMRTE74V+h/AEbzWrVtHVKLVQ6EXw30Fvz81z&#10;d3Hzsk1SXfvpG0HwOMzMb5jpvDGVuJDzpWUF3U4CgjizuuRcwW779TYC4QOyxsoyKbiRh/ns9WWK&#10;qbZXXtNlE3IRIexTVFCEUKdS+qwgg75ja+LonawzGKJ0udQOrxFuKtlLkqE0WHJcKLCmz4Ky8+bX&#10;KFiMR4uf1Tsv/9bHAx32x/Og5xKl2q3mYwIiUBOe4Uf7WyvoD8ZduL+JT0DO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EDaNnHAAAA3QAAAA8AAAAAAAAAAAAAAAAAmAIAAGRy&#10;cy9kb3ducmV2LnhtbFBLBQYAAAAABAAEAPUAAACMAwAAAAA=&#10;" fillcolor="black" stroked="f"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g1oMcA&#10;AADdAAAADwAAAGRycy9kb3ducmV2LnhtbESPQWvCQBSE7wX/w/KE3uqmKYpNXUVtC4J60PbQ42v2&#10;NVmSfRuyW43+elcQPA4z8w0zmXW2FgdqvXGs4HmQgCDOnTZcKPj++nwag/ABWWPtmBScyMNs2nuY&#10;YKbdkXd02IdCRAj7DBWUITSZlD4vyaIfuIY4en+utRiibAupWzxGuK1lmiQjadFwXCixoWVJebX/&#10;twp+1iMz3hlKfzfnxYfeDKvF9r1S6rHfzd9ABOrCPXxrr7SCl+Fr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4NaD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GujsYA&#10;AADdAAAADwAAAGRycy9kb3ducmV2LnhtbESPQWsCMRSE7wX/Q3hCbzVbRdGtUcRS2osHreL1sXnd&#10;bHfzsk2irv76piD0OMzMN8x82dlGnMmHyrGC50EGgrhwuuJSwf7z7WkKIkRkjY1jUnClAMtF72GO&#10;uXYX3tJ5F0uRIBxyVGBibHMpQ2HIYhi4ljh5X85bjEn6UmqPlwS3jRxm2URarDgtGGxpbaiodyer&#10;wK+Or/WNT4c6u22u4f27+5miUeqx361eQETq4n/43v7QCkbj2Qj+3q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lGuj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yTSMYA&#10;AADdAAAADwAAAGRycy9kb3ducmV2LnhtbESPUWsCMRCE3wv9D2ELvpSaq61Wr0YpglBQBK0/YHtZ&#10;744mm+Oy6tlf3whCH4eZ+YaZzjvv1InaWAc28NzPQBEXwdZcGth/LZ/GoKIgW3SBycCFIsxn93dT&#10;zG0485ZOOylVgnDM0UAl0uRax6Iij7EfGuLkHULrUZJsS21bPCe4d3qQZSPtsea0UGFDi4qKn93R&#10;G3CDbzdZvcW1XPZ6nf162T5urDG9h+7jHZRQJ//hW/vTGngZTl7h+iY9AT3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yTS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w5l8YA&#10;AADdAAAADwAAAGRycy9kb3ducmV2LnhtbESPQWsCMRSE74X+h/AK3mq2isWuRmkrwl48dLV4fW6e&#10;m6XJy7JJdfXXm0LB4zAz3zDzZe+sOFEXGs8KXoYZCOLK64ZrBbvt+nkKIkRkjdYzKbhQgOXi8WGO&#10;ufZn/qJTGWuRIBxyVGBibHMpQ2XIYRj6ljh5R985jEl2tdQdnhPcWTnKslfpsOG0YLClT0PVT/nr&#10;FKzK1o52hfkI++/N4WCL65r2K6UGT/37DESkPt7D/+1CKxhP3ib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Sw5l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noUcUA&#10;AADdAAAADwAAAGRycy9kb3ducmV2LnhtbESPQWsCMRSE74X+h/AK3mrSitu6NUoRBaEn7Xro7ZE8&#10;d7fdvCyb6K7/3hQEj8PMfMPMl4NrxJm6UHvW8DJWIIiNtzWXGorvzfM7iBCRLTaeScOFAiwXjw9z&#10;zK3veUfnfSxFgnDIUUMVY5tLGUxFDsPYt8TJO/rOYUyyK6XtsE9w18hXpTLpsOa0UGFLq4rM3/7k&#10;NPxu5Jc3Cs2hOPRb+/azzqhRWo+ehs8PEJGGeA/f2lurYTKdZfD/Jj0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aehR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zv5McA&#10;AADdAAAADwAAAGRycy9kb3ducmV2LnhtbESPQWvCQBSE74X+h+UVvNVNFa1NXUMqCFLxUC2lx9fs&#10;MwnJvg27q8Z/3xUEj8PMfMPMs9604kTO15YVvAwTEMSF1TWXCr73q+cZCB+QNbaWScGFPGSLx4c5&#10;ptqe+YtOu1CKCGGfooIqhC6V0hcVGfRD2xFH72CdwRClK6V2eI5w08pRkkylwZrjQoUdLSsqmt3R&#10;KPg9bviwHX/m7iP82H7vm9HfrFFq8NTn7yAC9eEevrXXWsF48vYK1zfxCc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87+T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nBRMUA&#10;AADdAAAADwAAAGRycy9kb3ducmV2LnhtbERPz2vCMBS+C/sfwht4s+ncFO2MMgeCF2G6Hdbba/PW&#10;FpuXLona+dcvB8Hjx/d7sepNK87kfGNZwVOSgiAurW64UvD1uRnNQPiArLG1TAr+yMNq+TBYYKbt&#10;hfd0PoRKxBD2GSqoQ+gyKX1Zk0Gf2I44cj/WGQwRukpqh5cYblo5TtOpNNhwbKixo/eayuPhZBSs&#10;57P178cL7677Iqf8uzhOxi5VavjYv72CCNSHu/jm3moFz5N5nBvfx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OcFExQAAAN0AAAAPAAAAAAAAAAAAAAAAAJgCAABkcnMv&#10;ZG93bnJldi54bWxQSwUGAAAAAAQABAD1AAAAigMAAAAA&#10;" fillcolor="black" stroked="f"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me3sUA&#10;AADdAAAADwAAAGRycy9kb3ducmV2LnhtbESPQUsDMRSE70L/Q3gFbzbbFsVum5alIIqnbVV6fd08&#10;N4ublyWJ6frvjSD0OMzMN8xmN9peJPKhc6xgPitAEDdOd9wqeH97unsEESKyxt4xKfihALvt5GaD&#10;pXYXPlA6xlZkCIcSFZgYh1LK0BiyGGZuIM7ep/MWY5a+ldrjJcNtLxdF8SAtdpwXDA60N9R8Hb+t&#10;gnTe19UynZI5vPqq9a5+/jjXSt1Ox2oNItIYr+H/9otWsLxfreD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CZ7e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sjSsMA&#10;AADdAAAADwAAAGRycy9kb3ducmV2LnhtbERPz2vCMBS+C/4P4Qm7rakOilajiOjYvLjVwTw+mrem&#10;rHkpTVa7/fXmMPD48f1ebQbbiJ46XztWME1SEMSl0zVXCj7Oh8c5CB+QNTaOScEvedisx6MV5tpd&#10;+Z36IlQihrDPUYEJoc2l9KUhiz5xLXHkvlxnMUTYVVJ3eI3htpGzNM2kxZpjg8GWdobK7+LHKvDT&#10;3f7zaP8W/eXZ8Kl4NdlbZZR6mAzbJYhAQ7iL/90vWsFTlsb98U18An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5sjSs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44047" w:rsidRDefault="00C44047" w:rsidP="00C440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C44047" w:rsidRPr="00E83DE6" w:rsidRDefault="00C44047" w:rsidP="00C440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C44047" w:rsidRPr="00E83DE6" w:rsidRDefault="00C44047" w:rsidP="00C4404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Х_____ сесії сільської ради 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C44047" w:rsidRPr="00E83DE6" w:rsidRDefault="00C44047" w:rsidP="00C440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44047" w:rsidRPr="00E83DE6" w:rsidRDefault="00C44047" w:rsidP="00C4404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____.01.2020р.                                    Крупець                                        № _______</w:t>
      </w:r>
    </w:p>
    <w:p w:rsidR="00C44047" w:rsidRPr="00E83DE6" w:rsidRDefault="00C44047" w:rsidP="00C440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C44047" w:rsidRPr="00E83DE6" w:rsidRDefault="00C44047" w:rsidP="00C440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44047" w:rsidRPr="00E83DE6" w:rsidRDefault="00C44047" w:rsidP="00C4404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C44047" w:rsidRPr="00E83DE6" w:rsidRDefault="00C44047" w:rsidP="00C4404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C44047" w:rsidRPr="00E83DE6" w:rsidRDefault="00C44047" w:rsidP="00C4404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C44047" w:rsidRPr="00E83DE6" w:rsidRDefault="00C44047" w:rsidP="00C4404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в н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Нікітчуку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С.М.</w:t>
      </w:r>
    </w:p>
    <w:p w:rsidR="00C44047" w:rsidRPr="00E83DE6" w:rsidRDefault="00C44047" w:rsidP="00C440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44047" w:rsidRPr="00E83DE6" w:rsidRDefault="00C44047" w:rsidP="00C440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44047" w:rsidRPr="00E83DE6" w:rsidRDefault="00C44047" w:rsidP="00C440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С.М.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сільська  рада ВИРІШИЛА:</w:t>
      </w:r>
    </w:p>
    <w:p w:rsidR="00C44047" w:rsidRPr="00E83DE6" w:rsidRDefault="00C44047" w:rsidP="00C440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44047" w:rsidRDefault="00C44047" w:rsidP="00C440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Сергію Миколайовичу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 який зареєстрований за 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дресою: </w:t>
      </w:r>
      <w:r w:rsidR="001E7947" w:rsidRPr="001E7947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1E7947" w:rsidRPr="001E7947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га, (кадастровий номер: 6823984000:01:009:0103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), для будівництва та обслуговування житлового будинку господарських будівель та споруд (присадибна ділянка), яка розташована Хмельницька область,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вул.Шкільна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1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E83DE6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</w:t>
      </w:r>
    </w:p>
    <w:p w:rsidR="00C44047" w:rsidRPr="00E83DE6" w:rsidRDefault="00C44047" w:rsidP="00C440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</w:t>
      </w:r>
      <w:r w:rsidRPr="00E83DE6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Нікітчуку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С.М.</w:t>
      </w:r>
      <w:r w:rsidRPr="00E83DE6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посвідчити своє право  в  установленому  законом  порядку.</w:t>
      </w:r>
    </w:p>
    <w:p w:rsidR="00C44047" w:rsidRDefault="00C44047" w:rsidP="00C440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44047" w:rsidRPr="00E83DE6" w:rsidRDefault="00C44047" w:rsidP="00C440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44047" w:rsidRPr="00E83DE6" w:rsidRDefault="00C44047" w:rsidP="00C440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44047" w:rsidRPr="00E83DE6" w:rsidRDefault="00C44047" w:rsidP="00C440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44047" w:rsidRPr="00C44047" w:rsidRDefault="00C44047" w:rsidP="00C440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</w:pPr>
    </w:p>
    <w:p w:rsidR="00851769" w:rsidRPr="00C44047" w:rsidRDefault="00C44047" w:rsidP="00C440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            В.А.</w:t>
      </w:r>
      <w:proofErr w:type="spellStart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sectPr w:rsidR="00851769" w:rsidRPr="00C44047" w:rsidSect="008517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44047"/>
    <w:rsid w:val="00171A2E"/>
    <w:rsid w:val="001E7947"/>
    <w:rsid w:val="00304C90"/>
    <w:rsid w:val="00505B6D"/>
    <w:rsid w:val="00581C3E"/>
    <w:rsid w:val="006D3977"/>
    <w:rsid w:val="007D6C18"/>
    <w:rsid w:val="00851769"/>
    <w:rsid w:val="00A53CD8"/>
    <w:rsid w:val="00AA5EE6"/>
    <w:rsid w:val="00C44047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047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271</Words>
  <Characters>1549</Characters>
  <Application>Microsoft Office Word</Application>
  <DocSecurity>0</DocSecurity>
  <Lines>12</Lines>
  <Paragraphs>3</Paragraphs>
  <ScaleCrop>false</ScaleCrop>
  <Company>Microsoft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2020-01-13T07:14:00Z</dcterms:created>
  <dcterms:modified xsi:type="dcterms:W3CDTF">2020-01-13T07:29:00Z</dcterms:modified>
</cp:coreProperties>
</file>