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5CF0" w:rsidRDefault="00FB78F6" w:rsidP="000A5C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78F6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A5CF0" w:rsidRDefault="000A5CF0" w:rsidP="000A5CF0"/>
    <w:p w:rsidR="000A5CF0" w:rsidRDefault="000A5CF0" w:rsidP="000A5CF0"/>
    <w:p w:rsidR="000A5CF0" w:rsidRDefault="000A5CF0" w:rsidP="000A5C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A5CF0" w:rsidRDefault="000A5CF0" w:rsidP="000A5C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A5CF0" w:rsidRDefault="000A5CF0" w:rsidP="000A5C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A5CF0" w:rsidRDefault="000A5CF0" w:rsidP="000A5C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A5CF0" w:rsidRDefault="000A5CF0" w:rsidP="000A5C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CF0" w:rsidRDefault="000A5CF0" w:rsidP="000A5C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A5CF0" w:rsidRDefault="000A5CF0" w:rsidP="000A5C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5CF0" w:rsidRDefault="000A5CF0" w:rsidP="000A5C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A5CF0" w:rsidRDefault="000A5CF0" w:rsidP="000A5CF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0A5CF0" w:rsidRDefault="000A5CF0" w:rsidP="000A5CF0">
      <w:pPr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0A5CF0" w:rsidRDefault="000A5CF0" w:rsidP="000A5CF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надання дозволу на розробку </w:t>
      </w:r>
    </w:p>
    <w:p w:rsidR="000A5CF0" w:rsidRDefault="000A5CF0" w:rsidP="000A5CF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із землеустрою  щодо </w:t>
      </w:r>
    </w:p>
    <w:p w:rsidR="000A5CF0" w:rsidRDefault="000A5CF0" w:rsidP="000A5CF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 земельної  ділянки</w:t>
      </w:r>
    </w:p>
    <w:p w:rsidR="000A5CF0" w:rsidRDefault="000A5CF0" w:rsidP="000A5CF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Мачулянському В.А.</w:t>
      </w:r>
    </w:p>
    <w:p w:rsidR="000A5CF0" w:rsidRDefault="000A5CF0" w:rsidP="000A5CF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Мачулянського В.А.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сільська рада </w:t>
      </w:r>
    </w:p>
    <w:p w:rsid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Надати Мачулянському Володимиру Андрійовичу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який зареєстрований за адресою: </w:t>
      </w:r>
      <w:r w:rsidR="001B289F">
        <w:rPr>
          <w:rFonts w:ascii="Times New Roman" w:hAnsi="Times New Roman" w:cs="Times New Roman"/>
          <w:sz w:val="24"/>
          <w:szCs w:val="24"/>
          <w:lang w:val="en-US"/>
        </w:rPr>
        <w:t>___________________________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0,21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земельна ділянка розташована в селі Крупець,  Крупецької сільської ради.</w:t>
      </w:r>
    </w:p>
    <w:p w:rsid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 Мачулянському В.А.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A5CF0" w:rsidRDefault="000A5CF0" w:rsidP="000A5CF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A5CF0" w:rsidRDefault="000A5CF0" w:rsidP="000A5CF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A5CF0" w:rsidRPr="000A5CF0" w:rsidRDefault="000A5CF0" w:rsidP="000A5CF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A96B64" w:rsidRPr="000A5CF0" w:rsidRDefault="000A5CF0" w:rsidP="000A5CF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Сільський голова                                                                                                   В.А.Михалюк </w:t>
      </w:r>
    </w:p>
    <w:sectPr w:rsidR="00A96B64" w:rsidRPr="000A5CF0" w:rsidSect="00A96B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attachedTemplate r:id="rId1"/>
  <w:defaultTabStop w:val="720"/>
  <w:characterSpacingControl w:val="doNotCompress"/>
  <w:compat>
    <w:useFELayout/>
  </w:compat>
  <w:rsids>
    <w:rsidRoot w:val="000A5CF0"/>
    <w:rsid w:val="000A5CF0"/>
    <w:rsid w:val="00171A2E"/>
    <w:rsid w:val="001B289F"/>
    <w:rsid w:val="00304C90"/>
    <w:rsid w:val="00505B6D"/>
    <w:rsid w:val="006D3977"/>
    <w:rsid w:val="007D6C18"/>
    <w:rsid w:val="00A96B64"/>
    <w:rsid w:val="00D1641A"/>
    <w:rsid w:val="00FB78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F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2020-03-04T08:41:00Z</dcterms:created>
  <dcterms:modified xsi:type="dcterms:W3CDTF">2020-03-04T08:51:00Z</dcterms:modified>
</cp:coreProperties>
</file>