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520" w:rsidRPr="00D02183" w:rsidRDefault="00E97520" w:rsidP="00E97520">
      <w:pPr>
        <w:spacing w:after="0" w:line="240" w:lineRule="auto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E97520" w:rsidRPr="00D02183" w:rsidRDefault="00E97520" w:rsidP="00E97520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96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520" w:rsidRDefault="00E97520" w:rsidP="00E975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7520" w:rsidRDefault="00E97520" w:rsidP="00E975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520" w:rsidRDefault="00E97520" w:rsidP="00E975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7520" w:rsidRDefault="00E97520" w:rsidP="00E975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520" w:rsidRDefault="00E97520" w:rsidP="00E975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7520" w:rsidRDefault="00E97520" w:rsidP="00E975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520" w:rsidRDefault="00E97520" w:rsidP="00E975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7520" w:rsidRDefault="00E97520" w:rsidP="00E975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520" w:rsidRDefault="00E97520" w:rsidP="00E975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7520" w:rsidRDefault="00E97520" w:rsidP="00E975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520" w:rsidRDefault="00E97520" w:rsidP="00E975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7520" w:rsidRDefault="00E97520" w:rsidP="00E975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520" w:rsidRDefault="00E97520" w:rsidP="00E975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7520" w:rsidRDefault="00E97520" w:rsidP="00E975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520" w:rsidRDefault="00E97520" w:rsidP="00E975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7520" w:rsidRDefault="00E97520" w:rsidP="00E975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520" w:rsidRDefault="00E97520" w:rsidP="00E975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7520" w:rsidRDefault="00E97520" w:rsidP="00E975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520" w:rsidRDefault="00E97520" w:rsidP="00E975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7520" w:rsidRDefault="00E97520" w:rsidP="00E975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520" w:rsidRDefault="00E97520" w:rsidP="00E975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 w 400"/>
                              <a:gd name="T1" fmla="*/ 161 h 1632"/>
                              <a:gd name="T2" fmla="*/ 40 w 400"/>
                              <a:gd name="T3" fmla="*/ 162 h 1632"/>
                              <a:gd name="T4" fmla="*/ 4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 h 1632"/>
                              <a:gd name="T10" fmla="*/ 0 w 400"/>
                              <a:gd name="T11" fmla="*/ 163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3 h 1632"/>
                              <a:gd name="T18" fmla="*/ 40 w 400"/>
                              <a:gd name="T19" fmla="*/ 161 h 163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632"/>
                              <a:gd name="T32" fmla="*/ 400 w 400"/>
                              <a:gd name="T33" fmla="*/ 1632 h 1632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520" w:rsidRDefault="00E97520" w:rsidP="00E975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 w 1748"/>
                              <a:gd name="T1" fmla="*/ 171 h 2097"/>
                              <a:gd name="T2" fmla="*/ 162 w 1748"/>
                              <a:gd name="T3" fmla="*/ 167 h 2097"/>
                              <a:gd name="T4" fmla="*/ 152 w 1748"/>
                              <a:gd name="T5" fmla="*/ 162 h 2097"/>
                              <a:gd name="T6" fmla="*/ 143 w 1748"/>
                              <a:gd name="T7" fmla="*/ 157 h 2097"/>
                              <a:gd name="T8" fmla="*/ 134 w 1748"/>
                              <a:gd name="T9" fmla="*/ 151 h 2097"/>
                              <a:gd name="T10" fmla="*/ 125 w 1748"/>
                              <a:gd name="T11" fmla="*/ 144 h 2097"/>
                              <a:gd name="T12" fmla="*/ 116 w 1748"/>
                              <a:gd name="T13" fmla="*/ 137 h 2097"/>
                              <a:gd name="T14" fmla="*/ 108 w 1748"/>
                              <a:gd name="T15" fmla="*/ 130 h 2097"/>
                              <a:gd name="T16" fmla="*/ 100 w 1748"/>
                              <a:gd name="T17" fmla="*/ 122 h 2097"/>
                              <a:gd name="T18" fmla="*/ 92 w 1748"/>
                              <a:gd name="T19" fmla="*/ 114 h 2097"/>
                              <a:gd name="T20" fmla="*/ 84 w 1748"/>
                              <a:gd name="T21" fmla="*/ 106 h 2097"/>
                              <a:gd name="T22" fmla="*/ 78 w 1748"/>
                              <a:gd name="T23" fmla="*/ 97 h 2097"/>
                              <a:gd name="T24" fmla="*/ 71 w 1748"/>
                              <a:gd name="T25" fmla="*/ 88 h 2097"/>
                              <a:gd name="T26" fmla="*/ 65 w 1748"/>
                              <a:gd name="T27" fmla="*/ 78 h 2097"/>
                              <a:gd name="T28" fmla="*/ 60 w 1748"/>
                              <a:gd name="T29" fmla="*/ 69 h 2097"/>
                              <a:gd name="T30" fmla="*/ 55 w 1748"/>
                              <a:gd name="T31" fmla="*/ 59 h 2097"/>
                              <a:gd name="T32" fmla="*/ 51 w 1748"/>
                              <a:gd name="T33" fmla="*/ 49 h 2097"/>
                              <a:gd name="T34" fmla="*/ 47 w 1748"/>
                              <a:gd name="T35" fmla="*/ 39 h 2097"/>
                              <a:gd name="T36" fmla="*/ 45 w 1748"/>
                              <a:gd name="T37" fmla="*/ 30 h 2097"/>
                              <a:gd name="T38" fmla="*/ 42 w 1748"/>
                              <a:gd name="T39" fmla="*/ 20 h 2097"/>
                              <a:gd name="T40" fmla="*/ 41 w 1748"/>
                              <a:gd name="T41" fmla="*/ 10 h 2097"/>
                              <a:gd name="T42" fmla="*/ 40 w 1748"/>
                              <a:gd name="T43" fmla="*/ 0 h 2097"/>
                              <a:gd name="T44" fmla="*/ 1 w 1748"/>
                              <a:gd name="T45" fmla="*/ 10 h 2097"/>
                              <a:gd name="T46" fmla="*/ 2 w 1748"/>
                              <a:gd name="T47" fmla="*/ 23 h 2097"/>
                              <a:gd name="T48" fmla="*/ 5 w 1748"/>
                              <a:gd name="T49" fmla="*/ 35 h 2097"/>
                              <a:gd name="T50" fmla="*/ 8 w 1748"/>
                              <a:gd name="T51" fmla="*/ 48 h 2097"/>
                              <a:gd name="T52" fmla="*/ 12 w 1748"/>
                              <a:gd name="T53" fmla="*/ 60 h 2097"/>
                              <a:gd name="T54" fmla="*/ 17 w 1748"/>
                              <a:gd name="T55" fmla="*/ 72 h 2097"/>
                              <a:gd name="T56" fmla="*/ 23 w 1748"/>
                              <a:gd name="T57" fmla="*/ 84 h 2097"/>
                              <a:gd name="T58" fmla="*/ 29 w 1748"/>
                              <a:gd name="T59" fmla="*/ 95 h 2097"/>
                              <a:gd name="T60" fmla="*/ 36 w 1748"/>
                              <a:gd name="T61" fmla="*/ 106 h 2097"/>
                              <a:gd name="T62" fmla="*/ 43 w 1748"/>
                              <a:gd name="T63" fmla="*/ 117 h 2097"/>
                              <a:gd name="T64" fmla="*/ 51 w 1748"/>
                              <a:gd name="T65" fmla="*/ 127 h 2097"/>
                              <a:gd name="T66" fmla="*/ 59 w 1748"/>
                              <a:gd name="T67" fmla="*/ 137 h 2097"/>
                              <a:gd name="T68" fmla="*/ 68 w 1748"/>
                              <a:gd name="T69" fmla="*/ 147 h 2097"/>
                              <a:gd name="T70" fmla="*/ 77 w 1748"/>
                              <a:gd name="T71" fmla="*/ 156 h 2097"/>
                              <a:gd name="T72" fmla="*/ 87 w 1748"/>
                              <a:gd name="T73" fmla="*/ 165 h 2097"/>
                              <a:gd name="T74" fmla="*/ 97 w 1748"/>
                              <a:gd name="T75" fmla="*/ 173 h 2097"/>
                              <a:gd name="T76" fmla="*/ 108 w 1748"/>
                              <a:gd name="T77" fmla="*/ 181 h 2097"/>
                              <a:gd name="T78" fmla="*/ 118 w 1748"/>
                              <a:gd name="T79" fmla="*/ 188 h 2097"/>
                              <a:gd name="T80" fmla="*/ 130 w 1748"/>
                              <a:gd name="T81" fmla="*/ 195 h 2097"/>
                              <a:gd name="T82" fmla="*/ 141 w 1748"/>
                              <a:gd name="T83" fmla="*/ 201 h 2097"/>
                              <a:gd name="T84" fmla="*/ 152 w 1748"/>
                              <a:gd name="T85" fmla="*/ 207 h 2097"/>
                              <a:gd name="T86" fmla="*/ 160 w 1748"/>
                              <a:gd name="T87" fmla="*/ 210 h 2097"/>
                              <a:gd name="T88" fmla="*/ 175 w 1748"/>
                              <a:gd name="T89" fmla="*/ 173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8"/>
                              <a:gd name="T136" fmla="*/ 0 h 2097"/>
                              <a:gd name="T137" fmla="*/ 1748 w 1748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520" w:rsidRDefault="00E97520" w:rsidP="00E975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166 h 2060"/>
                              <a:gd name="T2" fmla="*/ 419 w 4190"/>
                              <a:gd name="T3" fmla="*/ 166 h 2060"/>
                              <a:gd name="T4" fmla="*/ 15 w 4190"/>
                              <a:gd name="T5" fmla="*/ 0 h 2060"/>
                              <a:gd name="T6" fmla="*/ 0 w 4190"/>
                              <a:gd name="T7" fmla="*/ 37 h 2060"/>
                              <a:gd name="T8" fmla="*/ 404 w 4190"/>
                              <a:gd name="T9" fmla="*/ 203 h 2060"/>
                              <a:gd name="T10" fmla="*/ 419 w 4190"/>
                              <a:gd name="T11" fmla="*/ 203 h 2060"/>
                              <a:gd name="T12" fmla="*/ 404 w 4190"/>
                              <a:gd name="T13" fmla="*/ 203 h 2060"/>
                              <a:gd name="T14" fmla="*/ 412 w 4190"/>
                              <a:gd name="T15" fmla="*/ 206 h 2060"/>
                              <a:gd name="T16" fmla="*/ 419 w 4190"/>
                              <a:gd name="T17" fmla="*/ 203 h 2060"/>
                              <a:gd name="T18" fmla="*/ 404 w 4190"/>
                              <a:gd name="T19" fmla="*/ 166 h 206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60"/>
                              <a:gd name="T32" fmla="*/ 4190 w 4190"/>
                              <a:gd name="T33" fmla="*/ 2060 h 206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520" w:rsidRDefault="00E97520" w:rsidP="00E975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0 h 2031"/>
                              <a:gd name="T2" fmla="*/ 404 w 4190"/>
                              <a:gd name="T3" fmla="*/ 0 h 2031"/>
                              <a:gd name="T4" fmla="*/ 0 w 4190"/>
                              <a:gd name="T5" fmla="*/ 166 h 2031"/>
                              <a:gd name="T6" fmla="*/ 15 w 4190"/>
                              <a:gd name="T7" fmla="*/ 203 h 2031"/>
                              <a:gd name="T8" fmla="*/ 419 w 4190"/>
                              <a:gd name="T9" fmla="*/ 37 h 2031"/>
                              <a:gd name="T10" fmla="*/ 419 w 4190"/>
                              <a:gd name="T11" fmla="*/ 37 h 2031"/>
                              <a:gd name="T12" fmla="*/ 404 w 4190"/>
                              <a:gd name="T13" fmla="*/ 0 h 2031"/>
                              <a:gd name="T14" fmla="*/ 404 w 4190"/>
                              <a:gd name="T15" fmla="*/ 0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31"/>
                              <a:gd name="T32" fmla="*/ 4190 w 4190"/>
                              <a:gd name="T33" fmla="*/ 2031 h 2031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520" w:rsidRDefault="00E97520" w:rsidP="00E975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 w 1744"/>
                              <a:gd name="T1" fmla="*/ 3 h 2097"/>
                              <a:gd name="T2" fmla="*/ 133 w 1744"/>
                              <a:gd name="T3" fmla="*/ 13 h 2097"/>
                              <a:gd name="T4" fmla="*/ 131 w 1744"/>
                              <a:gd name="T5" fmla="*/ 23 h 2097"/>
                              <a:gd name="T6" fmla="*/ 129 w 1744"/>
                              <a:gd name="T7" fmla="*/ 33 h 2097"/>
                              <a:gd name="T8" fmla="*/ 126 w 1744"/>
                              <a:gd name="T9" fmla="*/ 43 h 2097"/>
                              <a:gd name="T10" fmla="*/ 122 w 1744"/>
                              <a:gd name="T11" fmla="*/ 53 h 2097"/>
                              <a:gd name="T12" fmla="*/ 118 w 1744"/>
                              <a:gd name="T13" fmla="*/ 62 h 2097"/>
                              <a:gd name="T14" fmla="*/ 112 w 1744"/>
                              <a:gd name="T15" fmla="*/ 72 h 2097"/>
                              <a:gd name="T16" fmla="*/ 107 w 1744"/>
                              <a:gd name="T17" fmla="*/ 81 h 2097"/>
                              <a:gd name="T18" fmla="*/ 101 w 1744"/>
                              <a:gd name="T19" fmla="*/ 91 h 2097"/>
                              <a:gd name="T20" fmla="*/ 94 w 1744"/>
                              <a:gd name="T21" fmla="*/ 100 h 2097"/>
                              <a:gd name="T22" fmla="*/ 87 w 1744"/>
                              <a:gd name="T23" fmla="*/ 108 h 2097"/>
                              <a:gd name="T24" fmla="*/ 80 w 1744"/>
                              <a:gd name="T25" fmla="*/ 117 h 2097"/>
                              <a:gd name="T26" fmla="*/ 72 w 1744"/>
                              <a:gd name="T27" fmla="*/ 125 h 2097"/>
                              <a:gd name="T28" fmla="*/ 64 w 1744"/>
                              <a:gd name="T29" fmla="*/ 132 h 2097"/>
                              <a:gd name="T30" fmla="*/ 55 w 1744"/>
                              <a:gd name="T31" fmla="*/ 140 h 2097"/>
                              <a:gd name="T32" fmla="*/ 47 w 1744"/>
                              <a:gd name="T33" fmla="*/ 147 h 2097"/>
                              <a:gd name="T34" fmla="*/ 38 w 1744"/>
                              <a:gd name="T35" fmla="*/ 153 h 2097"/>
                              <a:gd name="T36" fmla="*/ 28 w 1744"/>
                              <a:gd name="T37" fmla="*/ 159 h 2097"/>
                              <a:gd name="T38" fmla="*/ 19 w 1744"/>
                              <a:gd name="T39" fmla="*/ 164 h 2097"/>
                              <a:gd name="T40" fmla="*/ 9 w 1744"/>
                              <a:gd name="T41" fmla="*/ 169 h 2097"/>
                              <a:gd name="T42" fmla="*/ 0 w 1744"/>
                              <a:gd name="T43" fmla="*/ 173 h 2097"/>
                              <a:gd name="T44" fmla="*/ 22 w 1744"/>
                              <a:gd name="T45" fmla="*/ 207 h 2097"/>
                              <a:gd name="T46" fmla="*/ 34 w 1744"/>
                              <a:gd name="T47" fmla="*/ 201 h 2097"/>
                              <a:gd name="T48" fmla="*/ 45 w 1744"/>
                              <a:gd name="T49" fmla="*/ 195 h 2097"/>
                              <a:gd name="T50" fmla="*/ 56 w 1744"/>
                              <a:gd name="T51" fmla="*/ 188 h 2097"/>
                              <a:gd name="T52" fmla="*/ 67 w 1744"/>
                              <a:gd name="T53" fmla="*/ 181 h 2097"/>
                              <a:gd name="T54" fmla="*/ 77 w 1744"/>
                              <a:gd name="T55" fmla="*/ 173 h 2097"/>
                              <a:gd name="T56" fmla="*/ 87 w 1744"/>
                              <a:gd name="T57" fmla="*/ 165 h 2097"/>
                              <a:gd name="T58" fmla="*/ 97 w 1744"/>
                              <a:gd name="T59" fmla="*/ 156 h 2097"/>
                              <a:gd name="T60" fmla="*/ 106 w 1744"/>
                              <a:gd name="T61" fmla="*/ 147 h 2097"/>
                              <a:gd name="T62" fmla="*/ 115 w 1744"/>
                              <a:gd name="T63" fmla="*/ 137 h 2097"/>
                              <a:gd name="T64" fmla="*/ 123 w 1744"/>
                              <a:gd name="T65" fmla="*/ 127 h 2097"/>
                              <a:gd name="T66" fmla="*/ 131 w 1744"/>
                              <a:gd name="T67" fmla="*/ 117 h 2097"/>
                              <a:gd name="T68" fmla="*/ 139 w 1744"/>
                              <a:gd name="T69" fmla="*/ 106 h 2097"/>
                              <a:gd name="T70" fmla="*/ 145 w 1744"/>
                              <a:gd name="T71" fmla="*/ 95 h 2097"/>
                              <a:gd name="T72" fmla="*/ 151 w 1744"/>
                              <a:gd name="T73" fmla="*/ 84 h 2097"/>
                              <a:gd name="T74" fmla="*/ 157 w 1744"/>
                              <a:gd name="T75" fmla="*/ 72 h 2097"/>
                              <a:gd name="T76" fmla="*/ 162 w 1744"/>
                              <a:gd name="T77" fmla="*/ 60 h 2097"/>
                              <a:gd name="T78" fmla="*/ 166 w 1744"/>
                              <a:gd name="T79" fmla="*/ 48 h 2097"/>
                              <a:gd name="T80" fmla="*/ 169 w 1744"/>
                              <a:gd name="T81" fmla="*/ 35 h 2097"/>
                              <a:gd name="T82" fmla="*/ 172 w 1744"/>
                              <a:gd name="T83" fmla="*/ 23 h 2097"/>
                              <a:gd name="T84" fmla="*/ 173 w 1744"/>
                              <a:gd name="T85" fmla="*/ 10 h 2097"/>
                              <a:gd name="T86" fmla="*/ 174 w 1744"/>
                              <a:gd name="T87" fmla="*/ 1 h 2097"/>
                              <a:gd name="T88" fmla="*/ 174 w 1744"/>
                              <a:gd name="T89" fmla="*/ 1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4"/>
                              <a:gd name="T136" fmla="*/ 0 h 2097"/>
                              <a:gd name="T137" fmla="*/ 1744 w 1744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520" w:rsidRDefault="00E97520" w:rsidP="00E975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0 h 13403"/>
                              <a:gd name="T2" fmla="*/ 0 w 400"/>
                              <a:gd name="T3" fmla="*/ 20 h 13403"/>
                              <a:gd name="T4" fmla="*/ 0 w 400"/>
                              <a:gd name="T5" fmla="*/ 1340 h 13403"/>
                              <a:gd name="T6" fmla="*/ 40 w 400"/>
                              <a:gd name="T7" fmla="*/ 1340 h 13403"/>
                              <a:gd name="T8" fmla="*/ 40 w 400"/>
                              <a:gd name="T9" fmla="*/ 20 h 13403"/>
                              <a:gd name="T10" fmla="*/ 20 w 400"/>
                              <a:gd name="T11" fmla="*/ 0 h 13403"/>
                              <a:gd name="T12" fmla="*/ 40 w 400"/>
                              <a:gd name="T13" fmla="*/ 20 h 13403"/>
                              <a:gd name="T14" fmla="*/ 40 w 400"/>
                              <a:gd name="T15" fmla="*/ 0 h 13403"/>
                              <a:gd name="T16" fmla="*/ 20 w 400"/>
                              <a:gd name="T17" fmla="*/ 0 h 13403"/>
                              <a:gd name="T18" fmla="*/ 20 w 400"/>
                              <a:gd name="T19" fmla="*/ 40 h 1340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3403"/>
                              <a:gd name="T32" fmla="*/ 400 w 400"/>
                              <a:gd name="T33" fmla="*/ 13403 h 13403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520" w:rsidRDefault="00E97520" w:rsidP="00E975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520" w:rsidRDefault="00E97520" w:rsidP="00E975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 w 5711"/>
                              <a:gd name="T1" fmla="*/ 20 h 400"/>
                              <a:gd name="T2" fmla="*/ 20 w 5711"/>
                              <a:gd name="T3" fmla="*/ 40 h 400"/>
                              <a:gd name="T4" fmla="*/ 571 w 5711"/>
                              <a:gd name="T5" fmla="*/ 40 h 400"/>
                              <a:gd name="T6" fmla="*/ 571 w 5711"/>
                              <a:gd name="T7" fmla="*/ 0 h 400"/>
                              <a:gd name="T8" fmla="*/ 20 w 5711"/>
                              <a:gd name="T9" fmla="*/ 0 h 400"/>
                              <a:gd name="T10" fmla="*/ 0 w 5711"/>
                              <a:gd name="T11" fmla="*/ 20 h 400"/>
                              <a:gd name="T12" fmla="*/ 20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 h 400"/>
                              <a:gd name="T18" fmla="*/ 40 w 5711"/>
                              <a:gd name="T19" fmla="*/ 20 h 4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5711"/>
                              <a:gd name="T31" fmla="*/ 0 h 400"/>
                              <a:gd name="T32" fmla="*/ 5711 w 5711"/>
                              <a:gd name="T33" fmla="*/ 400 h 40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520" w:rsidRDefault="00E97520" w:rsidP="00E975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10 h 4097"/>
                              <a:gd name="T2" fmla="*/ 40 w 400"/>
                              <a:gd name="T3" fmla="*/ 410 h 4097"/>
                              <a:gd name="T4" fmla="*/ 4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10 h 4097"/>
                              <a:gd name="T10" fmla="*/ 20 w 400"/>
                              <a:gd name="T11" fmla="*/ 410 h 4097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w 400"/>
                              <a:gd name="T19" fmla="*/ 0 h 4097"/>
                              <a:gd name="T20" fmla="*/ 400 w 400"/>
                              <a:gd name="T21" fmla="*/ 4097 h 4097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520" w:rsidRDefault="00E97520" w:rsidP="00E975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641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E97520" w:rsidRDefault="00E97520" w:rsidP="00E975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E97520" w:rsidRDefault="00E97520" w:rsidP="00E975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E97520" w:rsidRDefault="00E97520" w:rsidP="00E975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E97520" w:rsidRDefault="00E97520" w:rsidP="00E975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E97520" w:rsidRDefault="00E97520" w:rsidP="00E975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E97520" w:rsidRDefault="00E97520" w:rsidP="00E975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E97520" w:rsidRDefault="00E97520" w:rsidP="00E975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E97520" w:rsidRDefault="00E97520" w:rsidP="00E975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E97520" w:rsidRDefault="00E97520" w:rsidP="00E975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E97520" w:rsidRDefault="00E97520" w:rsidP="00E975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E97520" w:rsidRDefault="00E97520" w:rsidP="00E975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E97520" w:rsidRDefault="00E97520" w:rsidP="00E975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E97520" w:rsidRDefault="00E97520" w:rsidP="00E975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E97520" w:rsidRDefault="00E97520" w:rsidP="00E975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E97520" w:rsidRDefault="00E97520" w:rsidP="00E975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E97520" w:rsidRDefault="00E97520" w:rsidP="00E975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E97520" w:rsidRDefault="00E97520" w:rsidP="00E975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E97520" w:rsidRDefault="00E97520" w:rsidP="00E975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E97520" w:rsidRDefault="00E97520" w:rsidP="00E975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E97520" w:rsidRDefault="00E97520" w:rsidP="00E975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E97520" w:rsidRDefault="00E97520" w:rsidP="00E975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0,0,400,1632"/>
                  <v:textbox>
                    <w:txbxContent>
                      <w:p w:rsidR="00E97520" w:rsidRDefault="00E97520" w:rsidP="00E975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E97520" w:rsidRDefault="00E97520" w:rsidP="00E975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0,0,4190,2060"/>
                  <v:textbox>
                    <w:txbxContent>
                      <w:p w:rsidR="00E97520" w:rsidRDefault="00E97520" w:rsidP="00E975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0,0,4190,2031"/>
                  <v:textbox>
                    <w:txbxContent>
                      <w:p w:rsidR="00E97520" w:rsidRDefault="00E97520" w:rsidP="00E975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E97520" w:rsidRDefault="00E97520" w:rsidP="00E975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0,0,400,13403"/>
                  <v:textbox>
                    <w:txbxContent>
                      <w:p w:rsidR="00E97520" w:rsidRDefault="00E97520" w:rsidP="00E975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E97520" w:rsidRDefault="00E97520" w:rsidP="00E975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0,0,5711,400"/>
                  <v:textbox>
                    <w:txbxContent>
                      <w:p w:rsidR="00E97520" w:rsidRDefault="00E97520" w:rsidP="00E975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,41;4,41;4,0;0,0;0,41;2,41" o:connectangles="0,0,0,0,0,0" textboxrect="0,0,400,4097"/>
                  <v:textbox>
                    <w:txbxContent>
                      <w:p w:rsidR="00E97520" w:rsidRDefault="00E97520" w:rsidP="00E975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97520" w:rsidRPr="00D02183" w:rsidRDefault="00E97520" w:rsidP="00E9752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E97520" w:rsidRPr="00D02183" w:rsidRDefault="00E97520" w:rsidP="00E9752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E97520" w:rsidRPr="00D02183" w:rsidRDefault="00E97520" w:rsidP="00E9752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E97520" w:rsidRDefault="00E97520" w:rsidP="00E9752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E97520" w:rsidRPr="00D02183" w:rsidRDefault="00E97520" w:rsidP="00E9752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E97520" w:rsidRPr="00D02183" w:rsidRDefault="00E97520" w:rsidP="00E97520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E97520" w:rsidRPr="00D02183" w:rsidRDefault="00E97520" w:rsidP="00E9752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E97520" w:rsidRPr="00D02183" w:rsidRDefault="00E97520" w:rsidP="00E9752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E97520" w:rsidRPr="00D02183" w:rsidRDefault="00E97520" w:rsidP="00E9752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E97520" w:rsidRPr="00D02183" w:rsidRDefault="00E97520" w:rsidP="00E9752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РІШЕННЯ</w:t>
      </w:r>
    </w:p>
    <w:p w:rsidR="00E97520" w:rsidRPr="00D02183" w:rsidRDefault="00E97520" w:rsidP="00E9752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E97520" w:rsidRPr="00D02183" w:rsidRDefault="00E97520" w:rsidP="00E97520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ХХХХ</w:t>
      </w:r>
      <w:r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I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сесії сільської ради  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V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ІІ скликання</w:t>
      </w:r>
    </w:p>
    <w:p w:rsidR="00E97520" w:rsidRPr="00D02183" w:rsidRDefault="00E97520" w:rsidP="00E97520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E97520" w:rsidRPr="00D02183" w:rsidRDefault="00E97520" w:rsidP="00E97520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23.09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.2020 року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Крупець                                                       №___</w:t>
      </w:r>
    </w:p>
    <w:p w:rsidR="00E97520" w:rsidRPr="00D02183" w:rsidRDefault="00E97520" w:rsidP="00E97520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E97520" w:rsidRPr="00D02183" w:rsidRDefault="00E97520" w:rsidP="00E97520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E97520" w:rsidRPr="00D02183" w:rsidRDefault="00E97520" w:rsidP="00E97520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проекту землеустрою</w:t>
      </w:r>
    </w:p>
    <w:p w:rsidR="00E97520" w:rsidRPr="00D02183" w:rsidRDefault="00E97520" w:rsidP="00E97520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щодо відведення земельної ділянки  та</w:t>
      </w:r>
    </w:p>
    <w:p w:rsidR="00E97520" w:rsidRPr="00D02183" w:rsidRDefault="00E97520" w:rsidP="00E97520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передачі  її у власність  </w:t>
      </w:r>
    </w:p>
    <w:p w:rsidR="00E97520" w:rsidRPr="00D02183" w:rsidRDefault="00E97520" w:rsidP="00E97520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Ткачук О.Г.</w:t>
      </w:r>
    </w:p>
    <w:p w:rsidR="00E97520" w:rsidRPr="00D02183" w:rsidRDefault="00E97520" w:rsidP="00E97520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E97520" w:rsidRPr="00D02183" w:rsidRDefault="00E97520" w:rsidP="00E97520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E97520" w:rsidRDefault="00E97520" w:rsidP="00E9752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нь», розглянувши заяву Ткачук О.Г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., сільська   рада    </w:t>
      </w:r>
    </w:p>
    <w:p w:rsidR="00E97520" w:rsidRPr="00D02183" w:rsidRDefault="00E97520" w:rsidP="00E9752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E97520" w:rsidRPr="00D02183" w:rsidRDefault="00E97520" w:rsidP="00E9752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1. Затверди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ти Ткачук Ользі Григорівні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проект землеустрою щодо відведення земельної ділянки, </w:t>
      </w:r>
      <w:r w:rsidRPr="00D02183">
        <w:rPr>
          <w:rFonts w:ascii="Times New Roman" w:eastAsia="Arial Unicode MS" w:hAnsi="Times New Roman"/>
          <w:sz w:val="24"/>
          <w:szCs w:val="24"/>
          <w:lang w:eastAsia="uk-UA"/>
        </w:rPr>
        <w:t>для</w:t>
      </w:r>
      <w:r w:rsidRPr="009D4F9B">
        <w:rPr>
          <w:rFonts w:ascii="Times New Roman" w:eastAsia="Arial Unicode MS" w:hAnsi="Times New Roman"/>
          <w:sz w:val="24"/>
          <w:szCs w:val="24"/>
          <w:lang w:eastAsia="uk-UA"/>
        </w:rPr>
        <w:t xml:space="preserve"> ведення особистого селянського господарства,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площею 0,0995</w:t>
      </w:r>
      <w:r w:rsidRPr="009D4F9B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га, яка розташована Хмельницька область,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н,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с.Головлі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E97520" w:rsidRPr="00D02183" w:rsidRDefault="00E97520" w:rsidP="00E9752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2. Переда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ти</w:t>
      </w:r>
      <w:r w:rsidRPr="00B97CF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Ткачук Ользі Григорівні, яка зареєстрована за адресою: </w:t>
      </w:r>
      <w:r w:rsidR="00B87E21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________________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і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B87E21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__________</w:t>
      </w:r>
      <w:bookmarkStart w:id="0" w:name="_GoBack"/>
      <w:bookmarkEnd w:id="0"/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у власність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земельну ділянку, площею 0,1403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га, кадастровий номер: 6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823982100:02:002:0008,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D02183">
        <w:rPr>
          <w:rFonts w:ascii="Times New Roman" w:eastAsia="Arial Unicode MS" w:hAnsi="Times New Roman"/>
          <w:sz w:val="24"/>
          <w:szCs w:val="24"/>
          <w:lang w:eastAsia="uk-UA"/>
        </w:rPr>
        <w:t>для</w:t>
      </w:r>
      <w:r w:rsidRPr="009D4F9B">
        <w:rPr>
          <w:rFonts w:ascii="Times New Roman" w:eastAsia="Arial Unicode MS" w:hAnsi="Times New Roman"/>
          <w:sz w:val="24"/>
          <w:szCs w:val="24"/>
          <w:lang w:eastAsia="uk-UA"/>
        </w:rPr>
        <w:t xml:space="preserve"> ведення особистого селянського господарства, </w:t>
      </w:r>
      <w:r w:rsidRPr="009D4F9B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яка розташована Хмельницька область,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н,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с.Нижні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Головлі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E97520" w:rsidRPr="00D02183" w:rsidRDefault="00E97520" w:rsidP="00E97520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3. Ткачук О.Г., якій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E97520" w:rsidRPr="00D02183" w:rsidRDefault="00E97520" w:rsidP="00E97520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97520" w:rsidRPr="00E97520" w:rsidRDefault="00E97520" w:rsidP="00E9752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</w:pPr>
    </w:p>
    <w:p w:rsidR="009847E3" w:rsidRPr="00E97520" w:rsidRDefault="00E97520" w:rsidP="00E97520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Сільський голова                                   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         В.А.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Михалюк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</w:p>
    <w:sectPr w:rsidR="009847E3" w:rsidRPr="00E9752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520"/>
    <w:rsid w:val="00171A2E"/>
    <w:rsid w:val="00304C90"/>
    <w:rsid w:val="00505B6D"/>
    <w:rsid w:val="006D3977"/>
    <w:rsid w:val="007D6C18"/>
    <w:rsid w:val="009847E3"/>
    <w:rsid w:val="00B87E21"/>
    <w:rsid w:val="00D1641A"/>
    <w:rsid w:val="00E97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520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520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279</Words>
  <Characters>1593</Characters>
  <Application>Microsoft Office Word</Application>
  <DocSecurity>0</DocSecurity>
  <Lines>13</Lines>
  <Paragraphs>3</Paragraphs>
  <ScaleCrop>false</ScaleCrop>
  <Company>Microsoft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2020-09-17T15:29:00Z</dcterms:created>
  <dcterms:modified xsi:type="dcterms:W3CDTF">2020-09-17T15:51:00Z</dcterms:modified>
</cp:coreProperties>
</file>