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C14" w:rsidRPr="003B50D1" w:rsidRDefault="004C0C14" w:rsidP="004C0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C0C14" w:rsidRPr="003B50D1" w:rsidRDefault="004C0C14" w:rsidP="004C0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C0C14" w:rsidRPr="003B50D1" w:rsidRDefault="004C0C14" w:rsidP="004C0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956716" wp14:editId="0CA09B1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259" name="Группа 23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2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0C14" w:rsidRDefault="004C0C14" w:rsidP="004C0C1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25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U4I23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xSbcAA&#10;AADeAAAADwAAAGRycy9kb3ducmV2LnhtbESPywrCMBBF94L/EEZwp6ktqFSjiKi4EMTXfmjGtthM&#10;ShO1/r1ZCC4v98WZL1tTiRc1rrSsYDSMQBBnVpecK7hetoMpCOeRNVaWScGHHCwX3c4cU23ffKLX&#10;2ecijLBLUUHhfZ1K6bKCDLqhrYmDd7eNQR9kk0vd4DuMm0rGUTSWBksODwXWtC4oe5yfRoFNdvvD&#10;LY9PyYYnnlfH6f3WHpTq99rVDISn1v/Dv/ZeK4iTeBwAAk5AAbn4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9xSbc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FVckA&#10;AADeAAAADwAAAGRycy9kb3ducmV2LnhtbESPT0sDMRTE74LfIbyCl2KzXWHVtWmRwqrtQegf8PrY&#10;PDdbNy9LEtu1n94IBY/DzPyGmS0G24kj+dA6VjCdZCCIa6dbbhTsd9XtA4gQkTV2jknBDwVYzK+v&#10;Zlhqd+INHbexEQnCoUQFJsa+lDLUhiyGieuJk/fpvMWYpG+k9nhKcNvJPMsKabHltGCwp6Wh+mv7&#10;bRUcqnfzsbw/v/jx44bO42r92q0KpW5Gw/MTiEhD/A9f2m9aQX6XF1P4u5OugJz/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lRFV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/I8MA&#10;AADeAAAADwAAAGRycy9kb3ducmV2LnhtbESP3YrCMBCF7wXfIYywN7KmVhCpTUWWdRFvRN0HGJqx&#10;KTaT0kTbffuNIHh5OD8fJ98MthEP6nztWMF8loAgLp2uuVLwe9l9rkD4gKyxcUwK/sjDphiPcsy0&#10;6/lEj3OoRBxhn6ECE0KbSelLQxb9zLXE0bu6zmKIsquk7rCP47aRaZIspcWaI8FgS1+Gytv5biPk&#10;uMDj4dpfdj8D9vh9MDzdnpT6mAzbNYhAQ3iHX+29VpAu0mUKzzvxCsj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V/I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PgsYA&#10;AADe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ZTLslrC3518B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3Pg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BCzMQA&#10;AADeAAAADwAAAGRycy9kb3ducmV2LnhtbESP3YrCMBCF74V9hzDC3oim1kWWahRZVhFvpLoPMDRj&#10;U2wmpYm2vr0RhL08nJ+Ps1z3thZ3an3lWMF0koAgLpyuuFTwd96Ov0H4gKyxdkwKHuRhvfoYLDHT&#10;ruOc7qdQijjCPkMFJoQmk9IXhiz6iWuIo3dxrcUQZVtK3WIXx20t0ySZS4sVR4LBhn4MFdfTzUbI&#10;cYbHw6U7b3c9dvh7MDza5Ep9DvvNAkSgPvyH3+29VpDO0vkXvO7EK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wQs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ybcYA&#10;AADeAAAADwAAAGRycy9kb3ducmV2LnhtbESPQUvDQBSE70L/w/IEb3ZjtFFit6VUhSJ4sAri7ZF9&#10;TYLZt8vus4n/visIHoeZ+YZZric3qCPF1Hs2cDUvQBE33vbcGnh/e7q8A5UE2eLgmQz8UIL1ana2&#10;xNr6kV/puJdWZQinGg10IqHWOjUdOUxzH4izd/DRoWQZW20jjhnuBl0WRaUd9pwXOgy07aj52n87&#10;Ay/jY3i+rRaH8BlvSp0erHxsxZiL82lzD0pokv/wX3tnDZTXZbWA3zv5CujV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jyb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9x88cA&#10;AADeAAAADwAAAGRycy9kb3ducmV2LnhtbESPUWvCMBSF3wf7D+EO9iKaWrGMzihTCAobjDlhr5fm&#10;2pY1NyXJbP33ZjDY4+Gc8x3OajPaTlzIh9axgvksA0FcOdNyreD0qadPIEJENtg5JgVXCrBZ39+t&#10;sDRu4A+6HGMtEoRDiQqaGPtSylA1ZDHMXE+cvLPzFmOSvpbG45DgtpN5lhXSYstpocGedg1V38cf&#10;q2D7PtQLP6m2o3s977+WWhv9ppV6fBhfnkFEGuN/+K99MAryRV4U8HsnXQG5v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vcfP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Oel8YA&#10;AADeAAAADwAAAGRycy9kb3ducmV2LnhtbESP3WoCMRSE7wu+QzhC72rWbauyGkWUhVJ6488DHDbH&#10;zermZEniun37plDo5TAz3zCrzWBb0ZMPjWMF00kGgrhyuuFawflUvixAhIissXVMCr4pwGY9elph&#10;od2DD9QfYy0ShEOBCkyMXSFlqAxZDBPXESfv4rzFmKSvpfb4SHDbyjzLZtJiw2nBYEc7Q9XteLcK&#10;ys/8q7/dtS/ddniz9G6ui71R6nk8bJcgIg3xP/zX/tAK8td8NoffO+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Oel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xAGsQA&#10;AADeAAAADwAAAGRycy9kb3ducmV2LnhtbERPW2vCMBR+H+w/hDPYy5ipFWVUo+ggbKAgXsDXQ3Ns&#10;i81JSTLb/XvzMNjjx3dfrAbbijv50DhWMB5lIIhLZxquFJxP+v0DRIjIBlvHpOCXAqyWz08LLIzr&#10;+UD3Y6xECuFQoII6xq6QMpQ1WQwj1xEn7uq8xZigr6Tx2Kdw28o8y2bSYsOpocaOPmsqb8cfq2Cz&#10;76uJfys3g9tevy5TrY3eaaVeX4b1HESkIf6L/9zfRkE+yWdpb7qTr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8QB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CvfsYA&#10;AADe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8td8toDfO+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Cvf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0O1sMA&#10;AADeAAAADwAAAGRycy9kb3ducmV2LnhtbESPy4rCMBSG98K8QzgDs7Op9TJDbRQZcNCl1Qc4NMe2&#10;tDmpTcbWtzcLweXPf+PLtqNpxZ16V1tWMItiEMSF1TWXCi7n/fQHhPPIGlvLpOBBDrabj0mGqbYD&#10;n+ie+1KEEXYpKqi871IpXVGRQRfZjjh4V9sb9EH2pdQ9DmHctDKJ45U0WHN4qLCj34qKJv83ChaP&#10;4e+WL5t4rw3NjvPuyL5YKvX1Oe7WIDyN/h1+tQ9aQTJPvgNAwAko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K0O1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O94sYA&#10;AADeAAAADwAAAGRycy9kb3ducmV2LnhtbESPQWvCQBSE7wX/w/IEb3WTCLamrkGUiPTURtvzI/tM&#10;QrNvQ3aj8d+7hUKPw8x8w6yz0bTiSr1rLCuI5xEI4tLqhisF51P+/ArCeWSNrWVScCcH2WbytMZU&#10;2xt/0rXwlQgQdikqqL3vUildWZNBN7cdcfAutjfog+wrqXu8BbhpZRJFS2mw4bBQY0e7msqfYjAK&#10;huV3cubLu/4o9vfDap9vnfyqlJpNx+0bCE+j/w//tY9aQbJIXmL4vROu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O94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6TiMkA&#10;AADeAAAADwAAAGRycy9kb3ducmV2LnhtbESPT2vCQBTE7wW/w/IEb3VjlFRTV1Gh0PZQ8d+ht9fs&#10;axLNvk2zq8Zv3y0UPA4z8xtmOm9NJS7UuNKygkE/AkGcWV1yrmC/e3kcg3AeWWNlmRTcyMF81nmY&#10;YqrtlTd02fpcBAi7FBUU3teplC4ryKDr25o4eN+2MeiDbHKpG7wGuKlkHEWJNFhyWCiwplVB2Wl7&#10;NgoO63EyWS/fRsf3jy8cGv3zqctEqV63XTyD8NT6e/i//aoVxMP4KYa/O+EK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l6Ti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uhh8YA&#10;AADeAAAADwAAAGRycy9kb3ducmV2LnhtbESPT2vCQBTE70K/w/IK3nRjIiqpq7SKWjz5D7w+sq9J&#10;MPs2ZFeNfvpuoeBxmJnfMNN5aypxo8aVlhUM+hEI4szqknMFp+OqNwHhPLLGyjIpeJCD+eytM8VU&#10;2zvv6XbwuQgQdikqKLyvUyldVpBB17c1cfB+bGPQB9nkUjd4D3BTyTiKRtJgyWGhwJoWBWWXw9Uo&#10;eI7OuHOb+GuZaE+P4WRtt7u1Ut339vMDhKfWv8L/7W+tIE7icQJ/d8IV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uhh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tQXcYA&#10;AADeAAAADwAAAGRycy9kb3ducmV2LnhtbESPwW7CMBBE75X6D9YicQOHkFJIMahCIPVWCP2AVbx1&#10;IuJ1iA2Efn1dCanH0cy80SzXvW3ElTpfO1YwGScgiEunazYKvo670RyED8gaG8ek4E4e1qvnpyXm&#10;2t34QNciGBEh7HNUUIXQ5lL6siKLfuxa4uh9u85iiLIzUnd4i3DbyDRJZtJizXGhwpY2FZWn4mIV&#10;nF36ovtii5+n7WJfG5Odfw6ZUsNB//4GIlAf/sOP9odWkE7T1wz+7sQr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tQX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TLcYA&#10;AADeAAAADwAAAGRycy9kb3ducmV2LnhtbESPzW7CMBCE70i8g7VI3IpDEISmGNRWQuLKz4HjYi9J&#10;IF6H2IW0T19XqsRxNDPfaBarztbiTq2vHCsYjxIQxNqZigsFh/36ZQ7CB2SDtWNS8E0eVst+b4G5&#10;cQ/e0n0XChEh7HNUUIbQ5FJ6XZJFP3INcfTOrrUYomwLaVp8RLitZZokM2mx4rhQYkOfJenr7ssq&#10;2FQnms70+dXOP/T2+HMLk+xilBoOuvc3EIG68Az/tzdGQTpJsyn83YlX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uTL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0jcMA&#10;AADeAAAADwAAAGRycy9kb3ducmV2LnhtbERPW2vCMBR+F/wP4Qh709QOdFajzMFgY1Pwgr4emmNT&#10;bE5Kk9X675eBsMfvzrdYdbYSLTW+dKxgPEpAEOdOl1woOB7ehy8gfEDWWDkmBXfysFr2ewvMtLvx&#10;jtp9KEQsYZ+hAhNCnUnpc0MW/cjVxFG7uMZiiLAppG7wFsttJdMkmUiLJccFgzW9Gcqv+x+roMXt&#10;PTmb9Wb2WX7n6XZ9+tKRV0+D7nUOIlAX/s2P9IdWkD6n0wn83YlXQ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j0j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mOjMUA&#10;AADeAAAADwAAAGRycy9kb3ducmV2LnhtbESPQUsDMRSE74L/ITzBm802gpW1aSlCxaOuHjw+N6+b&#10;rZv3liR2V3+9EQSPw8x8w6y3cxjUiWLqhS0sFxUo4lZcz52F15f91S2olJEdDsJk4YsSbDfnZ2us&#10;nUz8TKcmd6pAONVowec81lqn1lPAtJCRuHgHiQFzkbHTLuJU4GHQpqpudMCey4LHke49tR/NZ7Aw&#10;PbTvR3N4c/47jrJvnuRoBrH28mLe3YHKNOf/8F/70Vkw12a1g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eY6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4K6cMA&#10;AADeAAAADwAAAGRycy9kb3ducmV2LnhtbERPW2vCMBR+H/gfwhH2NtN1oNIZxSuITESd78fmrK0m&#10;J6WJ2v375WHg48d3H01aa8SdGl85VvDeS0AQ505XXCj4Pq7ehiB8QNZoHJOCX/IwGXdeRphp9+A9&#10;3Q+hEDGEfYYKyhDqTEqfl2TR91xNHLkf11gMETaF1A0+Yrg1Mk2SvrRYcWwosaZ5Sfn1cLMKVruF&#10;uaTb/fQkw3w5OJvhZrb4Uuq1204/QQRqw1P8715rBelHOoh74514BeT4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4K6c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Ry5sgA&#10;AADeAAAADwAAAGRycy9kb3ducmV2LnhtbESPQWvCQBSE70L/w/IKvYhuGrG1aVYRoWhBodVCr8/s&#10;axKSfRuya4z/visIHoeZ+YZJF72pRUetKy0reB5HIIgzq0vOFfwcPkYzEM4ja6wtk4ILOVjMHwYp&#10;Jtqe+Zu6vc9FgLBLUEHhfZNI6bKCDLqxbYiD92dbgz7INpe6xXOAm1rGUfQiDZYcFgpsaFVQVu1P&#10;RkH3tT3mm841n9Vs6KaT43q9079KPT32y3cQnnp/D9/aG60gnsSvb3C9E66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pHLm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0C14" w:rsidRDefault="004C0C14" w:rsidP="004C0C1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fVQccA&#10;AADeAAAADwAAAGRycy9kb3ducmV2LnhtbESPzWrCQBSF94LvMFyhO52Y2hJTR9FCwY1QbRe6u2Zu&#10;k2DmTjoz1ejTOwuhy8P545stOtOIMzlfW1YwHiUgiAuray4VfH99DDMQPiBrbCyTgit5WMz7vRnm&#10;2l54S+ddKEUcYZ+jgiqENpfSFxUZ9CPbEkfvxzqDIUpXSu3wEsdNI9MkeZUGa44PFbb0XlFx2v0Z&#10;Batptvr9nPDmtj0e6LA/nl5Slyj1NOiWbyACdeE//GivtYL0Oc0iQMSJKC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n1UHHAAAA3gAAAA8AAAAAAAAAAAAAAAAAmAIAAGRy&#10;cy9kb3ducmV2LnhtbFBLBQYAAAAABAAEAPUAAACMAwAAAAA=&#10;" fillcolor="black" stroked="f">
                  <v:textbox>
                    <w:txbxContent>
                      <w:p w:rsidR="004C0C14" w:rsidRDefault="004C0C14" w:rsidP="004C0C1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+2sgA&#10;AADeAAAADwAAAGRycy9kb3ducmV2LnhtbESPT2vCQBTE7wW/w/IK3urGSCWkrlJtCwXtwT+HHp/Z&#10;Z7Ik+zZktxr99F2h0OMwM79hZoveNuJMnTeOFYxHCQjiwmnDpYLD/uMpA+EDssbGMSm4kofFfPAw&#10;w1y7C2/pvAuliBD2OSqoQmhzKX1RkUU/ci1x9E6usxii7EqpO7xEuG1kmiRTadFwXKiwpVVFRb37&#10;sQq+11OTbQ2lx81t+a43z/Xy661WavjYv76ACNSH//Bf+1MrSCdpNob7nXgF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qH7a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iNn8YA&#10;AADeAAAADwAAAGRycy9kb3ducmV2LnhtbESPQWsCMRSE74X+h/AEbzXrCmXZGkUsRS8etJZeH5vX&#10;zbqbl20SdfXXN4VCj8PMfMPMl4PtxIV8aBwrmE4yEMSV0w3XCo7vb08FiBCRNXaOScGNAiwXjw9z&#10;LLW78p4uh1iLBOFQogITY19KGSpDFsPE9cTJ+3LeYkzS11J7vCa47WSeZc/SYsNpwWBPa0NVezhb&#10;BX71+dre+fzRZvfdLWxOw3eBRqnxaFi9gIg0xP/wX3urFeSzvMjh9066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iNn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WeT8cA&#10;AADe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sjH+XQMf3fSFd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Vnk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xHYccA&#10;AADeAAAADwAAAGRycy9kb3ducmV2LnhtbESPQWsCMRSE70L/Q3gFb5p1W4psjWIrwl56cGvx+tw8&#10;N4vJy7JJde2vb4RCj8PMfMMsVoOz4kJ9aD0rmE0zEMS11y03Cvaf28kcRIjIGq1nUnCjAKvlw2iB&#10;hfZX3tGlio1IEA4FKjAxdoWUoTbkMEx9R5y8k+8dxiT7RuoerwnurMyz7EU6bDktGOzo3VB9rr6d&#10;gk3V2Xxfmrdw+Po4Hm35s6XDRqnx47B+BRFpiP/hv3apFeRP+fwZ7nfSFZ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sR2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VQzMYA&#10;AADeAAAADwAAAGRycy9kb3ducmV2LnhtbESPQWvCQBSE74X+h+UVequ7ptRKmo2UoiD0VKuH3h67&#10;zySafRuyq4n/3i0IHoeZ+YYpFqNrxZn60HjWMJ0oEMTG24YrDdvf1cscRIjIFlvPpOFCARbl40OB&#10;ufUD/9B5EyuRIBxy1FDH2OVSBlOTwzDxHXHy9r53GJPsK2l7HBLctTJTaiYdNpwWauzoqyZz3Jyc&#10;hsNKfnuj0Oy2u2Ft3/+WM2qV1s9P4+cHiEhjvIdv7bXVkL1m8zf4v5OugCy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mVQz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893MYA&#10;AADeAAAADwAAAGRycy9kb3ducmV2LnhtbESPQWvCQBSE7wX/w/IEb3VjBAnRVVQoFKUHtRSPz+wz&#10;Ccm+Dburxn/fFQo9DjPzDbNY9aYVd3K+tqxgMk5AEBdW11wq+D59vGcgfEDW2FomBU/ysFoO3haY&#10;a/vgA92PoRQRwj5HBVUIXS6lLyoy6Me2I47e1TqDIUpXSu3wEeGmlWmSzKTBmuNChR1tKyqa480o&#10;ON/2fP2a7tZuE35sf/JNeskapUbDfj0HEagP/+G/9qdWkE7TbAavO/EK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893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C0C14" w:rsidRDefault="004C0C14" w:rsidP="004C0C1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5NNckA&#10;AADeAAAADwAAAGRycy9kb3ducmV2LnhtbESPT2vCQBTE7wW/w/KE3urGtLVpdBUtFHop+KeHentm&#10;n0kw+zbd3Wrqp+8KgsdhZn7DTGadacSRnK8tKxgOEhDEhdU1lwq+Nu8PGQgfkDU2lknBH3mYTXt3&#10;E8y1PfGKjutQighhn6OCKoQ2l9IXFRn0A9sSR29vncEQpSuldniKcNPINElG0mDNcaHClt4qKg7r&#10;X6Ng8ZotfpZP/Hle7ba0/d4dnlOXKHXf7+ZjEIG6cAtf2x9aQfqYZi9wuROvgJz+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85NNckAAADeAAAADwAAAAAAAAAAAAAAAACYAgAA&#10;ZHJzL2Rvd25yZXYueG1sUEsFBgAAAAAEAAQA9QAAAI4DAAAAAA==&#10;" fillcolor="black" stroked="f">
                  <v:textbox>
                    <w:txbxContent>
                      <w:p w:rsidR="004C0C14" w:rsidRDefault="004C0C14" w:rsidP="004C0C1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fS7cMA&#10;AADeAAAADwAAAGRycy9kb3ducmV2LnhtbERPz2vCMBS+D/wfwhN2m6kVhnRGKYI4dqrOseuzeWuK&#10;zUtJstj998thsOPH93uzm+wgEvnQO1awXBQgiFune+4UXN4PT2sQISJrHByTgh8KsNvOHjZYaXfn&#10;E6Vz7EQO4VChAhPjWEkZWkMWw8KNxJn7ct5izNB3Unu853A7yLIonqXFnnODwZH2htrb+dsqSNd9&#10;U6/SZzKnN1933jXHj2uj1ON8ql9ARJriv/jP/aoVlKtynffmO/kKy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fS7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C0C14" w:rsidRDefault="004C0C14" w:rsidP="004C0C1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zf8cA&#10;AADeAAAADwAAAGRycy9kb3ducmV2LnhtbESPQWvCQBSE70L/w/KE3nRjCqLRVUTaYr1YY6EeH9nX&#10;bGj2bciuMfXXdwtCj8PMfMMs172tRUetrxwrmIwTEMSF0xWXCj5OL6MZCB+QNdaOScEPeVivHgZL&#10;zLS78pG6PJQiQthnqMCE0GRS+sKQRT92DXH0vlxrMUTZllK3eI1wW8s0SabSYsVxwWBDW0PFd36x&#10;Cvxk+/y5t7d5d341fMjfzPS9NEo9DvvNAkSgPvyH7+2dVpA+pbM5/N2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HM3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C0C14" w:rsidRDefault="004C0C14" w:rsidP="004C0C1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C0C14" w:rsidRPr="003B50D1" w:rsidRDefault="004C0C14" w:rsidP="004C0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C0C14" w:rsidRPr="003B50D1" w:rsidRDefault="004C0C14" w:rsidP="004C0C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C0C14" w:rsidRPr="003B50D1" w:rsidRDefault="004C0C14" w:rsidP="004C0C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C0C14" w:rsidRPr="003B50D1" w:rsidRDefault="004C0C14" w:rsidP="004C0C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4C0C14" w:rsidRPr="003B50D1" w:rsidRDefault="004C0C14" w:rsidP="004C0C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C0C14" w:rsidRPr="003B50D1" w:rsidRDefault="004C0C14" w:rsidP="004C0C1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4C0C14" w:rsidRPr="003B50D1" w:rsidRDefault="004C0C14" w:rsidP="004C0C1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C0C14" w:rsidRPr="003B50D1" w:rsidRDefault="004C0C14" w:rsidP="004C0C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0C14" w:rsidRPr="003B50D1" w:rsidRDefault="004C0C14" w:rsidP="004C0C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C0C14" w:rsidRPr="003B50D1" w:rsidRDefault="004C0C14" w:rsidP="004C0C1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C0C14" w:rsidRPr="003B50D1" w:rsidRDefault="004C0C14" w:rsidP="004C0C1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4C0C14" w:rsidRPr="003B50D1" w:rsidRDefault="004C0C14" w:rsidP="004C0C1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Писаній І. В.</w:t>
      </w: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Писаної І.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Писаній Ірині Володимирівні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індивідуального садівництва площею  0,1200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ОК СТ «Будівельник».</w:t>
      </w: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Писаній Ірині Володимирівні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="00B2336B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B2336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0,1200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6823986800:06:007:0187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ОК СТ «Будівельник».</w:t>
      </w:r>
    </w:p>
    <w:p w:rsidR="004C0C14" w:rsidRPr="003B50D1" w:rsidRDefault="004C0C14" w:rsidP="004C0C1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Писаній І. В.,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C0C14" w:rsidRPr="003B50D1" w:rsidRDefault="004C0C14" w:rsidP="004C0C1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C0C14" w:rsidRPr="003B50D1" w:rsidRDefault="004C0C14" w:rsidP="004C0C1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3C6CB8" w:rsidRDefault="003C6CB8"/>
    <w:sectPr w:rsidR="003C6C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0C14"/>
    <w:rsid w:val="003C6CB8"/>
    <w:rsid w:val="004C0C14"/>
    <w:rsid w:val="00B2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1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C1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2022-02-11T13:57:00Z</dcterms:created>
  <dcterms:modified xsi:type="dcterms:W3CDTF">2022-02-14T08:04:00Z</dcterms:modified>
</cp:coreProperties>
</file>