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9CD" w:rsidRPr="004102D1" w:rsidRDefault="002149CD" w:rsidP="002149CD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9CD" w:rsidRDefault="002149CD" w:rsidP="00214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149CD" w:rsidRDefault="002149CD" w:rsidP="00214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149CD" w:rsidRPr="000A4F3E" w:rsidRDefault="002149CD" w:rsidP="002149CD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9CD" w:rsidRPr="000A4F3E" w:rsidRDefault="002149CD" w:rsidP="002149C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149CD" w:rsidRPr="000A4F3E" w:rsidRDefault="002149CD" w:rsidP="002149C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149CD" w:rsidRDefault="002149CD" w:rsidP="002149C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2149CD" w:rsidRPr="00CA5B65" w:rsidRDefault="002149CD" w:rsidP="002149CD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2149CD" w:rsidRPr="00CA5B65" w:rsidRDefault="002149CD" w:rsidP="002149CD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2149CD" w:rsidRPr="00CA5B65" w:rsidRDefault="002149CD" w:rsidP="002149CD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2149CD" w:rsidRDefault="002149CD" w:rsidP="002149CD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2149CD" w:rsidRPr="00CA5B65" w:rsidRDefault="002149CD" w:rsidP="002149CD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Ніколайчуку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2149CD" w:rsidRPr="00CA5B65" w:rsidRDefault="002149CD" w:rsidP="002149CD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</w:p>
    <w:p w:rsidR="002149CD" w:rsidRPr="00CA5B65" w:rsidRDefault="002149CD" w:rsidP="002149CD">
      <w:pPr>
        <w:spacing w:after="0"/>
        <w:rPr>
          <w:rFonts w:ascii="Times New Roman" w:hAnsi="Times New Roman"/>
          <w:b/>
          <w:sz w:val="24"/>
        </w:rPr>
      </w:pPr>
    </w:p>
    <w:p w:rsidR="002149CD" w:rsidRPr="00CA5B65" w:rsidRDefault="002149CD" w:rsidP="002149CD">
      <w:pPr>
        <w:spacing w:after="0"/>
        <w:rPr>
          <w:rFonts w:ascii="Times New Roman" w:hAnsi="Times New Roman"/>
          <w:b/>
          <w:sz w:val="24"/>
        </w:rPr>
      </w:pPr>
    </w:p>
    <w:p w:rsidR="002149CD" w:rsidRPr="00CA5B65" w:rsidRDefault="002149CD" w:rsidP="002149CD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gramStart"/>
      <w:r w:rsidRPr="00CA5B65">
        <w:rPr>
          <w:rFonts w:ascii="Times New Roman" w:hAnsi="Times New Roman"/>
          <w:sz w:val="24"/>
        </w:rPr>
        <w:t>Земельного</w:t>
      </w:r>
      <w:proofErr w:type="gramEnd"/>
      <w:r w:rsidRPr="00CA5B65">
        <w:rPr>
          <w:rFonts w:ascii="Times New Roman" w:hAnsi="Times New Roman"/>
          <w:sz w:val="24"/>
        </w:rPr>
        <w:t xml:space="preserve">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Ніколайчука</w:t>
      </w:r>
      <w:proofErr w:type="spellEnd"/>
      <w:r>
        <w:rPr>
          <w:rFonts w:ascii="Times New Roman" w:hAnsi="Times New Roman"/>
          <w:sz w:val="24"/>
        </w:rPr>
        <w:t xml:space="preserve"> В.В.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2149CD" w:rsidRPr="00CA5B65" w:rsidRDefault="002149CD" w:rsidP="002149CD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2149CD" w:rsidRPr="00CA5B65" w:rsidRDefault="002149CD" w:rsidP="002149CD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Ніколайчуку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Валерію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316BB">
        <w:rPr>
          <w:rFonts w:ascii="Times New Roman" w:hAnsi="Times New Roman"/>
          <w:sz w:val="24"/>
          <w:lang w:val="en-US"/>
        </w:rPr>
        <w:t>___________________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технічної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.Л</w:t>
      </w:r>
      <w:proofErr w:type="gramEnd"/>
      <w:r>
        <w:rPr>
          <w:rFonts w:ascii="Times New Roman" w:hAnsi="Times New Roman"/>
          <w:sz w:val="24"/>
        </w:rPr>
        <w:t>исиче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Островського</w:t>
      </w:r>
      <w:proofErr w:type="spellEnd"/>
      <w:r>
        <w:rPr>
          <w:rFonts w:ascii="Times New Roman" w:hAnsi="Times New Roman"/>
          <w:sz w:val="24"/>
        </w:rPr>
        <w:t>, 122.</w:t>
      </w:r>
    </w:p>
    <w:p w:rsidR="002149CD" w:rsidRPr="00CA5B65" w:rsidRDefault="002149CD" w:rsidP="002149CD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2.Ніколайчуку В.В.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2149CD" w:rsidRPr="00CA5B65" w:rsidRDefault="002149CD" w:rsidP="002149C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149CD" w:rsidRPr="002149CD" w:rsidRDefault="002149CD" w:rsidP="002149C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E7A2F" w:rsidRPr="002149CD" w:rsidRDefault="002149CD" w:rsidP="002149CD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5E7A2F" w:rsidRPr="002149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9CD"/>
    <w:rsid w:val="00171A2E"/>
    <w:rsid w:val="002149CD"/>
    <w:rsid w:val="00304C90"/>
    <w:rsid w:val="00505B6D"/>
    <w:rsid w:val="005E7A2F"/>
    <w:rsid w:val="006D3977"/>
    <w:rsid w:val="007D6C18"/>
    <w:rsid w:val="00C316B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149C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14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149C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149C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149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149C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245</Words>
  <Characters>1398</Characters>
  <Application>Microsoft Office Word</Application>
  <DocSecurity>0</DocSecurity>
  <Lines>11</Lines>
  <Paragraphs>3</Paragraphs>
  <ScaleCrop>false</ScaleCrop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2020-08-20T14:43:00Z</dcterms:created>
  <dcterms:modified xsi:type="dcterms:W3CDTF">2020-08-21T12:30:00Z</dcterms:modified>
</cp:coreProperties>
</file>