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93" w:rsidRDefault="009F1093" w:rsidP="009F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F1093" w:rsidRDefault="009F1093" w:rsidP="009F1093"/>
    <w:p w:rsidR="009F1093" w:rsidRDefault="009F1093" w:rsidP="009F1093"/>
    <w:p w:rsidR="009F1093" w:rsidRDefault="009F1093" w:rsidP="009F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1093" w:rsidRDefault="009F1093" w:rsidP="009F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1093" w:rsidRDefault="009F1093" w:rsidP="009F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1093" w:rsidRDefault="009F1093" w:rsidP="009F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1093" w:rsidRDefault="009F1093" w:rsidP="009F1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093" w:rsidRDefault="009F1093" w:rsidP="009F1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1093" w:rsidRDefault="009F1093" w:rsidP="009F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093" w:rsidRDefault="009F1093" w:rsidP="009F1093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1093" w:rsidRDefault="009F1093" w:rsidP="009F1093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1093" w:rsidRDefault="009F1093" w:rsidP="009F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№76</w:t>
      </w:r>
    </w:p>
    <w:p w:rsidR="009F1093" w:rsidRPr="00AA1844" w:rsidRDefault="009F1093" w:rsidP="009F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-1043940</wp:posOffset>
                </wp:positionV>
                <wp:extent cx="514350" cy="923925"/>
                <wp:effectExtent l="0" t="0" r="0" b="5715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82.2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-1012825</wp:posOffset>
                </wp:positionV>
                <wp:extent cx="45085" cy="94615"/>
                <wp:effectExtent l="0" t="2540" r="635" b="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79.7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ZAmgYAAAc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-1731645</wp:posOffset>
                </wp:positionV>
                <wp:extent cx="45085" cy="94615"/>
                <wp:effectExtent l="0" t="17145" r="10160" b="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136.3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-2450465</wp:posOffset>
                </wp:positionV>
                <wp:extent cx="45085" cy="94615"/>
                <wp:effectExtent l="3810" t="3175" r="0" b="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192.9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070mw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-3169285</wp:posOffset>
                </wp:positionV>
                <wp:extent cx="45085" cy="94615"/>
                <wp:effectExtent l="13335" t="17780" r="0" b="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249.5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0" t="0" r="1270" b="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321.15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0" t="0" r="29845" b="2286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377.7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-5516245</wp:posOffset>
                </wp:positionV>
                <wp:extent cx="110490" cy="149225"/>
                <wp:effectExtent l="4445" t="0" r="0" b="825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434.3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GBhNQ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-6234430</wp:posOffset>
                </wp:positionV>
                <wp:extent cx="110490" cy="149225"/>
                <wp:effectExtent l="23495" t="0" r="0" b="2159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490.9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j4KwkAAJ0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-6871970</wp:posOffset>
                </wp:positionV>
                <wp:extent cx="55245" cy="69850"/>
                <wp:effectExtent l="0" t="0" r="9525" b="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541.1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-7590790</wp:posOffset>
                </wp:positionV>
                <wp:extent cx="55245" cy="69850"/>
                <wp:effectExtent l="0" t="0" r="9525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597.7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-8308340</wp:posOffset>
                </wp:positionV>
                <wp:extent cx="55245" cy="69215"/>
                <wp:effectExtent l="3175" t="0" r="0" b="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654.2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x8nw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-9027160</wp:posOffset>
                </wp:positionV>
                <wp:extent cx="55245" cy="69215"/>
                <wp:effectExtent l="12700" t="0" r="0" b="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710.8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rtmQ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-590550</wp:posOffset>
                </wp:positionV>
                <wp:extent cx="118110" cy="179705"/>
                <wp:effectExtent l="0" t="0" r="0" b="508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46.5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DZ4A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-1308735</wp:posOffset>
                </wp:positionV>
                <wp:extent cx="118110" cy="179705"/>
                <wp:effectExtent l="33020" t="0" r="0" b="8509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103.0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om3g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-2334260</wp:posOffset>
                </wp:positionV>
                <wp:extent cx="73660" cy="360045"/>
                <wp:effectExtent l="0" t="0" r="0" b="635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183.8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KFBg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-3053080</wp:posOffset>
                </wp:positionV>
                <wp:extent cx="73660" cy="360045"/>
                <wp:effectExtent l="0" t="0" r="28575" b="29845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240.4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-3771900</wp:posOffset>
                </wp:positionV>
                <wp:extent cx="73660" cy="360680"/>
                <wp:effectExtent l="3175" t="0" r="0" b="508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74pt;margin-top:-297pt;width:5.8pt;height:2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ZIJQ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9F1093" w:rsidRPr="00A104AC" w:rsidRDefault="009F1093" w:rsidP="009F109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F1093" w:rsidRPr="00A104AC" w:rsidRDefault="009F1093" w:rsidP="009F1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F1093" w:rsidRPr="00A104AC" w:rsidRDefault="009F1093" w:rsidP="009F1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F1093" w:rsidRPr="00AA1844" w:rsidRDefault="009F1093" w:rsidP="009F109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9F1093" w:rsidRPr="00A104AC" w:rsidRDefault="009F1093" w:rsidP="009F1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F1093" w:rsidRPr="00A104AC" w:rsidRDefault="009F1093" w:rsidP="009F109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D09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0,1477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6823984000:03:018:0343).</w:t>
      </w:r>
      <w:proofErr w:type="gramEnd"/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9F1093" w:rsidRPr="00A104AC" w:rsidRDefault="009F1093" w:rsidP="009F109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F1093" w:rsidRPr="00A104AC" w:rsidRDefault="009F1093" w:rsidP="009F109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1093" w:rsidRPr="00A104AC" w:rsidRDefault="009F1093" w:rsidP="009F1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60A2D" w:rsidRPr="009F1093" w:rsidRDefault="009F1093" w:rsidP="009F1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260A2D" w:rsidRPr="009F10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93"/>
    <w:rsid w:val="00171A2E"/>
    <w:rsid w:val="00260A2D"/>
    <w:rsid w:val="00304C90"/>
    <w:rsid w:val="00505B6D"/>
    <w:rsid w:val="005D0991"/>
    <w:rsid w:val="006D3977"/>
    <w:rsid w:val="007D6C18"/>
    <w:rsid w:val="009F109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2020-07-29T14:16:00Z</dcterms:created>
  <dcterms:modified xsi:type="dcterms:W3CDTF">2020-07-29T17:48:00Z</dcterms:modified>
</cp:coreProperties>
</file>