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3C1" w:rsidRPr="00062C82" w:rsidRDefault="001243C1" w:rsidP="001243C1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1243C1" w:rsidRPr="00062C82" w:rsidRDefault="001243C1" w:rsidP="001243C1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1243C1" w:rsidRPr="00062C82" w:rsidRDefault="00E45F11" w:rsidP="001243C1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E45F11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+Uk8UA&#10;AADdAAAADwAAAGRycy9kb3ducmV2LnhtbESPS2vDMBCE74X+B7GF3Bo5Dm2MYyWY0gYfAiWv+2Kt&#10;H8RaGUuNnX8fFQo9DjPzDZNtJ9OJGw2utaxgMY9AEJdWt1wrOJ++XhMQziNr7CyTgjs52G6enzJM&#10;tR35QLejr0WAsEtRQeN9n0rpyoYMurntiYNX2cGgD3KopR5wDHDTyTiK3qXBlsNCgz19NFRejz9G&#10;gV3uiv2ljg/LT155zr+T6jLtlZq9TPkahKfJ/4f/2oVW8JZEK/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75ST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bE78UA&#10;AADdAAAADwAAAGRycy9kb3ducmV2LnhtbERPy2oCMRTdC/5DuEI3UjMt+OjUKCJMW10I2kK3l8nt&#10;ZOrkZkhSHf36ZiG4PJz3fNnZRpzIh9qxgqdRBoK4dLrmSsHXZ/E4AxEissbGMSm4UIDlot+bY67d&#10;mfd0OsRKpBAOOSowMba5lKE0ZDGMXEucuB/nLcYEfSW1x3MKt418zrKJtFhzajDY0tpQeTz8WQW/&#10;xc58r6fXNz982dN1WGzfm81EqYdBt3oFEamLd/HN/aEVjGdZmpvepCc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ZsTv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IDC8MA&#10;AADdAAAADwAAAGRycy9kb3ducmV2LnhtbESP3YrCMBCF74V9hzAL3sia7oqi1Sgiq4g3Rd0HGJqx&#10;KdtMShNtfXsjCF4ezs/HWaw6W4kbNb50rOB7mIAgzp0uuVDwd95+TUH4gKyxckwK7uRhtfzoLTDV&#10;ruUj3U6hEHGEfYoKTAh1KqXPDVn0Q1cTR+/iGoshyqaQusE2jttK/iTJRFosORIM1rQxlP+frjZC&#10;shFmh0t73u46bPH3YHiwPirV/+zWcxCBuvAOv9p7rWA8TWbwfBOf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IDC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rp68MA&#10;AADdAAAADwAAAGRycy9kb3ducmV2LnhtbERPS0sDMRC+C/6HMII3m22xD7ZNi1QFKXhoFUpvw2a6&#10;u3QzCcnYXf+9ORQ8fnzv1WZwnbpSTK1nA+NRAYq48rbl2sD31/vTAlQSZIudZzLwSwk26/u7FZbW&#10;97yn60FqlUM4lWigEQml1qlqyGEa+UCcubOPDiXDWGsbsc/hrtOTophphy3nhgYDbRuqLocfZ+Cz&#10;fwu7+Wx6Dqf4PNHp1cpxK8Y8PgwvS1BCg/yLb+4Pa2C6GOf9+U1+Anr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rp6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2Z0MQA&#10;AADdAAAADwAAAGRycy9kb3ducmV2LnhtbESPy2rDMBBF94X+g5hCNiWR3dIQ3MjGhCaUbEIeHzBY&#10;E8vUGhlLsZ2/jwqFLi/3cbjrYrKtGKj3jWMF6SIBQVw53XCt4HLezlcgfEDW2DomBXfyUOTPT2vM&#10;tBv5SMMp1CKOsM9QgQmhy6T0lSGLfuE64uhdXW8xRNnXUvc4xnHbyrckWUqLDUeCwY42hqqf081G&#10;yOEdD/vreN7uJhzxa2/4tTwqNXuZyk8QgabwH/5rf2sFH6s0hd838Qn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dmd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TSB8YA&#10;AADdAAAADwAAAGRycy9kb3ducmV2LnhtbESPQUsDMRSE70L/Q3iCN5vt0tayNi2lVhDBQ6sg3h6b&#10;193FzUtInt313xtB8DjMzDfMeju6Xl0ops6zgdm0AEVce9txY+Dt9fF2BSoJssXeMxn4pgTbzeRq&#10;jZX1Ax/pcpJGZQinCg20IqHSOtUtOUxTH4izd/bRoWQZG20jDhnuel0WxVI77DgvtBho31L9efpy&#10;Bl6GQ3i+Wy7O4SPOS50erLzvxZib63F3D0polP/wX/vJGlisZi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TSB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jX4sYA&#10;AADdAAAADwAAAGRycy9kb3ducmV2LnhtbESPQWsCMRSE74X+h/AKXqRmrSiyNYoKQUFBtIVeH5vn&#10;7tLNy5Kk7vrvTaHQ4zAz3zCLVW8bcSMfascKxqMMBHHhTM2lgs8P/ToHESKywcYxKbhTgNXy+WmB&#10;uXEdn+l2iaVIEA45KqhibHMpQ1GRxTByLXHyrs5bjEn6UhqPXYLbRr5l2UxarDktVNjStqLi+/Jj&#10;FWxOXTnxw2LTu8N19zXV2uijVmrw0q/fQUTq43/4r703Cqbz8QR+36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jX4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kV08QA&#10;AADdAAAADwAAAGRycy9kb3ducmV2LnhtbESPUWvCMBSF3wX/Q7iDvdlU0VE6o4hSkLGXqT/g0tw1&#10;nc1NSWLt/v0yEHw8nHO+w1lvR9uJgXxoHSuYZzkI4trplhsFl3M1K0CEiKyxc0wKfinAdjOdrLHU&#10;7s5fNJxiIxKEQ4kKTIx9KWWoDVkMmeuJk/ftvMWYpG+k9nhPcNvJRZ6/SYstpwWDPe0N1dfTzSqo&#10;Phafw/WmfeV249LSyvwUB6PU68u4ewcRaYzP8KN91ApWxXwJ/2/SE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pFd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3qDcYA&#10;AADdAAAADwAAAGRycy9kb3ducmV2LnhtbESPUWvCMBSF3wX/Q7gDX4amOjqkGkWFsMEGY07w9dJc&#10;27LmpiTRdv9+GQx8PJxzvsNZbwfbihv50DhWMJ9lIIhLZxquFJy+9HQJIkRkg61jUvBDAbab8WiN&#10;hXE9f9LtGCuRIBwKVFDH2BVShrImi2HmOuLkXZy3GJP0lTQe+wS3rVxk2bO02HBaqLGjQ03l9/Fq&#10;Few/+urJP5b7wb1dXs651ka/a6UmD8NuBSLSEO/h//arUZAv5zn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3qD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cuP8QA&#10;AADdAAAADwAAAGRycy9kb3ducmV2LnhtbESPzWrDMBCE74W8g9hCb7Wc0ATjRgkhwRBKLvl5gMXa&#10;Wm6slZEUx337qhDIcZiZb5jlerSdGMiH1rGCaZaDIK6dbrlRcDlX7wWIEJE1do5JwS8FWK8mL0ss&#10;tbvzkYZTbESCcChRgYmxL6UMtSGLIXM9cfK+nbcYk/SN1B7vCW47OcvzhbTYclow2NPWUH093ayC&#10;6mt2GK437Su3GT8szc1PsTNKvb2Om08Qkcb4DD/ae61gXkwX8P8mPQ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3Lj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6RgsQA&#10;AADdAAAADwAAAGRycy9kb3ducmV2LnhtbESPzWrDMBCE74W8g9hAb43stk6CE8WUgEtzrJMHWKyN&#10;bWKtHEvxz9tXhUKPw8x8w+yzybRioN41lhXEqwgEcWl1w5WCyzl/2YJwHllja5kUzOQgOyye9phq&#10;O/I3DYWvRICwS1FB7X2XSunKmgy6le2Ig3e1vUEfZF9J3eMY4KaVr1G0lgYbDgs1dnSsqbwVD6Pg&#10;fR4/70Vyi3JtKD69dSf2ZaLU83L62IHwNPn/8F/7SytItvEGft+EJ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+kY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Mc7L4A&#10;AADdAAAADwAAAGRycy9kb3ducmV2LnhtbERPyw7BQBTdS/zD5ErsmJIQyhAhRKyox/qmc7WNzp2m&#10;M6i/NwuJ5cl5z5eNKcWLaldYVjDoRyCIU6sLzhRcztveBITzyBpLy6TgQw6Wi3ZrjrG2bz7RK/GZ&#10;CCHsYlSQe1/FUro0J4OubyviwN1tbdAHWGdS1/gO4aaUwygaS4MFh4YcK1rnlD6Sp1HwHN+GF74f&#10;9DHZfHbTzXbl5DVTqttpVjMQnhr/F//ce61gNBmEueFNeAJy8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czHOy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zGcMgA&#10;AADdAAAADwAAAGRycy9kb3ducmV2LnhtbESPT2vCQBTE70K/w/IKvenGtoaYukoVhOqh4r9Db6/Z&#10;1ySafRuzq8Zv7xYKPQ4z8xtmNGlNJS7UuNKygn4vAkGcWV1yrmC3nXcTEM4ja6wsk4IbOZiMHzoj&#10;TLW98pouG5+LAGGXooLC+zqV0mUFGXQ9WxMH78c2Bn2QTS51g9cAN5V8jqJYGiw5LBRY06yg7Lg5&#10;GwX7VRIPV9PF62H5+Y0vRp++dBkr9fTYvr+B8NT6//Bf+0MrGCT9Ify+CU9Aju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3MZw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Jno8IA&#10;AADdAAAADwAAAGRycy9kb3ducmV2LnhtbERPy4rCMBTdD8w/hDvgbkynPijVKDMjPnDlC9xemmtb&#10;bG5KE7X69WYhuDyc93jamkpcqXGlZQU/3QgEcWZ1ybmCw37+nYBwHlljZZkU3MnBdPL5McZU2xtv&#10;6brzuQgh7FJUUHhfp1K6rCCDrmtr4sCdbGPQB9jkUjd4C+GmknEUDaXBkkNDgTX9F5Sddxej4DE8&#10;4sYt479ZT3u695OFXW8WSnW+2t8RCE+tf4tf7pVWMEjisD+8CU9AT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8mej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aRgMUA&#10;AADdAAAADwAAAGRycy9kb3ducmV2LnhtbESPwWrDMBBE74X8g9hCbo1s45TUjRJCSSC3NG4/YLG2&#10;som1si01dvr1VaDQ4zAzb5j1drKtuNLgG8cK0kUCgrhyumGj4PPj8LQC4QOyxtYxKbiRh+1m9rDG&#10;QruRz3QtgxERwr5ABXUIXSGlr2qy6BeuI47elxsshigHI/WAY4TbVmZJ8iwtNhwXauzorabqUn5b&#10;Bb3Llnoq93i67F/eG2Py/uecKzV/nHavIAJN4T/81z5qBctVlsL9TX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ZpG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WFn8UA&#10;AADdAAAADwAAAGRycy9kb3ducmV2LnhtbESPzW7CMBCE70i8g7VIvYFDKiBNMYhWqsSVnwPHrb0k&#10;KfE6xC6kfXqMhMRxNDPfaObLztbiQq2vHCsYjxIQxNqZigsF+93XMAPhA7LB2jEp+CMPy0W/N8fc&#10;uCtv6LINhYgQ9jkqKENocim9LsmiH7mGOHpH11oMUbaFNC1eI9zWMk2SqbRYcVwosaHPkvRp+2sV&#10;rKtvmkz18c1mH3pz+D+H19mPUepl0K3eQQTqwjP8aK+NgkmWpnB/E5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lYW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DT8MIA&#10;AADdAAAADwAAAGRycy9kb3ducmV2LnhtbERPXWvCMBR9F/Yfwh34pukqk64zyhQEh1PQje310tw1&#10;Zc1NaWKt/94MBB/PN2e26G0tOmp95VjB0zgBQVw4XXGp4OtzPcpA+ICssXZMCi7kYTF/GMww1+7M&#10;B+qOoRSxhH2OCkwITS6lLwxZ9GPXEEft17UWQ4RtKXWL51hua5kmyVRarDguGGxoZaj4O56sgg73&#10;l+THLHcv79VHke6X31sdeTV87N9eQQTqw918S2+0gucsncD/m/gE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0NP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L15MQA&#10;AADdAAAADwAAAGRycy9kb3ducmV2LnhtbESPQUvDQBSE74L/YXkFb3bTUKXEbksRKj1q9ODxmX3N&#10;ps2+F3bXJvrrXUHwOMzMN8x6O/leXSjETtjAYl6AIm7EdtwaeHvd365AxYRssRcmA18UYbu5vlpj&#10;ZWXkF7rUqVUZwrFCAy6lodI6No48xrkMxNk7SvCYsgyttgHHDPe9LoviXnvsOC84HOjRUXOuP72B&#10;8an5OJXHd+u+wyD7+llOZS/G3Mym3QOoRFP6D/+1D9bA3apc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C9e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UW2MYA&#10;AADdAAAADwAAAGRycy9kb3ducmV2LnhtbESP3WrCQBSE7wu+w3IE7+qmAW1IXcVfEKkUbXt/mj1N&#10;ortnQ3bV+PbdQqGXw8x8w0xmnTXiSq2vHSt4GiYgiAunay4VfLxvHjMQPiBrNI5JwZ08zKa9hwnm&#10;2t34QNdjKEWEsM9RQRVCk0vpi4os+qFriKP37VqLIcq2lLrFW4RbI9MkGUuLNceFChtaVlScjxer&#10;YPO2Mqd0f5h/yrBcP3+ZbLdYvSo16HfzFxCBuvAf/mtvtYJRlo7g9018AnL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UW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BFFsYA&#10;AADdAAAADwAAAGRycy9kb3ducmV2LnhtbESP3YrCMBSE7wXfIRxhbxZNdVFKNYoIiwou+AfeHptj&#10;W2xOShNr9+3NwoKXw8x8w8wWrSlFQ7UrLCsYDiIQxKnVBWcKzqfvfgzCeWSNpWVS8EsOFvNuZ4aJ&#10;tk8+UHP0mQgQdgkqyL2vEildmpNBN7AVcfButjbog6wzqWt8Brgp5SiKJtJgwWEhx4pWOaX348Mo&#10;aPa7a7ZpXLW9x59u/HVdr3/0RamPXrucgvDU+nf4v73RCsbxaAJ/b8ITkP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BFF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cRMcA&#10;AADdAAAADwAAAGRycy9kb3ducmV2LnhtbESPQWvCQBSE74X+h+UJvdWNodYYXaUWBC+FanvQ2zP7&#10;TILZt+nuqrG/visUPA4z8w0znXemEWdyvrasYNBPQBAXVtdcKvj+Wj5nIHxA1thYJgVX8jCfPT5M&#10;Mdf2wms6b0IpIoR9jgqqENpcSl9UZND3bUscvYN1BkOUrpTa4SXCTSPTJHmVBmuOCxW29F5Rcdyc&#10;jILFOFv8fL7wx+96v6Pddn8cpi5R6qnXvU1ABOrCPfzfXmkFwywdwe1Nf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u9nETHAAAA3QAAAA8AAAAAAAAAAAAAAAAAmAIAAGRy&#10;cy9kb3ducmV2LnhtbFBLBQYAAAAABAAEAPUAAACMAwAAAAA=&#10;" fillcolor="black" stroked="f"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vLOMQA&#10;AADdAAAADwAAAGRycy9kb3ducmV2LnhtbERPy2rCQBTdC/7DcAvudNKAElJHqY+CULtQu3B5zdwm&#10;QzJ3QmaqqV/vLAouD+c9X/a2EVfqvHGs4HWSgCAunDZcKvg+fYwzED4ga2wck4I/8rBcDAdzzLW7&#10;8YGux1CKGMI+RwVVCG0upS8qsugnriWO3I/rLIYIu1LqDm8x3DYyTZKZtGg4NlTY0rqioj7+WgXn&#10;z5nJDobSy/6+2ur9tF59bWqlRi/9+xuIQH14iv/dO61gmqVxbnwTn4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Lyzj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QFsYA&#10;AADdAAAADwAAAGRycy9kb3ducmV2LnhtbESPQWsCMRSE7wX/Q3hCbzWr0LJujSIW0YsHbaXXx+Z1&#10;s93NyzaJuvrrG6HQ4zAz3zCzRW9bcSYfascKxqMMBHHpdM2Vgo/39VMOIkRkja1jUnClAIv54GGG&#10;hXYX3tP5ECuRIBwKVGBi7AopQ2nIYhi5jjh5X85bjEn6SmqPlwS3rZxk2Yu0WHNaMNjRylDZHE5W&#10;gV9+vjU3Ph2b7La7hs13/5OjUepx2C9fQUTq43/4r73VCp7zyRTub9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JQF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XK5MMA&#10;AADdAAAADwAAAGRycy9kb3ducmV2LnhtbERP22oCMRB9L/gPYQRfima1tOrWKCIIhUrByweMm3F3&#10;aTJZNqOu/frmodDHw7kvVp136kZtrAMbGI8yUMRFsDWXBk7H7XAGKgqyRReYDDwowmrZe1pgbsOd&#10;93Q7SKlSCMccDVQiTa51LCryGEehIU7cJbQeJcG21LbFewr3Tk+y7E17rDk1VNjQpqLi+3D1Btzk&#10;7Oaf07iTx0nvsh8v++cva8yg363fQQl18i/+c39YA6+zl7Q/vUlPQC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XK5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VgO8YA&#10;AADdAAAADwAAAGRycy9kb3ducmV2LnhtbESPQWsCMRSE74L/ITyhN81qaZHVKLYi7KUHtxavz81z&#10;s5i8LJtUt/31jVDwOMzMN8xy3TsrrtSFxrOC6SQDQVx53XCt4PC5G89BhIis0XomBT8UYL0aDpaY&#10;a3/jPV3LWIsE4ZCjAhNjm0sZKkMOw8S3xMk7+85hTLKrpe7wluDOylmWvUqHDacFgy29G6ou5bdT&#10;sC1bOzsU5i0cvz5OJ1v87ui4Vepp1G8WICL18RH+bxdawcv8eQr3N+k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VgO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Cx/cUA&#10;AADdAAAADwAAAGRycy9kb3ducmV2LnhtbESPT2sCMRTE74LfITyhN020+IetUUQqCJ6q66G3R/K6&#10;u3XzsmxSd/vtm4LgcZiZ3zDrbe9qcac2VJ41TCcKBLHxtuJCQ345jFcgQkS2WHsmDb8UYLsZDtaY&#10;Wd/xB93PsRAJwiFDDWWMTSZlMCU5DBPfECfvy7cOY5JtIW2LXYK7Ws6UWkiHFaeFEhval2Ru5x+n&#10;4fsgT94oNNf82h3t8vN9QbXS+mXU795AROrjM/xoH62G+ep1Bv9v0hOQm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kLH9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W2SMUA&#10;AADdAAAADwAAAGRycy9kb3ducmV2LnhtbESPQWvCQBSE74L/YXkFb7qpoSVEV9FCQSweqlJ6fGaf&#10;SUj2bdhdNf57t1DwOMzMN8x82ZtWXMn52rKC10kCgriwuuZSwfHwOc5A+ICssbVMCu7kYbkYDuaY&#10;a3vjb7ruQykihH2OCqoQulxKX1Rk0E9sRxy9s3UGQ5SulNrhLcJNK6dJ8i4N1hwXKuzoo6Ki2V+M&#10;gt/LF5936Xbl1uHH9gffTE9Zo9TopV/NQATqwzP8395oBW9ZmsLfm/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xbZI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aU7scA&#10;AADdAAAADwAAAGRycy9kb3ducmV2LnhtbESPT2sCMRTE74V+h/AKvdWs/8q6GqUKghdBbQ/19tw8&#10;dxc3L9sk1dVPbwpCj8PM/IaZzFpTizM5X1lW0O0kIIhzqysuFHx9Lt9SED4ga6wtk4IreZhNn58m&#10;mGl74S2dd6EQEcI+QwVlCE0mpc9LMug7tiGO3tE6gyFKV0jt8BLhppa9JHmXBiuOCyU2tCgpP+1+&#10;jYL5KJ3/bAa8vm0Pe9p/H07DnkuUen1pP8YgArXhP/xor7SCYdofwN+b+ATk9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62lO7HAAAA3QAAAA8AAAAAAAAAAAAAAAAAmAIAAGRy&#10;cy9kb3ducmV2LnhtbFBLBQYAAAAABAAEAPUAAACMAwAAAAA=&#10;" fillcolor="black" stroked="f"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bLdMUA&#10;AADdAAAADwAAAGRycy9kb3ducmV2LnhtbESPQWsCMRSE74L/IbxCb5ptxSJboyyCtPS0akuvz81z&#10;s7h5WZI0bv99Uyj0OMzMN8x6O9peJPKhc6zgYV6AIG6c7rhV8H7az1YgQkTW2DsmBd8UYLuZTtZY&#10;anfjA6VjbEWGcChRgYlxKKUMjSGLYe4G4uxdnLcYs/St1B5vGW57+VgUT9Jix3nB4EA7Q831+GUV&#10;pPOurhbpM5nDm69a7+qXj3Ot1P3dWD2DiDTG//Bf+1UrWK4W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hst0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O18cYA&#10;AADdAAAADwAAAGRycy9kb3ducmV2LnhtbESPQUvDQBSE70L/w/IK3symiqGm2RQpKuqlmhb0+Mi+&#10;ZoPZtyG7ptFf3y0IHoeZ+YYp1pPtxEiDbx0rWCQpCOLa6ZYbBfvd49UShA/IGjvHpOCHPKzL2UWB&#10;uXZHfqexCo2IEPY5KjAh9LmUvjZk0SeuJ47ewQ0WQ5RDI/WAxwi3nbxO00xabDkuGOxpY6j+qr6t&#10;Ar/YPHy82t+78fPJ8LZ6MdlbY5S6nE/3KxCBpvAf/ms/awW3y5sMzm/iE5Dl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9O18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1243C1" w:rsidRPr="00062C82" w:rsidRDefault="001243C1" w:rsidP="001243C1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</w:rPr>
      </w:pPr>
    </w:p>
    <w:p w:rsidR="001243C1" w:rsidRPr="00062C82" w:rsidRDefault="001243C1" w:rsidP="001243C1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1243C1" w:rsidRPr="00062C82" w:rsidRDefault="001243C1" w:rsidP="001243C1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1243C1" w:rsidRPr="00062C82" w:rsidRDefault="001243C1" w:rsidP="001243C1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1243C1" w:rsidRPr="00062C82" w:rsidRDefault="001243C1" w:rsidP="001243C1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E45F11" w:rsidRPr="00E45F11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zKXMEA&#10;AADdAAAADwAAAGRycy9kb3ducmV2LnhtbERPy4rCMBTdD/gP4QruxlSLY6lNRWQUF8JQH/tLc22L&#10;zU1pMlr/3iwGZnk472w9mFY8qHeNZQWzaQSCuLS64UrB5bz7TEA4j6yxtUwKXuRgnY8+Mky1fXJB&#10;j5OvRAhhl6KC2vsuldKVNRl0U9sRB+5me4M+wL6SusdnCDetnEfRlzTYcGiosaNtTeX99GsU2Hh/&#10;OF6reRF/89Lz5ie5XYejUpPxsFmB8DT4f/Gf+6AVLJI4zA1vwhOQ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cylz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ryckA&#10;AADdAAAADwAAAGRycy9kb3ducmV2LnhtbESPW0sDMRSE3wX/QziCL6XNVrGXbdMihVXrg9AL9PWw&#10;OW7Wbk6WJLZrf70RCj4OM/MNM192thEn8qF2rGA4yEAQl07XXCnY74r+BESIyBobx6TghwIsF7c3&#10;c8y1O/OGTttYiQThkKMCE2ObSxlKQxbDwLXEyft03mJM0ldSezwnuG3kQ5aNpMWa04LBllaGyuP2&#10;2yr4Kj7MYTW+vPjedEOXXvH+2qxHSt3fdc8zEJG6+B++tt+0gqfJ4xT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kary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ITVsEA&#10;AADdAAAADwAAAGRycy9kb3ducmV2LnhtbERPzWrCQBC+C77DMkIvUjf2D0ndBJFaihdR+wBDdsyG&#10;ZmdDdmvi2zuHQo8f3/+6HH2rrtTHJrCB5SIDRVwF23Bt4Pu8e1yBignZYhuYDNwoQllMJ2vMbRj4&#10;SNdTqpWEcMzRgEupy7WOlSOPcRE6YuEuofeYBPa1tj0OEu5b/ZRlb9pjw9LgsKOto+rn9Oul5PCM&#10;h/1lOO8+RxzwY+94vjka8zAbN++gEo3pX/zn/rIGXlcvsl/eyBPQ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qiE1b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jbcYA&#10;AADdAAAADwAAAGRycy9kb3ducmV2LnhtbESPQUsDMRSE70L/Q3gFbzbb0tayNi1SFYrgwSqU3h6b&#10;193FzUtInt3tvzeC4HGYmW+Y9XZwnbpQTK1nA9NJAYq48rbl2sDnx8vdClQSZIudZzJwpQTbzehm&#10;jaX1Pb/T5SC1yhBOJRpoREKpdaoacpgmPhBn7+yjQ8ky1tpG7DPcdXpWFEvtsOW80GCgXUPV1+Hb&#10;GXjrn8Pr/XJxDqc4n+n0ZOW4E2Nux8PjAyihQf7Df+29NbBYzafw+yY/Ab3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Vjb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wousQA&#10;AADdAAAADwAAAGRycy9kb3ducmV2LnhtbESP3WrCQBCF7wu+wzJCb0rdaH+Q6BqCGCm5EbUPMGTH&#10;bDA7G7KrSd/eLRR6eTg/H2edjbYVd+p941jBfJaAIK6cbrhW8H0uXpcgfEDW2DomBT/kIdtMntaY&#10;ajfwke6nUIs4wj5FBSaELpXSV4Ys+pnriKN3cb3FEGVfS93jEMdtKxdJ8iktNhwJBjvaGqqup5uN&#10;kMMbHsrLcC72Iw64Kw2/5EelnqdjvgIRaAz/4b/2l1bwsXxfwO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8KL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tYgcYA&#10;AADdAAAADwAAAGRycy9kb3ducmV2LnhtbESPX0sDMRDE34V+h7AF32zO2n+cTYtUBRF8sC0U35bL&#10;9u7wsgnJ2ju/vREEH4eZ+Q2z3g6uUxeKqfVs4HZSgCKuvG25NnA8PN+sQCVBtth5JgPflGC7GV2t&#10;sbS+53e67KVWGcKpRAONSCi1TlVDDtPEB+LsnX10KFnGWtuIfYa7Tk+LYqEdtpwXGgy0a6j63H85&#10;A2/9U3hdLubn8BFnU50erZx2Ysz1eHi4ByU0yH/4r/1iDcxXsz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8tYg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Jgi8cA&#10;AADdAAAADwAAAGRycy9kb3ducmV2LnhtbESP3WoCMRSE7wu+QziF3kjNttUiq1G0ECpUEH/A28Pm&#10;uLt0c7Ikqbt9e1MQejnMzDfMfNnbRlzJh9qxgpdRBoK4cKbmUsHpqJ+nIEJENtg4JgW/FGC5GDzM&#10;MTeu4z1dD7EUCcIhRwVVjG0uZSgqshhGriVO3sV5izFJX0rjsUtw28jXLHuXFmtOCxW29FFR8X34&#10;sQrWu65888Ni3buvy+d5orXRW63U02O/moGI1Mf/8L29MQom0/E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iYI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afVcQA&#10;AADdAAAADwAAAGRycy9kb3ducmV2LnhtbESPUWvCMBSF3wf7D+EO9jbTiZXSGUU2CkN8UfcDLs21&#10;qTY3JYm1+/dGEHw8nHO+w1msRtuJgXxoHSv4nGQgiGunW24U/B2qjwJEiMgaO8ek4J8CrJavLwss&#10;tbvyjoZ9bESCcChRgYmxL6UMtSGLYeJ64uQdnbcYk/SN1B6vCW47Oc2yubTYclow2NO3ofq8v1gF&#10;1Wa6Hc4X7Su3HmeWcnMqfoxS72/j+gtEpDE+w4/2r1aQF7Mc7m/SE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n1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xbZ8YA&#10;AADdAAAADwAAAGRycy9kb3ducmV2LnhtbESPQWsCMRSE7wX/Q3hCL0WztiqyNYoWQgWFUhW8PjbP&#10;3aWblyVJ3e2/b4RCj8PMfMMs171txI18qB0rmIwzEMSFMzWXCs4nPVqACBHZYOOYFPxQgPVq8LDE&#10;3LiOP+l2jKVIEA45KqhibHMpQ1GRxTB2LXHyrs5bjEn6UhqPXYLbRj5n2VxarDktVNjSW0XF1/Hb&#10;Kth+dOWLfyq2vdtf3y8zrY0+aKUeh/3mFUSkPv6H/9o7o2C2mM7h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xbZ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ikucQA&#10;AADdAAAADwAAAGRycy9kb3ducmV2LnhtbESPUWvCMBSF34X9h3AHvmk60VmqUWRSkLGXqT/g0lyb&#10;anNTkljrv18Ggz0ezjnf4ay3g21FTz40jhW8TTMQxJXTDdcKzqdykoMIEVlj65gUPCnAdvMyWmOh&#10;3YO/qT/GWiQIhwIVmBi7QspQGbIYpq4jTt7FeYsxSV9L7fGR4LaVsyx7lxYbTgsGO/owVN2Od6ug&#10;/Jx99be79qXbDXNLC3PN90ap8euwW4GINMT/8F/7oBUs8vkS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IpL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Iq7b0A&#10;AADdAAAADwAAAGRycy9kb3ducmV2LnhtbERPSwrCMBDdC94hjOBOUz8VqUYRQdGl1QMMzdgWm0lt&#10;oq23NwvB5eP919vOVOJNjSstK5iMIxDEmdUl5wpu18NoCcJ5ZI2VZVLwIQfbTb+3xkTbli/0Tn0u&#10;Qgi7BBUU3teJlC4ryKAb25o4cHfbGPQBNrnUDbYh3FRyGkULabDk0FBgTfuCskf6Mgrmn/b4TONH&#10;dNCGJudZfWafxUoNB91uBcJT5//in/ukFcTLeZgb3oQn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rRIq7b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yWasYA&#10;AADdAAAADwAAAGRycy9kb3ducmV2LnhtbESPQWvCQBSE70L/w/IKvemmoYpGNyFUUkpPbWp7fmSf&#10;STD7NmRXE/+9Wyh4HGbmG2aXTaYTFxpca1nB8yICQVxZ3XKt4PBdzNcgnEfW2FkmBVdykKUPsx0m&#10;2o78RZfS1yJA2CWooPG+T6R0VUMG3cL2xME72sGgD3KopR5wDHDTyTiKVtJgy2GhwZ5eG6pO5dko&#10;OK9+4wMfP/Rnub++bfZF7uRPrdTT45RvQXia/D38337XCpbrlw38vQlPQKY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8yWa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zWLcQA&#10;AADdAAAADwAAAGRycy9kb3ducmV2LnhtbERPu27CMBTdK/EP1kXqVhxoiULAIKhUiXYo4jWwXeJL&#10;Eoiv09iF9O/xUInx6Lwns9ZU4kqNKy0r6PciEMSZ1SXnCnbbj5cEhPPIGivLpOCPHMymnacJptre&#10;eE3Xjc9FCGGXooLC+zqV0mUFGXQ9WxMH7mQbgz7AJpe6wVsIN5UcRFEsDZYcGgqs6b2g7LL5NQr2&#10;qyQerRafb+ev7yO+Gv1z0GWs1HO3nY9BeGr9Q/zvXmoFw2QY9oc34QnI6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+M1i3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ixRcYA&#10;AADdAAAADwAAAGRycy9kb3ducmV2LnhtbESPT2vCQBTE74LfYXmF3nSjVQnRVWyLqXiyttDrI/tM&#10;QrNvQ3abP/303YLgcZiZ3zCbXW8q0VLjSssKZtMIBHFmdcm5gs+PwyQG4TyyxsoyKRjIwW47Hm0w&#10;0bbjd2ovPhcBwi5BBYX3dSKlywoy6Ka2Jg7e1TYGfZBNLnWDXYCbSs6jaCUNlhwWCqzppaDs+/Jj&#10;FPyuvvDs3ubPr0/a07CIU3s6p0o9PvT7NQhPvb+Hb+2jVrCMlzP4fxOe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ixR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J8isQA&#10;AADdAAAADwAAAGRycy9kb3ducmV2LnhtbESP0WrCQBRE3wv+w3IF3+rGYIpGV5Gi4Js1+gGX7HUT&#10;zN6N2a3Gfn1XKPRxmJkzzHLd20bcqfO1YwWTcQKCuHS6ZqPgfNq9z0D4gKyxcUwKnuRhvRq8LTHX&#10;7sFHuhfBiAhhn6OCKoQ2l9KXFVn0Y9cSR+/iOoshys5I3eEjwm0j0yT5kBZrjgsVtvRZUXktvq2C&#10;m0sz3RdbPFy386/amOnt5zhVajTsNwsQgfrwH/5r77WCbJal8Ho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yfI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9TecUA&#10;AADdAAAADwAAAGRycy9kb3ducmV2LnhtbESPwW7CMBBE70j8g7VIvRWHotAQcKIWqRJXaA89LvaS&#10;BOJ1GhtI+/V1pUocRzPzRrMuB9uKK/W+caxgNk1AEGtnGq4UfLy/PWYgfEA22DomBd/koSzGozXm&#10;xt14R9d9qESEsM9RQR1Cl0vpdU0W/dR1xNE7ut5iiLKvpOnxFuG2lU9JspAWG44LNXa0qUmf9xer&#10;YNscKF3o49Jmr3r3+fMV5s8no9TDZHhZgQg0hHv4v701CtIsncPfm/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31N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84+cMA&#10;AADdAAAADwAAAGRycy9kb3ducmV2LnhtbERPW2vCMBR+H+w/hDPwbaYTHdqZljkQlDnBC/p6aM6a&#10;suakNLHWf78Igz1+d7553ttadNT6yrGCl2ECgrhwuuJSwfGwfJ6C8AFZY+2YFNzIQ549Pswx1e7K&#10;O+r2oRSxhH2KCkwITSqlLwxZ9EPXEEft27UWQ4RtKXWL11huazlKkldpseK4YLChD0PFz/5iFXS4&#10;vSVns/iaratNMdouTp868mrw1L+/gQjUh3/zX3qlFUymkzHc38Qn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84+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gjAsQA&#10;AADdAAAADwAAAGRycy9kb3ducmV2LnhtbESPQUvDQBSE70L/w/IK3uymgUiJ3RYRWjxq9ODxmX3N&#10;pmbfC7trE/31riB4HGbmG2a7n/2gLhRiL2xgvSpAEbdie+4MvL4cbjagYkK2OAiTgS+KsN8trrZY&#10;W5n4mS5N6lSGcKzRgEtprLWOrSOPcSUjcfZOEjymLEOnbcApw/2gy6K41R57zgsOR3pw1H40n97A&#10;dGzfz+XpzbrvMMqheZJzOYgx18v5/g5Uojn9h//aj9ZAtakq+H2Tn4D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IIw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H70sYA&#10;AADdAAAADwAAAGRycy9kb3ducmV2LnhtbESP3WoCMRSE7wXfIZxC7zRbQbusRrFaQaSl+Hd/3Bx3&#10;1yYnyybq+vZNodDLYWa+YSaz1hpxo8ZXjhW89BMQxLnTFRcKDvtVLwXhA7JG45gUPMjDbNrtTDDT&#10;7s5buu1CISKEfYYKyhDqTEqfl2TR911NHL2zayyGKJtC6gbvEW6NHCTJSFqsOC6UWNOipPx7d7UK&#10;Vl9Lcxl8budHGRbvryeTbt6WH0o9P7XzMYhAbfgP/7XXWsEwHY7g9018AnL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fH70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qT8MYA&#10;AADdAAAADwAAAGRycy9kb3ducmV2LnhtbESPQWvCQBSE74X+h+UVvIhubEkN0VWKUFRQsCp4fWZf&#10;k2D2bciuMf33riD0OMzMN8x03plKtNS40rKC0TACQZxZXXKu4Hj4HiQgnEfWWFkmBX/kYD57fZli&#10;qu2Nf6jd+1wECLsUFRTe16mULivIoBvamjh4v7Yx6INscqkbvAW4qeR7FH1KgyWHhQJrWhSUXfZX&#10;o6Ddbc75qnX1+pL0XfxxXi63+qRU7637moDw1Pn/8LO90griJB7D4014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qT8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R7S8QA&#10;AADdAAAADwAAAGRycy9kb3ducmV2LnhtbERPy2rCQBTdF/yH4Qrd1YliSoyOogWhm4Kvhe6umWsS&#10;zNxJZ6aa9uudRcHl4bxni8404kbO15YVDAcJCOLC6ppLBYf9+i0D4QOyxsYyKfglD4t572WGubZ3&#10;3tJtF0oRQ9jnqKAKoc2l9EVFBv3AtsSRu1hnMEToSqkd3mO4aeQoSd6lwZpjQ4UtfVRUXHc/RsFq&#10;kq2+N2P++tueT3Q6nq/pyCVKvfa75RREoC48xf/uT60gzdI4N7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ke0vEAAAA3QAAAA8AAAAAAAAAAAAAAAAAmAIAAGRycy9k&#10;b3ducmV2LnhtbFBLBQYAAAAABAAEAPUAAACJAwAAAAA=&#10;" fillcolor="black" stroked="f"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Ed3sgA&#10;AADdAAAADwAAAGRycy9kb3ducmV2LnhtbESPT2vCQBTE74V+h+UVvNVNhUiMrlLbCkLtwT8Hj8/s&#10;a7Ik+zZkV41++m6h0OMwM79hZoveNuJCnTeOFbwMExDEhdOGSwWH/eo5A+EDssbGMSm4kYfF/PFh&#10;hrl2V97SZRdKESHsc1RQhdDmUvqiIot+6Fri6H27zmKIsiul7vAa4baRoyQZS4uG40KFLb1VVNS7&#10;s1Vw/BybbGtodNrclx96k9bLr/daqcFT/zoFEagP/+G/9lorSLN0Ar9v4hOQ8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9QR3e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AS8IA&#10;AADdAAAADwAAAGRycy9kb3ducmV2LnhtbERPz2vCMBS+D/wfwhO8zdSBUqpRRBl62WFuw+ujeTa1&#10;zUtNolb/+uUw2PHj+71Y9bYVN/KhdqxgMs5AEJdO11wp+P56f81BhIissXVMCh4UYLUcvCyw0O7O&#10;n3Q7xEqkEA4FKjAxdoWUoTRkMYxdR5y4k/MWY4K+ktrjPYXbVr5l2UxarDk1GOxoY6hsDlerwK+P&#10;2+bJ158me348wu7cX3I0So2G/XoOIlIf/8V/7r1WMM1naX9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8kBL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pAYsUA&#10;AADdAAAADwAAAGRycy9kb3ducmV2LnhtbESPUWsCMRCE34X+h7BCX6TmFLT2apQiFAqKoPUHbC/b&#10;u8Nkc1xWPfvrjSD0cZiZb5j5svNOnamNdWADo2EGirgItubSwOH782UGKgqyRReYDFwpwnLx1Jtj&#10;bsOFd3TeS6kShGOOBiqRJtc6FhV5jMPQECfvN7QeJcm21LbFS4J7p8dZNtUea04LFTa0qqg47k/e&#10;gBv/uLf1a9zI9aA32Z+X3WBrjXnudx/voIQ6+Q8/2l/WwGQ2HcH9TXoC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6kBi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TRUcUA&#10;AADdAAAADwAAAGRycy9kb3ducmV2LnhtbESPQWsCMRSE74X+h/AKvdVsFyqyNYpWhL14cGvx+tw8&#10;N4vJy7JJdeuvN4LQ4zAz3zDT+eCsOFMfWs8K3kcZCOLa65YbBbvv9dsERIjIGq1nUvBHAeaz56cp&#10;FtpfeEvnKjYiQTgUqMDE2BVShtqQwzDyHXHyjr53GJPsG6l7vCS4szLPsrF02HJaMNjRl6H6VP06&#10;Bauqs/muNMuw/9kcDra8rmm/Uur1ZVh8gog0xP/wo11qBR+TcQ73N+kJ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NFR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87e8UA&#10;AADdAAAADwAAAGRycy9kb3ducmV2LnhtbESPzWrDMBCE74G8g9hCb4nUljjBtRxCaSCQU/NzyG2R&#10;trYTa2UsNXbfvioUehxm5humWI+uFXfqQ+NZw9NcgSA23jZcaTgdt7MViBCRLbaeScM3BViX00mB&#10;ufUDf9D9ECuRIBxy1FDH2OVSBlOTwzD3HXHyPn3vMCbZV9L2OCS4a+WzUpl02HBaqLGjt5rM7fDl&#10;NFy3cu+NQnM+nYedXV7eM2qV1o8P4+YVRKQx/of/2jurYbHKXuD3TXoCs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zt7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8BIcYA&#10;AADdAAAADwAAAGRycy9kb3ducmV2LnhtbESPQWvCQBSE74L/YXlCb7rRVgnRVVQQSksP1SIen9ln&#10;EpJ9G3ZXTf99tyB4HGbmG2ax6kwjbuR8ZVnBeJSAIM6trrhQ8HPYDVMQPiBrbCyTgl/ysFr2ewvM&#10;tL3zN932oRARwj5DBWUIbSalz0sy6Ee2JY7exTqDIUpXSO3wHuGmkZMkmUmDFceFElvalpTX+6tR&#10;cLp+8uXr9WPtNuFou4OvJ+e0Vupl0K3nIAJ14Rl+tN+1gmk6e4P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58BI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eaMcA&#10;AADdAAAADwAAAGRycy9kb3ducmV2LnhtbESPT2vCQBTE74V+h+UVvNVNxUiaukoVBC9C/XPQ2zP7&#10;mgSzb9PdVWM/fbcgeBxm5jfMeNqZRlzI+dqygrd+AoK4sLrmUsFuu3jNQPiArLGxTApu5GE6eX4a&#10;Y67tldd02YRSRAj7HBVUIbS5lL6oyKDv25Y4et/WGQxRulJqh9cIN40cJMlIGqw5LlTY0ryi4rQ5&#10;GwWz92z28zXk1e/6eKDD/nhKBy5RqvfSfX6ACNSFR/jeXmoFaTZK4f9NfAJy8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JHmjHAAAA3QAAAA8AAAAAAAAAAAAAAAAAmAIAAGRy&#10;cy9kb3ducmV2LnhtbFBLBQYAAAAABAAEAPUAAACMAwAAAAA=&#10;" fillcolor="black" stroked="f"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d6HsUA&#10;AADdAAAADwAAAGRycy9kb3ducmV2LnhtbESPQUsDMRSE70L/Q3gFbzZrxaVsm5alUBRP26p4fd28&#10;bhY3L0sS0/XfG0HwOMzMN8xmN9lBJPKhd6zgflGAIG6d7rlT8PZ6uFuBCBFZ4+CYFHxTgN12drPB&#10;SrsrHymdYicyhEOFCkyMYyVlaA1ZDAs3Emfv4rzFmKXvpPZ4zXA7yGVRlNJiz3nB4Eh7Q+3n6csq&#10;SOd9Uz+kj2SOL77uvGue3s+NUrfzqV6DiDTF//Bf+1kreFyVJf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3oe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w/d8cA&#10;AADdAAAADwAAAGRycy9kb3ducmV2LnhtbESPQWvCQBSE7wX/w/IEb3WjYGqjqxTR0vZiG4X2+Mg+&#10;s6HZtyG7xtRf7xYKPQ4z8w2zXPe2Fh21vnKsYDJOQBAXTldcKjgedvdzED4ga6wdk4If8rBeDe6W&#10;mGl34Q/q8lCKCGGfoQITQpNJ6QtDFv3YNcTRO7nWYoiyLaVu8RLhtpbTJEmlxYrjgsGGNoaK7/xs&#10;FfjJZvv5Zq+P3dez4X3+atL30ig1GvZPCxCB+vAf/mu/aAWzefoAv2/iE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8sP3f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243C1" w:rsidRDefault="001243C1" w:rsidP="001243C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243C1" w:rsidRPr="00062C82" w:rsidRDefault="001243C1" w:rsidP="001243C1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1243C1" w:rsidRPr="00062C82" w:rsidRDefault="001243C1" w:rsidP="001243C1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</w:rPr>
      </w:pPr>
    </w:p>
    <w:p w:rsidR="001243C1" w:rsidRPr="00062C82" w:rsidRDefault="001243C1" w:rsidP="001243C1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</w:rPr>
      </w:pP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</w:rPr>
        <w:t>Рощук</w:t>
      </w:r>
      <w:proofErr w:type="spellEnd"/>
      <w:r>
        <w:rPr>
          <w:rFonts w:ascii="Times New Roman" w:hAnsi="Times New Roman" w:cs="Times New Roman"/>
          <w:b/>
        </w:rPr>
        <w:t xml:space="preserve"> О.Г.</w:t>
      </w: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</w:rPr>
      </w:pPr>
    </w:p>
    <w:p w:rsidR="001243C1" w:rsidRPr="00062C82" w:rsidRDefault="001243C1" w:rsidP="001243C1">
      <w:pPr>
        <w:tabs>
          <w:tab w:val="left" w:pos="4424"/>
        </w:tabs>
        <w:rPr>
          <w:rFonts w:ascii="Times New Roman" w:hAnsi="Times New Roman" w:cs="Times New Roman"/>
        </w:rPr>
      </w:pPr>
    </w:p>
    <w:p w:rsidR="001243C1" w:rsidRPr="00062C82" w:rsidRDefault="001243C1" w:rsidP="001243C1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</w:rPr>
        <w:t>Рощук</w:t>
      </w:r>
      <w:proofErr w:type="spellEnd"/>
      <w:r>
        <w:rPr>
          <w:rFonts w:ascii="Times New Roman" w:hAnsi="Times New Roman" w:cs="Times New Roman"/>
        </w:rPr>
        <w:t xml:space="preserve"> О.Г.,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1243C1" w:rsidRPr="00062C82" w:rsidRDefault="001243C1" w:rsidP="001243C1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1243C1" w:rsidRDefault="001243C1" w:rsidP="001243C1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Рощук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Ольгі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Григорівні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зареєстрована за адресою: </w:t>
      </w:r>
      <w:r w:rsidR="000166D6" w:rsidRPr="000166D6">
        <w:rPr>
          <w:rFonts w:ascii="Times New Roman" w:eastAsiaTheme="minorHAnsi" w:hAnsi="Times New Roman" w:cs="Times New Roman"/>
          <w:color w:val="auto"/>
          <w:szCs w:val="22"/>
          <w:lang w:eastAsia="en-US"/>
        </w:rPr>
        <w:t>__________________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0166D6" w:rsidRPr="000166D6">
        <w:rPr>
          <w:rFonts w:ascii="Times New Roman" w:hAnsi="Times New Roman" w:cs="Times New Roman"/>
        </w:rPr>
        <w:t>_______________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1212</w:t>
      </w:r>
      <w:r w:rsidRPr="00062C82">
        <w:rPr>
          <w:rFonts w:ascii="Times New Roman" w:hAnsi="Times New Roman" w:cs="Times New Roman"/>
        </w:rPr>
        <w:t>га, (кадастровий номер: 6823986800:0</w:t>
      </w:r>
      <w:r>
        <w:rPr>
          <w:rFonts w:ascii="Times New Roman" w:hAnsi="Times New Roman" w:cs="Times New Roman"/>
        </w:rPr>
        <w:t>2:014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17</w:t>
      </w:r>
      <w:r w:rsidRPr="00062C82">
        <w:rPr>
          <w:rFonts w:ascii="Times New Roman" w:hAnsi="Times New Roman" w:cs="Times New Roman"/>
        </w:rPr>
        <w:t xml:space="preserve">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062C82">
        <w:rPr>
          <w:rFonts w:ascii="Times New Roman" w:hAnsi="Times New Roman" w:cs="Times New Roman"/>
        </w:rPr>
        <w:t>Славутський</w:t>
      </w:r>
      <w:proofErr w:type="spellEnd"/>
      <w:r w:rsidRPr="00062C82">
        <w:rPr>
          <w:rFonts w:ascii="Times New Roman" w:hAnsi="Times New Roman" w:cs="Times New Roman"/>
        </w:rPr>
        <w:t xml:space="preserve">  район, </w:t>
      </w:r>
      <w:proofErr w:type="spellStart"/>
      <w:r w:rsidRPr="00062C82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Колом’є</w:t>
      </w:r>
      <w:proofErr w:type="spellEnd"/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вул. </w:t>
      </w:r>
      <w:r>
        <w:rPr>
          <w:rFonts w:ascii="Times New Roman" w:hAnsi="Times New Roman" w:cs="Times New Roman"/>
        </w:rPr>
        <w:t>Миру, 104.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1243C1" w:rsidRPr="00062C82" w:rsidRDefault="001243C1" w:rsidP="001243C1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</w:rPr>
        <w:t>Рощук</w:t>
      </w:r>
      <w:proofErr w:type="spellEnd"/>
      <w:r>
        <w:rPr>
          <w:rFonts w:ascii="Times New Roman" w:hAnsi="Times New Roman" w:cs="Times New Roman"/>
        </w:rPr>
        <w:t xml:space="preserve"> О.Г.,</w:t>
      </w:r>
      <w:r w:rsidRPr="00062C82">
        <w:rPr>
          <w:rFonts w:ascii="Times New Roman" w:hAnsi="Times New Roman" w:cs="Times New Roman"/>
        </w:rPr>
        <w:t xml:space="preserve"> посвідчити своє право  в  установленому  законом  порядку.</w:t>
      </w:r>
    </w:p>
    <w:p w:rsidR="001243C1" w:rsidRPr="00062C82" w:rsidRDefault="001243C1" w:rsidP="001243C1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243C1" w:rsidRPr="001243C1" w:rsidRDefault="001243C1" w:rsidP="001243C1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1243C1" w:rsidRPr="00062C82" w:rsidRDefault="001243C1" w:rsidP="001243C1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1243C1" w:rsidRPr="00062C82" w:rsidRDefault="001243C1" w:rsidP="001243C1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382A70" w:rsidRPr="001243C1" w:rsidRDefault="001243C1" w:rsidP="001243C1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382A70" w:rsidRPr="001243C1" w:rsidSect="00382A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243C1"/>
    <w:rsid w:val="000166D6"/>
    <w:rsid w:val="001243C1"/>
    <w:rsid w:val="00171A2E"/>
    <w:rsid w:val="00304C90"/>
    <w:rsid w:val="00382A70"/>
    <w:rsid w:val="00505B6D"/>
    <w:rsid w:val="006C6336"/>
    <w:rsid w:val="006D3977"/>
    <w:rsid w:val="007D6C18"/>
    <w:rsid w:val="00B61616"/>
    <w:rsid w:val="00D1641A"/>
    <w:rsid w:val="00E45F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3C1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269</Words>
  <Characters>1535</Characters>
  <Application>Microsoft Office Word</Application>
  <DocSecurity>0</DocSecurity>
  <Lines>12</Lines>
  <Paragraphs>3</Paragraphs>
  <ScaleCrop>false</ScaleCrop>
  <Company>Microsoft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2020-02-13T11:20:00Z</dcterms:created>
  <dcterms:modified xsi:type="dcterms:W3CDTF">2020-02-13T12:09:00Z</dcterms:modified>
</cp:coreProperties>
</file>