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FB" w:rsidRPr="00D815F3" w:rsidRDefault="00293BFB" w:rsidP="00293BF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293BFB" w:rsidRPr="001869AA" w:rsidRDefault="00293BFB" w:rsidP="00293BF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904" name="Группа 1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9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90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CxC3hQSXgA&#10;AGBZBAAOAAAAAAAAAAAAAAAAAC4CAABkcnMvZTJvRG9jLnhtbFBLAQItABQABgAIAAAAIQCe02Rt&#10;3QAAAAYBAAAPAAAAAAAAAAAAAAAAAKN6AABkcnMvZG93bnJldi54bWxQSwUGAAAAAAQABADzAAAA&#10;r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im8IA&#10;AADeAAAADwAAAGRycy9kb3ducmV2LnhtbERPy6rCMBDdX/AfwgjurqmKV61GEVFxIUh97IdmbIvN&#10;pDRR698bQbi7OZznzBaNKcWDaldYVtDrRiCIU6sLzhScT5vfMQjnkTWWlknBixws5q2fGcbaPjmh&#10;x9FnIoSwi1FB7n0VS+nSnAy6rq2IA3e1tUEfYJ1JXeMzhJtS9qPoTxosODTkWNEqp/R2vBsFdrDd&#10;7S9ZPxmseeR5eRhfL81eqU67WU5BeGr8v/jr3ukwvzeJhvB5J9w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mKb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OT8YA&#10;AADeAAAADwAAAGRycy9kb3ducmV2LnhtbERPTWsCMRC9F/ofwhS8iGbtYVtXoxRhq+2hoBW8Dpvp&#10;ZtvNZEmibv31Rij0No/3OfNlb1txIh8axwom4wwEceV0w7WC/Wc5egYRIrLG1jEp+KUAy8X93RwL&#10;7c68pdMu1iKFcChQgYmxK6QMlSGLYew64sR9OW8xJuhrqT2eU7ht5WOW5dJiw6nBYEcrQ9XP7mgV&#10;fJcf5rB6urz64XRLl2H5vm7fcqUGD/3LDESkPv6L/9wbneZPplkOt3fSDX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xOT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P1cUA&#10;AADeAAAADwAAAGRycy9kb3ducmV2LnhtbESP3YrCMBCF7xd8hzCCN4umKqxajSKisngj/jzA0IxN&#10;sZmUJtr69kZY2LsZzpnznVmsWluKJ9W+cKxgOEhAEGdOF5wruF52/SkIH5A1lo5JwYs8rJadrwWm&#10;2jV8ouc55CKGsE9RgQmhSqX0mSGLfuAq4qjdXG0xxLXOpa6xieG2lKMk+ZEWC44EgxVtDGX388NG&#10;yHGMx8Otuez2LTa4PRj+Xp+U6nXb9RxEoDb8m/+uf3WsP5wlE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0/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OncYA&#10;AADeAAAADwAAAGRycy9kb3ducmV2LnhtbESPQUsDQQyF74L/YYjgzc62aNW10yJVQYQerIJ4Czvp&#10;7uJOZpiJ3fXfm4PgLeG9vPdltZnCYI6USx/ZwXxWgSFuou+5dfD+9nRxA6YIsschMjn4oQKb9enJ&#10;CmsfR36l415aoyFcanTQiaTa2tJ0FLDMYiJW7RBzQNE1t9ZnHDU8DHZRVUsbsGdt6DDRtqPma/8d&#10;HOzGx/Ryvbw6pM98ubDlwcvHVpw7P5vu78AITfJv/rt+9oo/v62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jOn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ABR8UA&#10;AADeAAAADwAAAGRycy9kb3ducmV2LnhtbESP3YrCMBCF74V9hzALeyNrWgVdq1FkURFvxJ8HGJqx&#10;KTaT0mRt9+2NIHg3wzlzvjPzZWcrcafGl44VpIMEBHHudMmFgst58/0DwgdkjZVjUvBPHpaLj94c&#10;M+1aPtL9FAoRQ9hnqMCEUGdS+tyQRT9wNXHUrq6xGOLaFFI32MZwW8lhkoylxZIjwWBNv4by2+nP&#10;RshhhIf9tT1vth22uN4b7q+OSn19dqsZiEBdeJtf1zsd66fTSQr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AF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KCsUA&#10;AADeAAAADwAAAGRycy9kb3ducmV2LnhtbERPTUsDMRC9C/0PYQRvNttFW12bllIVitCDVRBvw2a6&#10;u7iZhGTsrv++EQRv83ifs1yPrlcniqnzbGA2LUAR19523Bh4f3u+vgOVBNli75kM/FCC9WpyscTK&#10;+oFf6XSQRuUQThUaaEVCpXWqW3KYpj4QZ+7oo0PJMDbaRhxyuOt1WRRz7bDj3NBioG1L9dfh2xnY&#10;D0/hZTG/PYbPeFPq9GjlYyvGXF2OmwdQQqP8i//cO5vnz+4XJ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9oo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8yeMUA&#10;AADeAAAADwAAAGRycy9kb3ducmV2LnhtbERP32vCMBB+H/g/hBN8GZqqbM5qlDkIExyMOcHXoznb&#10;suZSksx2/70ZDPZ2H9/PW29724gr+VA7VjCdZCCIC2dqLhWcPvX4CUSIyAYbx6TghwJsN4O7NebG&#10;dfxB12MsRQrhkKOCKsY2lzIUFVkME9cSJ+7ivMWYoC+l8dilcNvIWZY9Sos1p4YKW3qpqPg6flsF&#10;u/eunPv7Yte7w+X1/KC10W9aqdGwf16BiNTHf/Gfe2/S/OlyMYf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vzJ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bg88MA&#10;AADeAAAADwAAAGRycy9kb3ducmV2LnhtbERP22oCMRB9L/gPYYS+1axiq65GEctCKX3x8gHDZtys&#10;biZLEtf1702h0Lc5nOusNr1tREc+1I4VjEcZCOLS6ZorBadj8TYHESKyxsYxKXhQgM168LLCXLs7&#10;76k7xEqkEA45KjAxtrmUoTRkMYxcS5y4s/MWY4K+ktrjPYXbRk6y7ENarDk1GGxpZ6i8Hm5WQfE9&#10;+emuN+0Lt+2nlt7NZf5plHod9tsliEh9/Bf/ub90mj9ezKb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bg8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oPl8UA&#10;AADeAAAADwAAAGRycy9kb3ducmV2LnhtbERP32vCMBB+H/g/hBN8GZrqcM5qlDkIDhyMOcHXoznb&#10;suZSksx2/70ZDPZ2H9/PW29724gr+VA7VjCdZCCIC2dqLhWcPvX4CUSIyAYbx6TghwJsN4O7NebG&#10;dfxB12MsRQrhkKOCKsY2lzIUFVkME9cSJ+7ivMWYoC+l8dilcNvIWZY9Sos1p4YKW3qpqPg6flsF&#10;u/eufPD3xa53h8v+PNfa6Det1GjYP69AROrjv/jP/WrS/OlyMYf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g+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jbH8MA&#10;AADeAAAADwAAAGRycy9kb3ducmV2LnhtbERP22oCMRB9L/gPYYS+1azSelmNIpYFKX3x8gHDZtys&#10;biZLEtft35tCoW9zONdZbXrbiI58qB0rGI8yEMSl0zVXCs6n4m0OIkRkjY1jUvBDATbrwcsKc+0e&#10;fKDuGCuRQjjkqMDE2OZShtKQxTByLXHiLs5bjAn6SmqPjxRuGznJsqm0WHNqMNjSzlB5O96tguJr&#10;8t3d7toXbtu/W/ow1/mnUep12G+XICL18V/8597rNH+8mE3h9510g1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jbH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rgbMEA&#10;AADeAAAADwAAAGRycy9kb3ducmV2LnhtbERP24rCMBB9F/Yfwizsm02767UaRRYUfbT6AUMztsVm&#10;0m2irX+/EQTf5nCus1z3phZ3al1lWUESxSCIc6srLhScT9vhDITzyBpry6TgQQ7Wq4/BElNtOz7S&#10;PfOFCCHsUlRQet+kUrq8JIMusg1x4C62NegDbAupW+xCuKnldxxPpMGKQ0OJDf2WlF+zm1EwenS7&#10;v2x8jbfaUHL4aQ7s87FSX5/9ZgHCU+/f4pd7r8P8ZD6dwvO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64Gz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iscUA&#10;AADeAAAADwAAAGRycy9kb3ducmV2LnhtbESPzW7CQAyE75V4h5WReisbOEBJWRACgSpONPycraxJ&#10;oma9UXaB8Pb4gMTN1oxnPs8WnavVjdpQeTYwHCSgiHNvKy4MHA+br29QISJbrD2TgQcFWMx7HzNM&#10;rb/zH92yWCgJ4ZCigTLGJtU65CU5DAPfEIt28a3DKGtbaNviXcJdrUdJMtYOK5aGEhtalZT/Z1dn&#10;4Do+j4582dl9tn5sp+vNMuhTYcxnv1v+gIrUxbf5df1rBX84nQivvCMz6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2Kx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R3N8YA&#10;AADeAAAADwAAAGRycy9kb3ducmV2LnhtbERPS2vCQBC+F/wPywi91Y0PUhNdRYVC20Olag+9jdkx&#10;iWZnY3bV9N+7hUJv8/E9ZzpvTSWu1LjSsoJ+LwJBnFldcq5gt315GoNwHlljZZkU/JCD+azzMMVU&#10;2xt/0nXjcxFC2KWooPC+TqV0WUEGXc/WxIE72MagD7DJpW7wFsJNJQdRFEuDJYeGAmtaFZSdNhej&#10;4Gs9jpP18m10fP/Y49Do87cuY6Ueu+1iAsJT6//Ff+5XHeb3k+cEft8JN8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R3N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5GcYA&#10;AADeAAAADwAAAGRycy9kb3ducmV2LnhtbESPQWvCQBCF7wX/wzJCb3WjFUlTV9GWavFkVeh1yI5J&#10;MDsbsluN/nrnUPA2w7x5733TeedqdaY2VJ4NDAcJKOLc24oLA4f910sKKkRki7VnMnClAPNZ72mK&#10;mfUX/qHzLhZKTDhkaKCMscm0DnlJDsPAN8RyO/rWYZS1LbRt8SLmrtajJJlohxVLQokNfZSUn3Z/&#10;zsBt8ovbsB4tP19tpOs4XfnNdmXMc79bvIOK1MWH+P/720r94VsqAIIjM+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5G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1LMQA&#10;AADeAAAADwAAAGRycy9kb3ducmV2LnhtbERPzWrCQBC+F/oOyxS81U0kLUl0FRGF3tqkfYAhO26C&#10;2dmYXTX26buFQm/z8f3OajPZXlxp9J1jBek8AUHcON2xUfD1eXjOQfiArLF3TAru5GGzfnxYYand&#10;jSu61sGIGMK+RAVtCEMppW9asujnbiCO3NGNFkOEo5F6xFsMt71cJMmrtNhxbGhxoF1Lzam+WAVn&#10;t3jRU73H99O++OiMyc7fVabU7GnaLkEEmsK/+M/9puP8tMhT+H0n3i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n9S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NsMQA&#10;AADeAAAADwAAAGRycy9kb3ducmV2LnhtbERPyW7CMBC9V+o/WFOJW+MAAkIag1okJK4shx6n9pCk&#10;jcdpbELg6+tKlXqbp7dOsR5sI3rqfO1YwThJQRBrZ2ouFZyO2+cMhA/IBhvHpOBGHtarx4cCc+Ou&#10;vKf+EEoRQ9jnqKAKoc2l9Loiiz5xLXHkzq6zGCLsSmk6vMZw28hJms6lxZpjQ4UtbSrSX4eLVbCr&#10;P2g21+elzd70/v3+HaaLT6PU6Gl4fQERaAj/4j/3zsT542U2gd934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JDb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R/MYA&#10;AADeAAAADwAAAGRycy9kb3ducmV2LnhtbERPXWvCQBB8L/gfjhX6Vi8qFBNzkSoIlraCH9jXJbfN&#10;heb2Qu4a47/vFQq+ze7szOzkq8E2oqfO144VTCcJCOLS6ZorBefT9mkBwgdkjY1jUnAjD6ti9JBj&#10;pt2VD9QfQyWiCfsMFZgQ2kxKXxqy6CeuJY7cl+sshjh2ldQdXqO5beQsSZ6lxZpjgsGWNobK7+OP&#10;VdDj/pZ8mvVH+lq/l7P9+vKm4149joeXJYhAQ7gf/6t3Or4/TRdz+KsTM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RR/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WEsMA&#10;AADeAAAADwAAAGRycy9kb3ducmV2LnhtbERPTUvDQBC9C/0PyxS82U2DSI3dFilUPGrsweOYnWZT&#10;szNhd9tEf70rCN7m8T5nvZ18ry4UYidsYLkoQBE3YjtuDRze9jcrUDEhW+yFycAXRdhuZldrrKyM&#10;/EqXOrUqh3Cs0IBLaai0jo0jj3EhA3HmjhI8pgxDq23AMYf7XpdFcac9dpwbHA60c9R81mdvYHxq&#10;Pk7l8d267zDIvn6RU9mLMdfz6fEBVKIp/Yv/3M82z1/er27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AWE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jnsYA&#10;AADeAAAADwAAAGRycy9kb3ducmV2LnhtbERP22oCMRB9L/gPYQTfalahut0axXoBkZbipe/TzXR3&#10;NZksm1TXv2+EQt/mcK4zmbXWiAs1vnKsYNBPQBDnTldcKDge1o8pCB+QNRrHpOBGHmbTzsMEM+2u&#10;vKPLPhQihrDPUEEZQp1J6fOSLPq+q4kj9+0aiyHCppC6wWsMt0YOk2QkLVYcG0qsaVFSft7/WAXr&#10;j6U5Dd93808ZFqvxl0m3r8s3pXrddv4CIlAb/sV/7o2O8wfP6RPc34k3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Sjn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DgfcUA&#10;AADeAAAADwAAAGRycy9kb3ducmV2LnhtbERPTWvCQBC9C/6HZYRepG60VNKYjYggWqhgVeh1zI5J&#10;MDsbstuY/vtuoeBtHu9z0mVvatFR6yrLCqaTCARxbnXFhYLzafMcg3AeWWNtmRT8kINlNhykmGh7&#10;50/qjr4QIYRdggpK75tESpeXZNBNbEMcuKttDfoA20LqFu8h3NRyFkVzabDi0FBiQ+uS8tvx2yjo&#10;Dh+XYte55v0Wj93ry2W73esvpZ5G/WoBwlPvH+J/906H+dO3eA5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B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7+8YA&#10;AADeAAAADwAAAGRycy9kb3ducmV2LnhtbERPS2sCMRC+F/wPYQRvNavUuq5G0UKhl0J9HPQ2bsbd&#10;xc1kTaKu/fVNodDbfHzPmS1aU4sbOV9ZVjDoJyCIc6srLhTstu/PKQgfkDXWlknBgzws5p2nGWba&#10;3nlNt00oRAxhn6GCMoQmk9LnJRn0fdsQR+5kncEQoSukdniP4aaWwyR5lQYrjg0lNvRWUn7eXI2C&#10;1SRdXb5e+PN7fTzQYX88j4YuUarXbZdTEIHa8C/+c3/oOH8wSc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A7+8YAAADeAAAADwAAAAAAAAAAAAAAAACYAgAAZHJz&#10;L2Rvd25yZXYueG1sUEsFBgAAAAAEAAQA9QAAAIsDAAAAAA==&#10;" fillcolor="black" stroked="f"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hickA&#10;AADeAAAADwAAAGRycy9kb3ducmV2LnhtbESPT2/CMAzF75P4DpGRdhspSENdISDYH2nS4ADbYUfT&#10;mDZq41RNBt0+/XyYtJut9/zez8v14Ft1oT66wAamkwwUcRms48rAx/vLXQ4qJmSLbWAy8E0R1qvR&#10;zRILG658oMsxVUpCOBZooE6pK7SOZU0e4yR0xKKdQ+8xydpX2vZ4lXDf6lmWzbVHx9JQY0ePNZXN&#10;8csb+Hybu/zgaHba/Wyf7e6+2e6fGmNux8NmASrRkP7Nf9evVvCnD7n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ayhi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pIMQA&#10;AADeAAAADwAAAGRycy9kb3ducmV2LnhtbERPPW/CMBDdkfgP1iF1A4cOVQgYhEBVu3QotGI9xdc4&#10;TXxObQOBX18jIbHd0/u8xaq3rTiRD7VjBdNJBoK4dLrmSsHX/nWcgwgRWWPrmBRcKMBqORwssNDu&#10;zJ902sVKpBAOBSowMXaFlKE0ZDFMXEecuB/nLcYEfSW1x3MKt618zrIXabHm1GCwo42hstkdrQK/&#10;PmybKx+/m+z6cQlvv/1fjkapp1G/noOI1MeH+O5+12n+dJbP4PZOukE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yaS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DgK8cA&#10;AADeAAAADwAAAGRycy9kb3ducmV2LnhtbESP3UoDQQyF74W+w5CCN2Jn2wt1106LCAXBIvTnAeJO&#10;3F2cySw7abv16c2F4F1CTs4533I9xmDONOQusYP5rABDXCffcePgeNjcP4HJguwxJCYHV8qwXk1u&#10;llj5dOEdnffSGDXhXKGDVqSvrM11SxHzLPXEevtKQ0TRdWisH/Ci5jHYRVE82Igda0KLPb22VH/v&#10;T9FBWHyG8v0xb+V6tNviJ8ru7sM7dzsdX57BCI3yL/77fvNaf16WCqA4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g4C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wE6sQA&#10;AADeAAAADwAAAGRycy9kb3ducmV2LnhtbERPPW/CMBDdK/U/WFepW3HCUEGKQVCElIWBlIr1iI84&#10;wj5HsQuhv75GQup2T+/zZovBWXGhPrSeFeSjDARx7XXLjYL91+ZtAiJEZI3WMym4UYDF/PlphoX2&#10;V97RpYqNSCEcClRgYuwKKUNtyGEY+Y44cSffO4wJ9o3UPV5TuLNynGXv0mHLqcFgR5+G6nP14xSs&#10;q86O96VZhcP39ni05e+GDmulXl+G5QeISEP8Fz/cpU7z8+k0h/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8BO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oq8QA&#10;AADeAAAADwAAAGRycy9kb3ducmV2LnhtbERPPWvDMBDdC/0P4grZGikZksaJEkppwJCprj1kO6Sr&#10;7dY6GUuJnX9fBQrd7vE+b3eYXCeuNITWs4bFXIEgNt62XGsoP4/PLyBCRLbYeSYNNwpw2D8+7DCz&#10;fuQPuhaxFimEQ4Yamhj7TMpgGnIY5r4nTtyXHxzGBIda2gHHFO46uVRqJR22nBoa7OmtIfNTXJyG&#10;76M8eaPQVGU15nZ9fl9Rp7SePU2vWxCRpvgv/nPnNs1fbDZLuL+Tbp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KKv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9+V8UA&#10;AADeAAAADwAAAGRycy9kb3ducmV2LnhtbERPTWvCQBC9C/0PyxR6MxsVRGNWsYVCaelBLaXHMTsm&#10;IdnZsLsm6b93C0Jv83ifk+9G04qenK8tK5glKQjiwuqaSwVfp9fpCoQPyBpby6Tglzzstg+THDNt&#10;Bz5QfwyliCHsM1RQhdBlUvqiIoM+sR1x5C7WGQwRulJqh0MMN62cp+lSGqw5NlTY0UtFRXO8GgU/&#10;1w++fC7e9+45fNvx5Jv5edUo9fQ47jcgAo3hX3x3v+k4f7ZeL+DvnXiD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35X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zUcUA&#10;AADeAAAADwAAAGRycy9kb3ducmV2LnhtbERPTWsCMRC9C/0PYQRvmlWsuFujVEHwUlDbQ72Nm3F3&#10;cTNZk6jb/nojFHqbx/uc2aI1tbiR85VlBcNBAoI4t7riQsHX57o/BeEDssbaMin4IQ+L+Utnhpm2&#10;d97RbR8KEUPYZ6igDKHJpPR5SQb9wDbEkTtZZzBE6AqpHd5juKnlKEkm0mDFsaHEhlYl5ef91ShY&#10;ptPlZTvmj9/d8UCH7+P5deQSpXrd9v0NRKA2/Iv/3Bsd5w/TdAz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+zNRxQAAAN4AAAAPAAAAAAAAAAAAAAAAAJgCAABkcnMv&#10;ZG93bnJldi54bWxQSwUGAAAAAAQABAD1AAAAigMAAAAA&#10;" fillcolor="black" stroked="f"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dYMQA&#10;AADeAAAADwAAAGRycy9kb3ducmV2LnhtbERPTUsDMRC9C/6HMII3m21FabdNy1Ioiqdtq/Q63Yyb&#10;xc1kSWK6/nsjCL3N433OajPaXiTyoXOsYDopQBA3TnfcKng/7h7mIEJE1tg7JgU/FGCzvr1ZYand&#10;hfeUDrEVOYRDiQpMjEMpZWgMWQwTNxBn7tN5izFD30rt8ZLDbS9nRfEsLXacGwwOtDXUfB2+rYJ0&#10;3tbVYzols3/zVetd/fJxrpW6vxurJYhIY7yK/92vOs+fLhZP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BnW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9HHsUA&#10;AADeAAAADwAAAGRycy9kb3ducmV2LnhtbERPTWvCQBC9F/wPywi91U16CCZ1lSK2VC+2aaE9Dtlp&#10;NpidDdltjP56Vyh4m8f7nMVqtK0YqPeNYwXpLAFBXDndcK3g6/PlYQ7CB2SNrWNScCIPq+XkboGF&#10;dkf+oKEMtYgh7AtUYELoCil9Zciin7mOOHK/rrcYIuxrqXs8xnDbysckyaTFhmODwY7WhqpD+WcV&#10;+HS9+d7Zcz78vBrel1uTvddGqfvp+PwEItAYbuJ/95uO89M8z+D6TrxB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0ce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3BFB" w:rsidRPr="00D815F3" w:rsidRDefault="00293BFB" w:rsidP="00293B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293BFB" w:rsidRPr="001869AA" w:rsidRDefault="00293BFB" w:rsidP="00293B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93BFB" w:rsidRPr="001869AA" w:rsidRDefault="00293BFB" w:rsidP="00293B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93BFB" w:rsidRPr="001869AA" w:rsidRDefault="00293BFB" w:rsidP="00293BF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93BFB" w:rsidRPr="00D815F3" w:rsidRDefault="00293BFB" w:rsidP="00293BF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293BFB" w:rsidRPr="001869AA" w:rsidRDefault="00293BFB" w:rsidP="00293BF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293BFB" w:rsidRPr="001869AA" w:rsidRDefault="00293BFB" w:rsidP="00293BF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93BFB" w:rsidRPr="001869AA" w:rsidRDefault="00293BFB" w:rsidP="00293BF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293BFB" w:rsidRPr="001869AA" w:rsidRDefault="00293BFB" w:rsidP="00293BF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93BFB" w:rsidRPr="001869AA" w:rsidRDefault="00293BFB" w:rsidP="00293B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3BFB" w:rsidRDefault="00293BFB" w:rsidP="00293B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94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JXudnYAABJ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CF6JXudnYAABJ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3BFB" w:rsidRDefault="00293BFB" w:rsidP="00293B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93BFB" w:rsidRDefault="00293BFB" w:rsidP="00293BF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293BFB" w:rsidRPr="001869AA" w:rsidRDefault="00293BFB" w:rsidP="00293BF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93BFB" w:rsidRDefault="00293BFB" w:rsidP="00293BF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293BFB" w:rsidRPr="001869AA" w:rsidRDefault="00293BFB" w:rsidP="00293BFB">
      <w:pPr>
        <w:spacing w:after="0" w:line="240" w:lineRule="auto"/>
        <w:jc w:val="center"/>
        <w:rPr>
          <w:rFonts w:ascii="Times New Roman" w:hAnsi="Times New Roman"/>
        </w:rPr>
      </w:pPr>
    </w:p>
    <w:p w:rsidR="00293BFB" w:rsidRPr="004C78CD" w:rsidRDefault="00293BFB" w:rsidP="00293BF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Павлюку С.С.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Павлюк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С.С.,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Pr="008E2C07" w:rsidRDefault="00293BFB" w:rsidP="00293BF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Павлюку Сергію Сергійовичу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803FA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0,1000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Колом’є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Павлюку С.С.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293BFB" w:rsidRPr="008E2C07" w:rsidRDefault="00293BFB" w:rsidP="00293BF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93BFB" w:rsidRPr="008E2C07" w:rsidRDefault="00293BFB" w:rsidP="00293BF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7433FE" w:rsidRPr="00293BFB" w:rsidRDefault="00293BFB" w:rsidP="00293BF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7433FE" w:rsidRPr="00293BF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FB"/>
    <w:rsid w:val="00171A2E"/>
    <w:rsid w:val="00293BFB"/>
    <w:rsid w:val="00304C90"/>
    <w:rsid w:val="00505B6D"/>
    <w:rsid w:val="006D3977"/>
    <w:rsid w:val="007433FE"/>
    <w:rsid w:val="007D6C18"/>
    <w:rsid w:val="00D1641A"/>
    <w:rsid w:val="00F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F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F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2020-11-17T16:20:00Z</dcterms:created>
  <dcterms:modified xsi:type="dcterms:W3CDTF">2020-11-18T07:09:00Z</dcterms:modified>
</cp:coreProperties>
</file>