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E3" w:rsidRPr="0066767B" w:rsidRDefault="00BE29E3" w:rsidP="00BE29E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27A85D" wp14:editId="5372E21C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390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3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73MMA&#10;AADeAAAADwAAAGRycy9kb3ducmV2LnhtbERPS2vCQBC+F/wPywje6uYBrabZBBEVD0LxdR+yYxKa&#10;nQ3ZVdN/3y0UepuP7zl5OZpOPGhwrWUF8TwCQVxZ3XKt4HLevi5AOI+ssbNMCr7JQVlMXnLMtH3y&#10;kR4nX4sQwi5DBY33fSalqxoy6Oa2Jw7czQ4GfYBDLfWAzxBuOplE0Zs02HJoaLCndUPV1+luFNh0&#10;tz9c6+SYbvjd8+pzcbuOB6Vm03H1AcLT6P/Ff+69DvOTdBnD7zvhB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u73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2XCMcA&#10;AADeAAAADwAAAGRycy9kb3ducmV2LnhtbERPTWsCMRC9F/ofwhR6kZrtFrRujSLC2upB0BZ6HTbT&#10;zdbNZEmibv31TUHobR7vc6bz3rbiRD40jhU8DjMQxJXTDdcKPt7Lh2cQISJrbB2Tgh8KMJ/d3kyx&#10;0O7MOzrtYy1SCIcCFZgYu0LKUBmyGIauI07cl/MWY4K+ltrjOYXbVuZZNpIWG04NBjtaGqoO+6NV&#10;8F1uzedyfFn5wWRHl0G5eW3XI6Xu7/rFC4hIffwXX91vOs3PnyY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dlw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WksYA&#10;AADeAAAADwAAAGRycy9kb3ducmV2LnhtbESPwWrDMBBE74H+g9hCL6GRE0NJ3SjGlLoEX4KTfsBi&#10;bSxTa2UsJXb/PioUettlZufN7vLZ9uJGo+8cK1ivEhDEjdMdtwq+zuXzFoQPyBp7x6Tghzzk+4fF&#10;DjPtJq7pdgqtiCHsM1RgQhgyKX1jyKJfuYE4ahc3WgxxHVupR5xiuO3lJklepMWOI8HgQO+Gmu/T&#10;1UbIMcVjdZnO5eeME35UhpdFrdTT41y8gQg0h3/z3/VBx/qb9DW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KWk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8b3M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lzf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7xv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fcUA&#10;AADeAAAADwAAAGRycy9kb3ducmV2LnhtbESP0YrCMBBF34X9hzAL+yJruoqi1Sgiq4gvRd0PGJqx&#10;KdtMShNt/XsjCL7NcO/cc2ex6mwlbtT40rGCn0ECgjh3uuRCwd95+z0F4QOyxsoxKbiTh9Xyo7fA&#10;VLuWj3Q7hULEEPYpKjAh1KmUPjdk0Q9cTRy1i2sshrg2hdQNtjHcVnKYJBNpseRIMFjTxlD+f7ra&#10;CMlGmB0u7Xm767DF34Ph/vqo1Ndnt56DCNSFt/l1vdex/nA0G8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6t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EgMMQA&#10;AADeAAAADwAAAGRycy9kb3ducmV2LnhtbERPTUvDQBC9C/6HZQre7KZRo8Zui1QFETxYhdLbkJ0m&#10;wezssjs28d+7guBtHu9zluvJDepIMfWeDSzmBSjixtueWwMf70/nN6CSIFscPJOBb0qwXp2eLLG2&#10;fuQ3Om6lVTmEU40GOpFQa52ajhymuQ/EmTv46FAyjK22Eccc7gZdFkWlHfacGzoMtOmo+dx+OQOv&#10;42N4ua6uDmEfL0udHqzsNmLM2Wy6vwMlNMm/+M/9bPP88uK2gt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xID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YQs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OlsMYe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Jh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Gz8YA&#10;AADeAAAADwAAAGRycy9kb3ducmV2LnhtbESPzWrDMBCE74W8g9hAb40c94fEjRJCiqGUXpr2ARZr&#10;Y7mxVkZSHPftu4dCb7vM7My3m93kezVSTF1gA8tFAYq4Cbbj1sDXZ323ApUyssU+MBn4oQS77exm&#10;g5UNV/6g8ZhbJSGcKjTgch4qrVPjyGNahIFYtFOIHrOssdU24lXCfa/LonjSHjuWBocDHRw15+PF&#10;G6jfyvfxfLGxDvvpwdOj+169OGNu59P+GVSmKf+b/65freCX92vhlXd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dGz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upq8UA&#10;AADeAAAADwAAAGRycy9kb3ducmV2LnhtbERP32vCMBB+H/g/hBP2IjNVmczOKDoIEybI3GCvR3O2&#10;Zc2lJJmt/70RhL3dx/fzluveNuJMPtSOFUzGGQjiwpmaSwXfX/rpBUSIyAYbx6TgQgHWq8HDEnPj&#10;Ov6k8zGWIoVwyFFBFWObSxmKiiyGsWuJE3dy3mJM0JfSeOxSuG3kNMvm0mLNqaHClt4qKn6Pf1bB&#10;9tCVMz8qtr37OL3/PGtt9F4r9TjsN68gIvXxX3x370yaP50tF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66m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SK8UA&#10;AADeAAAADwAAAGRycy9kb3ducmV2LnhtbESPQWvDMAyF74P9B6NBb6uz0I2S1i1lIzDGLmv7A0Ss&#10;xmljOdhumv776TDYTUJP771vvZ18r0aKqQts4GVegCJugu24NXA81M9LUCkjW+wDk4E7JdhuHh/W&#10;WNlw4x8a97lVYsKpQgMu56HSOjWOPKZ5GIjldgrRY5Y1ttpGvIm573VZFG/aY8eS4HCgd0fNZX/1&#10;Buqv8nu8XG2sw25aeHp15+WHM2b2NO1WoDJN+V/89/1ppX65KAR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QRI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MpWMAA&#10;AADeAAAADwAAAGRycy9kb3ducmV2LnhtbERPzYrCMBC+C75DGGFvmtRVkWoUEZT1aPUBhmZsi82k&#10;NtHWt98sLHibj+931tve1uJFra8ca0gmCgRx7kzFhYbr5TBegvAB2WDtmDS8ycN2MxysMTWu4zO9&#10;slCIGMI+RQ1lCE0qpc9LsugnriGO3M21FkOEbSFNi10Mt7WcKrWQFiuODSU2tC8pv2dPq2H27o6P&#10;bH5XB2MpOX03Jw75XOuvUb9bgQjUh4/43/1j4vzpTCXw9068QW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8MpW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hgMIA&#10;AADeAAAADwAAAGRycy9kb3ducmV2LnhtbERPS4vCMBC+L/gfwgje1tSyyFpNiygusie3Ps5DM7bF&#10;ZlKaqPXfbwTB23x8z1lkvWnEjTpXW1YwGUcgiAuray4VHPabz28QziNrbCyTggc5yNLBxwITbe/8&#10;R7fclyKEsEtQQeV9m0jpiooMurFtiQN3tp1BH2BXSt3hPYSbRsZRNJUGaw4NFba0qqi45Fej4Do9&#10;xQc+/+pdvn78zNabpZPHUqnRsF/OQXjq/Vv8cm91mB9/RTE83wk3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6G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0Bs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/2ox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LQ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C75sMA&#10;AADeAAAADwAAAGRycy9kb3ducmV2LnhtbERPS4vCMBC+C/6HMII3Ta1FpGsUH6jLnnzBXodmti3b&#10;TEoTtfrrzcKCt/n4njNbtKYSN2pcaVnBaBiBIM6sLjlXcDlvB1MQziNrrCyTggc5WMy7nRmm2t75&#10;SLeTz0UIYZeigsL7OpXSZQUZdENbEwfuxzYGfYBNLnWD9xBuKhlH0UQaLDk0FFjTuqDs93Q1Cp6T&#10;bzy4fbzajLWnRzLd2a/DTql+r11+gPDU+rf43/2pw/w4iRL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C75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V308MA&#10;AADeAAAADwAAAGRycy9kb3ducmV2LnhtbERPzWrCQBC+C77DMgVvummIpaZZRUTBW2vqAwzZ6SYk&#10;Oxuzq8Y+fbdQ6G0+vt8pNqPtxI0G3zhW8LxIQBBXTjdsFJw/D/NXED4ga+wck4IHedisp5MCc+3u&#10;fKJbGYyIIexzVFCH0OdS+qomi37heuLIfbnBYohwMFIPeI/htpNpkrxIiw3Hhhp72tVUteXVKri4&#10;dKnHco/v7X710RiTXb5PmVKzp3H7BiLQGP7Ff+6jjvPTLFn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V30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uPT8QA&#10;AADeAAAADwAAAGRycy9kb3ducmV2LnhtbERPyW7CMBC9I/UfrKnEDZzSkkKKE7VISFxZDj0O9pCk&#10;jcdpbCDl6zFSpd7m6a2zKHrbiDN1vnas4GmcgCDWztRcKtjvVqMZCB+QDTaOScEveSjyh8ECM+Mu&#10;vKHzNpQihrDPUEEVQptJ6XVFFv3YtcSRO7rOYoiwK6Xp8BLDbSMnSZJKizXHhgpbWlakv7cnq2Bd&#10;H2ia6uPczj705vP6E55fv4xSw8f+/Q1EoD78i//caxPnT16SFO7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7j0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bTA8YA&#10;AADeAAAADwAAAGRycy9kb3ducmV2LnhtbERPXWsCMRB8L/gfwgp9q0mP0urVKFootGgFP7Cvy2V7&#10;Obxsjkt6nv/eCIW+ze7szOxM572rRUdtqDxreBwpEMSFNxWXGg7794cxiBCRDdaeScOFAsxng7sp&#10;5safeUvdLpYimXDIUYONscmlDIUlh2HkG+LE/fjWYUxjW0rT4jmZu1pmSj1LhxWnBIsNvVkqTrtf&#10;p6HDzUV92+XX5LNaF9lmeVyZtNf3w37xCiJSH/+P/9QfJr2fPakX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bTA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Y68QA&#10;AADeAAAADwAAAGRycy9kb3ducmV2LnhtbESPQU/DMAyF70j8h8hI3FhKhRAqyyaENMQRCocdTeM1&#10;HY1dJWEt/Hp8QOJm6z2/93m9XeJoTpTyIOzgelWBIe7ED9w7eH/bXd2ByQXZ4yhMDr4pw3ZzfrbG&#10;xsvMr3RqS280hHODDkIpU2Nt7gJFzCuZiFU7SIpYdE299QlnDY+jravq1kYcWBsCTvQYqPtsv6KD&#10;+an7ONaHvQ8/aZJd+yLHehTnLi+Wh3swhZbyb/67fvaKX99Uyqvv6Ax2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EmO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tZ8UA&#10;AADeAAAADwAAAGRycy9kb3ducmV2LnhtbERP22oCMRB9F/oPYQp906xLaXU1itUKpSji7X3cjLvb&#10;JpNlk+r275uC4NscznXG09YacaHGV44V9HsJCOLc6YoLBYf9sjsA4QOyRuOYFPySh+nkoTPGTLsr&#10;b+myC4WIIewzVFCGUGdS+rwki77nauLInV1jMUTYFFI3eI3h1sg0SV6kxYpjQ4k1zUvKv3c/VsFy&#10;szBf6Xo7O8owf389mcHn22Kl1NNjOxuBCNSGu/jm/tBxfvqcDOH/nXiD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C1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Ps8gA&#10;AADeAAAADwAAAGRycy9kb3ducmV2LnhtbESPQWvCQBCF7wX/wzIFL6Vu1LZI6ioiiAoVrAq9jtlp&#10;EszOhuwa4793DoXeZpg3771vOu9cpVpqQunZwHCQgCLOvC05N3A6rl4noEJEtlh5JgN3CjCf9Z6m&#10;mFp/429qDzFXYsIhRQNFjHWqdcgKchgGviaW269vHEZZm1zbBm9i7io9SpIP7bBkSSiwpmVB2eVw&#10;dQba/dc537Sh3l4mL+F9fF6vd/bHmP5zt/gEFamL/+K/742V+qO3oQAIjsy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Zc+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UUNcYA&#10;AADeAAAADwAAAGRycy9kb3ducmV2LnhtbERPS2vCQBC+C/6HZQq96SbBFo2uooVCLwUfPdTbmJ0m&#10;wexsurvV6K/vCoK3+fieM1t0phEncr62rCAdJiCIC6trLhV87d4HYxA+IGtsLJOCC3lYzPu9Geba&#10;nnlDp20oRQxhn6OCKoQ2l9IXFRn0Q9sSR+7HOoMhQldK7fAcw00jsyR5lQZrjg0VtvRWUXHc/hkF&#10;q8l49bse8ed1c9jT/vtwfMlcotTzU7ecggjUhYf47v7QcX42SlO4vRN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UUNcYAAADeAAAADwAAAAAAAAAAAAAAAACYAgAAZHJz&#10;L2Rvd25yZXYueG1sUEsFBgAAAAAEAAQA9QAAAIsDAAAAAA==&#10;" fillcolor="black" stroked="f"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EQsYA&#10;AADeAAAADwAAAGRycy9kb3ducmV2LnhtbERPS2vCQBC+C/6HZYTedGNoRaKrqG2hUHvwcfA4Zsdk&#10;SXY2ZLea9te7BaG3+fieM192thZXar1xrGA8SkAQ504bLhQcD+/DKQgfkDXWjknBD3lYLvq9OWba&#10;3XhH130oRAxhn6GCMoQmk9LnJVn0I9cQR+7iWoshwraQusVbDLe1TJNkIi0ajg0lNrQpKa/231bB&#10;6XNipjtD6Xn7u37T25dq/fVaKfU06FYzEIG68C9+uD90nJ8+j1P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SEQ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M68QA&#10;AADeAAAADwAAAGRycy9kb3ducmV2LnhtbERPS2sCMRC+F/ofwhS8aVZbimyNIorUSw++6HXYTDfb&#10;3UzWJOrqrzcFobf5+J4zmXW2EWfyoXKsYDjIQBAXTldcKtjvVv0xiBCRNTaOScGVAsymz08TzLW7&#10;8IbO21iKFMIhRwUmxjaXMhSGLIaBa4kT9+O8xZigL6X2eEnhtpGjLHuXFitODQZbWhgq6u3JKvDz&#10;72V949Ohzm5f1/D52x3HaJTqvXTzDxCRuvgvfrjXOs0fvQ1f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KTO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Ji1MQA&#10;AADeAAAADwAAAGRycy9kb3ducmV2LnhtbERP22rCQBB9L/gPyxR8KXVjkLamriIFQagUtH7AmJ0m&#10;obuzITvV6Nd3BcG3OZzrzBa9d+pIXWwCGxiPMlDEZbANVwb236vnN1BRkC26wGTgTBEW88HDDAsb&#10;Tryl404qlUI4FmigFmkLrWNZk8c4Ci1x4n5C51ES7CptOzylcO90nmUv2mPDqaHGlj5qKn93f96A&#10;yw9u+vkaN3Le60128bJ9+rLGDB/75TsooV7u4pt7bdP8fDKe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Yt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6GFcUA&#10;AADeAAAADwAAAGRycy9kb3ducmV2LnhtbERPTWsCMRC9F/ofwhR6q1mXtpTVKG1F2EsPbhWv42bc&#10;LCaTZZPq6q83gtDbPN7nTOeDs+JIfWg9KxiPMhDEtdctNwrWv8uXDxAhImu0nknBmQLMZ48PUyy0&#10;P/GKjlVsRArhUKACE2NXSBlqQw7DyHfEidv73mFMsG+k7vGUwp2VeZa9S4ctpwaDHX0bqg/Vn1Ow&#10;qDqbr0vzFbabn93OlpclbRdKPT8NnxMQkYb4L767S53m56/jN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ToY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qVMIA&#10;AADeAAAADwAAAGRycy9kb3ducmV2LnhtbERPTYvCMBC9L/gfwgje1kRZulKNIqIgeFpXD96GZGyr&#10;zaQ0WVv/vVlY2Ns83ucsVr2rxYPaUHnWMBkrEMTG24oLDafv3fsMRIjIFmvPpOFJAVbLwdsCc+s7&#10;/qLHMRYihXDIUUMZY5NLGUxJDsPYN8SJu/rWYUywLaRtsUvhrpZTpTLpsOLUUGJDm5LM/fjjNNx2&#10;8uCNQnM+nbu9/bxsM6qV1qNhv56DiNTHf/Gfe2/T/OnHJI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p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38qMQA&#10;AADeAAAADwAAAGRycy9kb3ducmV2LnhtbERPS2vCQBC+F/wPywi91Y2xVImuooJQKj34QDyO2TEJ&#10;yc6G3VXTf98VCr3Nx/ec2aIzjbiT85VlBcNBAoI4t7riQsHxsHmbgPABWWNjmRT8kIfFvPcyw0zb&#10;B+/ovg+FiCHsM1RQhtBmUvq8JIN+YFviyF2tMxgidIXUDh8x3DQyTZIPabDi2FBiS+uS8np/MwrO&#10;ty1fv0dfS7cKJ9sdfJ1eJrVSr/1uOQURqAv/4j/3p47z0/fhG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9/K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+9qMkA&#10;AADeAAAADwAAAGRycy9kb3ducmV2LnhtbESPT2/CMAzF75P2HSJP2m2kVAyxjoDGpElcJvFnh3Ez&#10;jddWNE6XBOj26fEBiZut9/zez9N571p1ohAbzwaGgwwUceltw5WBr+3H0wRUTMgWW89k4I8izGf3&#10;d1MsrD/zmk6bVCkJ4ViggTqlrtA6ljU5jAPfEYv244PDJGuotA14lnDX6jzLxtphw9JQY0fvNZWH&#10;zdEZWLxMFr+rEX/+r/c72n3vD895yIx5fOjfXkEl6tPNfL1eWsHPR0PhlXd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+9qMkAAADeAAAADwAAAAAAAAAAAAAAAACYAgAA&#10;ZHJzL2Rvd25yZXYueG1sUEsFBgAAAAAEAAQA9QAAAI4DAAAAAA==&#10;" fillcolor="black" stroked="f"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UTmcQA&#10;AADeAAAADwAAAGRycy9kb3ducmV2LnhtbERPTUsDMRC9C/6HMII3m20VademZSmIxdO2VXqdbsbN&#10;4mayJDHd/nsjCL3N433Ocj3aXiTyoXOsYDopQBA3TnfcKvg4vD7MQYSIrLF3TAouFGC9ur1ZYqnd&#10;mXeU9rEVOYRDiQpMjEMpZWgMWQwTNxBn7st5izFD30rt8ZzDbS9nRfEsLXacGwwOtDHUfO9/rIJ0&#10;2tTVYzoms3v3Vetd/fZ5qpW6vxurFxCRxngV/7u3Os+fPU0X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FE5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0sMcA&#10;AADeAAAADwAAAGRycy9kb3ducmV2LnhtbESPQUvDQBCF74L/YRnBm900lGJjt0WKlrYX2yjocciO&#10;2WB2NmTXNPrrOwfB2wzz5r33Ldejb9VAfWwCG5hOMlDEVbAN1wbeXp/v7kHFhGyxDUwGfijCenV9&#10;tcTChjOfaChTrcSEY4EGXEpdoXWsHHmMk9ARy+0z9B6TrH2tbY9nMfetzrNsrj02LAkOO9o4qr7K&#10;b28gTjdP7wf/uxg+to5fyr2bH2tnzO3N+PgAKtGY/sV/3zsr9fNZLgCCIzP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/NL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BE29E3" w:rsidRPr="0066767B" w:rsidRDefault="00BE29E3" w:rsidP="00BE29E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591C6B" wp14:editId="6AA42350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421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42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9E3" w:rsidRDefault="00BE29E3" w:rsidP="00BE2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CvIdS+d4AABYWQQADgAA&#10;AAAAAAAAAAAAAAAuAgAAZHJzL2Uyb0RvYy54bWxQSwECLQAUAAYACAAAACEA386QMOIAAAANAQAA&#10;DwAAAAAAAAAAAAAAAABBewAAZHJzL2Rvd25yZXYueG1sUEsFBgAAAAAEAAQA8wAAAFB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hKcIA&#10;AADeAAAADwAAAGRycy9kb3ducmV2LnhtbERPS4vCMBC+C/sfwix409QoKtUosuyKB0Hq4z40Y1ts&#10;JqXJavffbwTB23x8z1muO1uLO7W+cqxhNExAEOfOVFxoOJ9+BnMQPiAbrB2Thj/ysF599JaYGvfg&#10;jO7HUIgYwj5FDWUITSqlz0uy6IeuIY7c1bUWQ4RtIU2Ljxhua6mSZCotVhwbSmzoq6T8dvy1Gtx4&#10;u9tfCpWNv3kWeHOYXy/dXuv+Z7dZgAjUhbf45d6ZOF9NlILnO/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DCEp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Q2EccA&#10;AADeAAAADwAAAGRycy9kb3ducmV2LnhtbERPTUsDMRC9C/0PYQpeis26llbXpkUKq20PhVbB67AZ&#10;N6ubyZLEdu2vN0LB2zze58yXvW3FkXxoHCu4HWcgiCunG64VvL2WN/cgQkTW2DomBT8UYLkYXM2x&#10;0O7EezoeYi1SCIcCFZgYu0LKUBmyGMauI07ch/MWY4K+ltrjKYXbVuZZNpUWG04NBjtaGaq+Dt9W&#10;wWe5M++r2fnZjx72dB6V25d2M1Xqetg/PYKI1Md/8cW91ml+Psnv4O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ENh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4KZMYA&#10;AADeAAAADwAAAGRycy9kb3ducmV2LnhtbESPzWrDMBCE74W8g9hCLqWR64YQ3CjGhCQUX0x+HmCx&#10;NpaptTKWGjtvXxUKve0ys/PNbvLJduJOg28dK3hbJCCIa6dbbhRcL4fXNQgfkDV2jknBgzzk29nT&#10;BjPtRj7R/RwaEUPYZ6jAhNBnUvrakEW/cD1x1G5usBjiOjRSDzjGcNvJNElW0mLLkWCwp52h+uv8&#10;bSOkeseqvI2Xw3HCEfel4ZfipNT8eSo+QASawr/57/pTx/rpMl3C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4KZ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6xcQA&#10;AADeAAAADwAAAGRycy9kb3ducmV2LnhtbERPTUsDMRC9C/0PYQrebNalrWVtWkqrIIIHq1C8DZvp&#10;7uJmEpKxu/57Iwje5vE+Z70dXa8uFFPn2cDtrABFXHvbcWPg/e3xZgUqCbLF3jMZ+KYE283kao2V&#10;9QO/0uUojcohnCo00IqESutUt+QwzXwgztzZR4eSYWy0jTjkcNfrsiiW2mHHuaHFQPuW6s/jlzPw&#10;MjyE57vl4hw+4rzU6WDltBdjrqfj7h6U0Cj/4j/3k83zy3m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2us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AxiMUA&#10;AADeAAAADwAAAGRycy9kb3ducmV2LnhtbESP0YrCMBBF3wX/IYywL7KmW0WWahRZdBFfpOoHDM3Y&#10;FJtJaaLt/v1GEHyb4d65585y3dtaPKj1lWMFX5MEBHHhdMWlgst59/kNwgdkjbVjUvBHHtar4WCJ&#10;mXYd5/Q4hVLEEPYZKjAhNJmUvjBk0U9cQxy1q2sthri2pdQtdjHc1jJNkrm0WHEkGGzox1BxO91t&#10;hByneDxcu/Put8cOtwfD402u1Meo3yxABOrD2/y63utYP52lc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DG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iBKcQA&#10;AADeAAAADwAAAGRycy9kb3ducmV2LnhtbERPTUsDMRC9C/0PYQrebNaltmVtWkqrIIIHq1C8DZvp&#10;7uJmEpKxu/57Iwje5vE+Z70dXa8uFFPn2cDtrABFXHvbcWPg/e3xZgUqCbLF3jMZ+KYE283kao2V&#10;9QO/0uUojcohnCo00IqESutUt+QwzXwgztzZR4eSYWy0jTjkcNfrsigW2mHHuaHFQPuW6s/jlzPw&#10;MjyE5+Xi7hw+4rzU6WDltBdjrqfj7h6U0Cj/4j/3k83zy3m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ogS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IIsscA&#10;AADeAAAADwAAAGRycy9kb3ducmV2LnhtbESPT0vDQBDF74LfYRnBi9iN0Yqk3RYrLAoK0j/gdchO&#10;k9DsbNhdm/jtnYPgbYb35r3fLNeT79WZYuoCG7ibFaCI6+A6bgwc9vb2CVTKyA77wGTghxKsV5cX&#10;S6xcGHlL511ulIRwqtBAm/NQaZ3qljymWRiIRTuG6DHLGhvtIo4S7ntdFsWj9tixNLQ40EtL9Wn3&#10;7Q1sPsfmPt7Umym8H1+/5tY6+2GNub6anhegMk353/x3/eYEv3wo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yCLL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n1sIA&#10;AADeAAAADwAAAGRycy9kb3ducmV2LnhtbERP3WrCMBS+H/gO4QjezXTFDe2MIkpBxm6mPsChOWs6&#10;m5OSxFrf3gjC7s7H93uW68G2oicfGscK3qYZCOLK6YZrBadj+ToHESKyxtYxKbhRgPVq9LLEQrsr&#10;/1B/iLVIIRwKVGBi7AopQ2XIYpi6jjhxv85bjAn6WmqP1xRuW5ln2Ye02HBqMNjR1lB1PlysgvIr&#10;/+7PF+1Ltxlmlt7N33xnlJqMh80niEhD/Bc/3Xud5uezfAG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zuf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2SacgA&#10;AADeAAAADwAAAGRycy9kb3ducmV2LnhtbESPQUsDMRCF74L/IUzBi7RZWxXZNi1WCAoWxFboddhM&#10;d5duJksSu+u/dw6CtxnmzXvvW21G36kLxdQGNnA3K0ARV8G1XBv4OtjpE6iUkR12gcnADyXYrK+v&#10;Vli6MPAnXfa5VmLCqUQDTc59qXWqGvKYZqEnltspRI9Z1lhrF3EQc9/peVE8ao8tS0KDPb00VJ33&#10;397A9mOoF/G22o7h/fR6fLDW2Z015mYyPi9BZRrzv/jv+81J/fn9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HZJ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9DcMA&#10;AADeAAAADwAAAGRycy9kb3ducmV2LnhtbERP3WrCMBS+F/YO4Qy809SqQzpTkY2CjN3o9gCH5qzp&#10;2pyUJNb69stgsLvz8f2e/WGyvRjJh9axgtUyA0FcO91yo+Dzo1rsQISIrLF3TAruFOBQPsz2WGh3&#10;4zONl9iIFMKhQAUmxqGQMtSGLIalG4gT9+W8xZigb6T2eEvhtpd5lj1Jiy2nBoMDvRiqu8vVKqje&#10;8vexu2pfueO0sbQ137tXo9T8cTo+g4g0xX/xn/uk0/x8s17B7zvpBl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F9D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9ksEA&#10;AADeAAAADwAAAGRycy9kb3ducmV2LnhtbERP24rCMBB9F/Yfwiz4ZtPWC9I1igiV9XGrHzA0s22x&#10;mdQm2vr3G0HYtzmc62x2o2nFg3rXWFaQRDEI4tLqhisFl3M+W4NwHllja5kUPMnBbvsx2WCm7cA/&#10;9Ch8JUIIuwwV1N53mZSurMmgi2xHHLhf2xv0AfaV1D0OIdy0Mo3jlTTYcGiosaNDTeW1uBsFi+dw&#10;vBXLa5xrQ8lp3p3Yl0ulpp/j/guEp9H/i9/ubx3mp4t5Cq93wg1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9fZ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POpsMA&#10;AADeAAAADwAAAGRycy9kb3ducmV2LnhtbERPTYvCMBC9C/sfwizszaZbRdxqFFlxEU/aVc9DM7bF&#10;ZlKaqPXfG0HwNo/3OdN5Z2pxpdZVlhV8RzEI4tzqigsF+/9VfwzCeWSNtWVScCcH89lHb4qptjfe&#10;0TXzhQgh7FJUUHrfpFK6vCSDLrINceBOtjXoA2wLqVu8hXBTyySOR9JgxaGhxIZ+S8rP2cUouIyO&#10;yZ5PG73Nlve/n+Vq4eShUOrrs1tMQHjq/Fv8cq91mJ8MBw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POp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mz8YA&#10;AADeAAAADwAAAGRycy9kb3ducmV2LnhtbERPS2vCQBC+F/oflil4q5tqCBpdxRYK6kHxdfA2zU6T&#10;1Oxsml01/vuuUPA2H99zxtPWVOJCjSstK3jrRiCIM6tLzhXsd5+vAxDOI2usLJOCGzmYTp6fxphq&#10;e+UNXbY+FyGEXYoKCu/rVEqXFWTQdW1NHLhv2xj0ATa51A1eQ7ipZC+KEmmw5NBQYE0fBWWn7dko&#10;OKwHyXD9voh/lqsv7Bv9e9RlolTnpZ2NQHhq/UP8757rML8X92O4vxNu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Xmz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DUwMMA&#10;AADeAAAADwAAAGRycy9kb3ducmV2LnhtbERPS4vCMBC+L/gfwgje1tT6QKpRdBd12ZMv8Do0Y1ts&#10;JqWJWv31ZkHY23x8z5nOG1OKG9WusKyg141AEKdWF5wpOB5Wn2MQziNrLC2Tggc5mM9aH1NMtL3z&#10;jm57n4kQwi5BBbn3VSKlS3My6Lq2Ig7c2dYGfYB1JnWN9xBuShlH0UgaLDg05FjRV07pZX81Cp6j&#10;E27dJl5+97Wnx2C8tr/btVKddrOYgPDU+H/x2/2jw/x40B/C3zvhBj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DUw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jGcMA&#10;AADeAAAADwAAAGRycy9kb3ducmV2LnhtbERPzWrCQBC+F3yHZQRvdWNMRaOrSFHorTX6AEN23ASz&#10;szG71din7xYK3ubj+53VpreNuFHna8cKJuMEBHHpdM1Gwem4f52D8AFZY+OYFDzIw2Y9eFlhrt2d&#10;D3QrghExhH2OCqoQ2lxKX1Zk0Y9dSxy5s+sshgg7I3WH9xhuG5kmyUxarDk2VNjSe0Xlpfi2Cq4u&#10;fdN9scPPy27xVRuTXX8OmVKjYb9dggjUh6f43/2h4/w0m87g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sjG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gacQA&#10;AADeAAAADwAAAGRycy9kb3ducmV2LnhtbERPyW7CMBC9V+IfrEHiVhygZQkxqEVC4spy6HFqTxaI&#10;xyE2kPbr60qVepunt0627mwt7tT6yrGC0TABQaydqbhQcDpun+cgfEA2WDsmBV/kYb3qPWWYGvfg&#10;Pd0PoRAxhH2KCsoQmlRKr0uy6IeuIY5c7lqLIcK2kKbFRwy3tRwnyVRarDg2lNjQpiR9Odysgl31&#10;Sa9TnS/s/F3vP76vYTI7G6UG/e5tCSJQF/7Ff+6difPHL5MZ/L4Tb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b4G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NzMUA&#10;AADeAAAADwAAAGRycy9kb3ducmV2LnhtbERPTWvCQBC9F/oflin0phvTIjV1lVootFSFqtjrkB2z&#10;odnZkN3G+O87B6G3mfc1b+bLwTeqpy7WgQ1Mxhko4jLYmisDh/3b6AlUTMgWm8Bk4EIRlovbmzkW&#10;Npz5i/pdqpSEcCzQgEupLbSOpSOPcRxaYuFOofOYZO0qbTs8S7hvdJ5lU+2xZrngsKVXR+XP7tcb&#10;6HF7yb7dajP7qNdlvl0dP63g5v5ueHkGlWhI/+Kr+91K/fzxQfrKOzKD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Y3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3zcMA&#10;AADeAAAADwAAAGRycy9kb3ducmV2LnhtbERPTUvDQBC9C/0Pywje7MZURNNuSxFaPGr04HHMTrNp&#10;szNhd22iv94VBG/zeJ+z2ky+V2cKsRM2cDMvQBE3YjtuDby97q7vQcWEbLEXJgNfFGGznl2ssLIy&#10;8gud69SqHMKxQgMupaHSOjaOPMa5DMSZO0jwmDIMrbYBxxzue10WxZ322HFucDjQo6PmVH96A+O+&#10;+TiWh3frvsMgu/pZjmUvxlxdTtslqERT+hf/uZ9snl/eLh7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T3z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9OsgA&#10;AADeAAAADwAAAGRycy9kb3ducmV2LnhtbESPT0vDQBDF7wW/wzKCt3ZjKG2J3Zb+hSKKtOp9zI5J&#10;dHc2ZNc2fnvnUPA2w7x57/3my947daYuNoEN3I8yUMRlsA1XBt5e98MZqJiQLbrAZOCXIiwXN4M5&#10;FjZc+EjnU6qUmHAs0ECdUltoHcuaPMZRaInl9hk6j0nWrtK2w4uYe6fzLJtojw1LQo0tbWoqv08/&#10;3sD+Zeu+8ufj6l2nzW764WaP6+2TMXe3/eoBVKI+/Yuv3wcr9fPxWAAER2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ID06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pFNcQA&#10;AADeAAAADwAAAGRycy9kb3ducmV2LnhtbERP24rCMBB9F/yHMIIvy5p6W6QaRQRRYQV1F3wdm7Et&#10;NpPSxFr/3iws+DaHc53ZojGFqKlyuWUF/V4EgjixOudUwe/P+nMCwnlkjYVlUvAkB4t5uzXDWNsH&#10;H6k++VSEEHYxKsi8L2MpXZKRQdezJXHgrrYy6AOsUqkrfIRwU8hBFH1JgzmHhgxLWmWU3E53o6A+&#10;fF/Sbe3K3W3y4cbDy2az12elup1mOQXhqfFv8b97q8P8wWjUh7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aRT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lX8YA&#10;AADe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szzO4vhNv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SlX8YAAADeAAAADwAAAAAAAAAAAAAAAACYAgAAZHJz&#10;L2Rvd25yZXYueG1sUEsFBgAAAAAEAAQA9QAAAIsDAAAAAA==&#10;" fillcolor="black" stroked="f"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OxMYA&#10;AADeAAAADwAAAGRycy9kb3ducmV2LnhtbERPTWvCQBC9C/6HZYTedNPUiqSuorYFofag7aHHaXaa&#10;LMnOhuxWo7/eFQRv83ifM1t0thYHar1xrOBxlIAgzp02XCj4/nofTkH4gKyxdkwKTuRhMe/3Zphp&#10;d+QdHfahEDGEfYYKyhCaTEqfl2TRj1xDHLk/11oMEbaF1C0eY7itZZokE2nRcGwosaF1SXm1/7cK&#10;fj4mZrozlP5uz6s3vX2uVp+vlVIPg275AiJQF+7im3uj4/x0PH6C6zvxB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sOx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7gsQA&#10;AADeAAAADwAAAGRycy9kb3ducmV2LnhtbERPTWsCMRC9C/6HMEJvNVtZRLZGkRaxlx5qlV6HzXSz&#10;3c1km0Rd/fVGELzN433OfNnbVhzJh9qxgpdxBoK4dLrmSsHue/08AxEissbWMSk4U4DlYjiYY6Hd&#10;ib/ouI2VSCEcClRgYuwKKUNpyGIYu444cb/OW4wJ+kpqj6cUbls5ybKptFhzajDY0ZuhstkerAK/&#10;+nlvLnzYN9nl8xw2f/3/DI1ST6N+9QoiUh8f4rv7Q6f5kzzP4fZOu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Q+4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oUsUA&#10;AADeAAAADwAAAGRycy9kb3ducmV2LnhtbERP22rCQBB9L/Qflin0pdSNwVqbuooIhYIiePmAMTtN&#10;QndnQ3bU2K93C4W+zeFcZzrvvVNn6mIT2MBwkIEiLoNtuDJw2H88T0BFQbboApOBK0WYz+7vpljY&#10;cOEtnXdSqRTCsUADtUhbaB3LmjzGQWiJE/cVOo+SYFdp2+ElhXun8ywba48Np4YaW1rWVH7vTt6A&#10;y4/ubfUa13I96HX242X7tLHGPD70i3dQQr38i//cnzbNz0ejF/h9J92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LehS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3f8QA&#10;AADeAAAADwAAAGRycy9kb3ducmV2LnhtbERPTWsCMRC9C/0PYQq9abaLiKxGaSvCXnpwVbyOm3Gz&#10;mEyWTarb/vpGKPQ2j/c5y/XgrLhRH1rPCl4nGQji2uuWGwWH/XY8BxEiskbrmRR8U4D16mm0xEL7&#10;O+/oVsVGpBAOBSowMXaFlKE25DBMfEecuIvvHcYE+0bqHu8p3FmZZ9lMOmw5NRjs6MNQfa2+nIJN&#10;1dn8UJr3cDp+ns+2/NnSaaPUy/PwtgARaYj/4j93qdP8fDqdweO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N3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Yg0sIA&#10;AADeAAAADwAAAGRycy9kb3ducmV2LnhtbERPS4vCMBC+C/sfwix402RFVKpRlmUFYU++Dt6GZGyr&#10;zaQ00Xb/vREEb/PxPWex6lwl7tSE0rOGr6ECQWy8LTnXcNivBzMQISJbrDyThn8KsFp+9BaYWd/y&#10;lu67mIsUwiFDDUWMdSZlMAU5DENfEyfu7BuHMcEml7bBNoW7So6UmkiHJaeGAmv6Kchcdzen4bKW&#10;f94oNMfDsd3Y6el3QpXSuv/Zfc9BROriW/xyb2yaPxqPp/B8J9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iDS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Hx8cA&#10;AADeAAAADwAAAGRycy9kb3ducmV2LnhtbESPQWvCQBCF74X+h2WE3urGVIpEV7GCUFo8VKX0OGbH&#10;JCQ7G3ZXTf+9cyj0NsN78943i9XgOnWlEBvPBibjDBRx6W3DlYHjYfs8AxUTssXOMxn4pQir5ePD&#10;Agvrb/xF132qlIRwLNBAnVJfaB3LmhzGse+JRTv74DDJGiptA94k3HU6z7JX7bBhaaixp01NZbu/&#10;OAM/l08+714+1uEtffvhENv8NGuNeRoN6zmoREP6N/9dv1vBz6dT4ZV3ZAa9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RR8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3LsUA&#10;AADeAAAADwAAAGRycy9kb3ducmV2LnhtbERPS2vCQBC+C/0PyxR6001DWjS6Si0Uein4OuhtzI5J&#10;MDub7m41+uu7guBtPr7nTGadacSJnK8tK3gdJCCIC6trLhVs1l/9IQgfkDU2lknBhTzMpk+9Ceba&#10;nnlJp1UoRQxhn6OCKoQ2l9IXFRn0A9sSR+5gncEQoSuldniO4aaRaZK8S4M1x4YKW/qsqDiu/oyC&#10;+Wg4/11k/HNd7ne02+6Pb6lLlHp57j7GIAJ14SG+u791nJ9m2Qh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DcuxQAAAN4AAAAPAAAAAAAAAAAAAAAAAJgCAABkcnMv&#10;ZG93bnJldi54bWxQSwUGAAAAAAQABAD1AAAAigMAAAAA&#10;" fillcolor="black" stroked="f"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UDxMYA&#10;AADeAAAADwAAAGRycy9kb3ducmV2LnhtbESPT0/DMAzF70h8h8hI3FjK+CNUlk3VJATi1G0grl5j&#10;morGqZKQlW+PD0jcbPn5vfdbbWY/qkIxDYENXC8qUMRdsAP3Bt4OT1cPoFJGtjgGJgM/lGCzPj9b&#10;YW3DiXdU9rlXYsKpRgMu56nWOnWOPKZFmIjl9hmixyxr7LWNeBJzP+plVd1rjwNLgsOJto66r/23&#10;N1CO27a5KR/F7V5j08fQPr8fW2MuL+bmEVSmOf+L/75frNRf3t4J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UDx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iVsUA&#10;AADeAAAADwAAAGRycy9kb3ducmV2LnhtbERPTWvCQBC9F/wPywi91U2klRpdpUhbai/WKOhxyI7Z&#10;0OxsyG5j9Ne7hUJv83ifM1/2thYdtb5yrCAdJSCIC6crLhXsd28PzyB8QNZYOyYFF/KwXAzu5php&#10;d+YtdXkoRQxhn6ECE0KTSekLQxb9yDXEkTu51mKIsC2lbvEcw20tx0kykRYrjg0GG1oZKr7zH6vA&#10;p6vXw6e9Trvju+FNvjaTr9IodT/sX2YgAvXhX/zn/tBx/vjxKYX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NeJ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29E3" w:rsidRDefault="00BE29E3" w:rsidP="00BE2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E29E3" w:rsidRPr="0066767B" w:rsidRDefault="00BE29E3" w:rsidP="00BE29E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E29E3" w:rsidRPr="0066767B" w:rsidRDefault="00BE29E3" w:rsidP="00BE29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BE29E3" w:rsidRDefault="00BE29E3" w:rsidP="00BE29E3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BE29E3" w:rsidRDefault="00BE29E3" w:rsidP="00BE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E29E3" w:rsidRDefault="00BE29E3" w:rsidP="00BE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Нечипорук О.О.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Нечипорук О.О.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29E3" w:rsidRPr="00717B0B" w:rsidRDefault="00BE29E3" w:rsidP="00BE29E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Нечипорук Ользі Олександрівні,  яка  зареєстрована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2F3886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  <w:lang w:val="uk-UA"/>
        </w:rPr>
        <w:t>1,3540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349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BE29E3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Нечипорук О.О..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BE29E3" w:rsidRPr="00717B0B" w:rsidRDefault="00BE29E3" w:rsidP="00BE29E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E29E3" w:rsidRPr="00717B0B" w:rsidRDefault="00BE29E3" w:rsidP="00BE29E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92F4C" w:rsidRPr="00BE29E3" w:rsidRDefault="00BE29E3" w:rsidP="00BE29E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B92F4C" w:rsidRPr="00BE29E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889" w:rsidRDefault="00E71889">
      <w:pPr>
        <w:spacing w:after="0" w:line="240" w:lineRule="auto"/>
      </w:pPr>
      <w:r>
        <w:separator/>
      </w:r>
    </w:p>
  </w:endnote>
  <w:endnote w:type="continuationSeparator" w:id="0">
    <w:p w:rsidR="00E71889" w:rsidRDefault="00E7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889" w:rsidRDefault="00E71889">
      <w:pPr>
        <w:spacing w:after="0" w:line="240" w:lineRule="auto"/>
      </w:pPr>
      <w:r>
        <w:separator/>
      </w:r>
    </w:p>
  </w:footnote>
  <w:footnote w:type="continuationSeparator" w:id="0">
    <w:p w:rsidR="00E71889" w:rsidRDefault="00E71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E3"/>
    <w:rsid w:val="002F3886"/>
    <w:rsid w:val="00B92F4C"/>
    <w:rsid w:val="00BE29E3"/>
    <w:rsid w:val="00C1029F"/>
    <w:rsid w:val="00E7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E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E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2021-01-18T12:08:00Z</dcterms:created>
  <dcterms:modified xsi:type="dcterms:W3CDTF">2021-01-18T12:29:00Z</dcterms:modified>
</cp:coreProperties>
</file>