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DE9" w:rsidRPr="00AF2E62" w:rsidRDefault="00443DE9" w:rsidP="00443DE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AF2E62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443DE9" w:rsidRPr="00AF2E62" w:rsidRDefault="00443DE9" w:rsidP="00443DE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AF2E62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E30539" wp14:editId="444C5FB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350" name="Группа 123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35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5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3DE9" w:rsidRDefault="00443DE9" w:rsidP="00443DE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74E30539" id="Группа 1235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6Z29OHgAAEFZBAAOAAAAZHJzL2Uyb0RvYy54bWzsfX9uJTmS3v8GfAdBfw5QrWT+zsLULKa7&#10;ugYLtO0B5vkAryRVSbCkp31SddXsYgEDPoIv4hv4Crs38hdkkI9UZUTkVPcMZmH2LibVrVAkGUEy&#10;g/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+gu7YbIKGH/T3U9G//&#10;+9//57//r3/7v/i//3MWfgNJfX78+Bp/8Ifj458e/3jk//Ax/NvZ+8//5XCFP91/ej54UXz5cLwn&#10;kWCSZ1+8xP+cJH795fnsEv+xd03r8NZL/GrsBvx/0MjlDdT21V9d3vzIf+dc34a/cpOb6W8u9q/D&#10;Cy9olDwoGjLW1dNJdE+/THR/utk/XnuNPJEkMtG5KLp3x+trWq9nHQ2L3g9CkhfJ4unxp8Pl/3ii&#10;8Ra/oX95Ao0pRTeO52cQlutckFSU5BzF6PrBCzEJZP/68tPT8x+uD14b+59/enrG+7FUr/BT+IG1&#10;voMmPtzfYQP85uKsG+bp7PPZ3CxjeNPHq0iGuSYyKKLvz27O8Nr+K0LoKBF2jcivy8hcN00ivz4j&#10;bMfRCeMbMjIICnTC+CDLND4s/17gN2Vk2AzzKPHDYXfiNzUCuyWjcm5cxOGRShM/10nDc4U+3NjK&#10;DHOFSMNzhToa1zbSdF2uD5FdoY1mnEVuuTbGVhCey5WxLIvIrdDFLMquUEbTthK/ttBF083C+NpC&#10;GRPohLXX5rpwUyNNuM3V0TVdJzLMtdE2WKXru7fNFYJdK6q3zRXStuJ2a3OVjM0sj7DQSdtI50ub&#10;K2XqenG/dYVSpm4RpozD8rSRpmmcJBl2hVKGQWSYK2VuR3EZdrlS3DgM0ghzpczTJG7hrlBK4yQZ&#10;drlSFjcP4pQLpXSTtA67XClL50Qt97lS2mGUtl6fK2VpJ3GE9KlPx2A7i0dDXyhlGsS93OdK6eg8&#10;X98pfa6UqWvEdYgv32mE3diJDHOlDHMrrsM+V0o3YksJI8yV0jv5S0ymXZJhNyySUoZcKThExONr&#10;yJXS0UdsfYRDrpRBPq+HQifzKIkQxs1pIr2o4qHQyCIPL9eIqI4hV0ffNpI6hlwdrXgojLky+g4n&#10;8LrsxkIZ2EjCp2TMdYETXRremOvC9Y2448ZcGX3fSh+7MVcGVpW4WshqTctPY5irY+jkY3AsNDI6&#10;aT2PuUbGWba1plwnQzNIMpxyncydrOQpV8rQL9KCnnKlLG0nLsIpV8owDiLDXCk4qMXv+5QrZVgw&#10;lfVlOOVKwUEtbropVwpOQeljN+VKmWf5UJhzpYxYD8II50IpOAelnTLnShl70Yqbc6VMCza8sPXm&#10;XCljI14h5lwpUz+ISpkLpcz4zK4rZc6VMg4wH6UR5krBwS8d1HOulH6ZRYZLoZRWtJGWXCld34sL&#10;eymUMnfSsllypcB6FJWy5ErBdVKa8pIrxZFNL8gQV+DT8TUts7RTllwpi/zxXHKdzM0kna9LrhPX&#10;9OKB7ZpcKXRnF5aNa3KtTLSlhDnDM1NOWhokBJcROkd+A5FnoZnFSZpxTaEaGM6isl2TK2eYG+lT&#10;4JpcO651nbgJXZMraBjkq3dTaKhdYOBLcy9u84MTl7kr7/PdKJvazuU66nEMSGovL/U9vBjyOHMd&#10;gVLUkSt0hDOtuLTA/5Q8TPub6HS6/PLAXif8dLYnL3HjvYWPhyfy95ELCu6tnfdugQWoyEUlEGP2&#10;ROw9bSYxpkXE0Tmmc8aaIuKJXYs6MRYLES+biGkZEDW0HNyWOm/SsCffNklyyXjybdN0PE94VTYN&#10;hmfqtk2VfCY0GPhEtnAnj4gn3zbVlqcKf8Ym7jxVeCs2kfNU4YvYQk6eCBp7cMuaa5H8DJ5821TJ&#10;i+DJt02VfASefNtUO54qbvhbpkr3e+KO+/smcp4qbuebyHmquHtvIuep9tumSvdqP/ZtU6VbM5Hj&#10;VrxlMHQn9uTbpkpXXk++bap0pfXk26ZKd1ZPvm2qdCclctw5t0yVrpyefNtU6ULpybdNlYMcu3Hb&#10;VOky6Llvmypd9YgcV7ktU6WLnCffNlW6pnnybVOlS5gn3zZVumJ58m1TpQsUkeOCtGWqdD3y5Num&#10;SpcfT75tqnS18eTbpjrzVHEx2TJ2upYQd1w7NpHzVHGp2ETOU8WVYRM5TxUXgk3kPFXY+1vIvbVP&#10;cyVrftsf8GzJVt/2BzxfMsS3/QHPmKzsbX/Ac3YwoTf9wclw2jjpZDrB+N32hjhpWLbZH4SvOZut&#10;R6QUvEwmOJ6fIZngPf3N/vXj/pms3fjj2ec35z6GenaDqK0PktKv7g8/X+8OnuiZ7N6+Iac0dJri&#10;qHjriejuISfuFhyMTJxWQCSJz0fPt4PLi0lPceFIEp+RlAx6P4Qed6oggEgSn0yKuBaTImqqk478&#10;qXB9Z40VN0fmipiyznVg5boeoQ2dtKfIhZ8Wbj06aRej6/CNxlUZZx6fLIGWnAzEtVvgv1CF1bKl&#10;ClKYuCqpI/e25zrD9lBJEU5nUng4DFIKSnquYwjmY23F6cRnmBYusGEfO1w7dbm2M/ljPNcB1q82&#10;1hZ+UiaF71cnncgf6rl2MKdUrhPfXlzXwthRSZErwFyRDWCQ8jkD94BFivhg4AqxxVMvyjM+Wa64&#10;7zPp3Osrq+3ZnHEtApr6WOGZZ65jugXFF8cnDwAHAZMOcG6owqIt7VVAqQ4GaVxZCA8b2mrJzUeK&#10;heNF34bgxUsbGV6GtlqK0RFXN8PGVKfVUpzak06GsLq4C91kbNiWbUmfxqG/njxF/u1jsmqjiuIz&#10;qIoONKbEZtSmlJKB3JiuS5FXfDJPrE/maawph+UZKXWB4uiNlFiG6jj5/gopJVdAHF988jjjenJj&#10;siMiRXwyJbnovDwHWH7a28nLGwiTwR9ZxWdgSVGEQJhuk5EgPgMhfh0Ie9io2quDSYpkNWPLMR3l&#10;2mzgN9Nxar92QmrHBrKxxaXY5tYvxoc+zAFBH/3MCmQtguQbXgrfrj42XgPW1xopgl5hjTHVeEIg&#10;FKCODmmKgV/yDsUFEp+8UPggbZLDLP4+PgMdBclp5SEFVH0vm1JIe1LJKEYJdohTqGTec050xgby&#10;uZaeTteZ48upNTx8AHi6hpnZxrOogVtTW6It30QRs9B3RgdFBEkbWyh9AhrDYBkoqkC6w9mmjnFk&#10;75Br05UzLoL4DIth4osvDGZd3gvlwtGrh3S9j5ziM3Ck0FagJLtdEySiN6wbxDx1SuSDeZ4IxBlf&#10;qY6XbYtkIJ1nz9YnzH9dmG7g7347GkKCWoJF641Qde7IwfMzoiQ7fZwT+4S61jhi3Ux5WNBRh/CI&#10;znOmICNRjoYh4xZK0iHKGe4dbUbefCLKvjFOjLahFCai7FI6dVxD8RnWEiUWBkrr89LSdcvznIzD&#10;voU6A+ViXOZaCNRTDlh2+twx0EDZG4d027IVjVQ1/cDERS7MfZgNG46yJf3bKR3SGCdfeMbWupth&#10;BQeeSE8xeLKxP04pyhS1GJ+sTdxcAk/EYg2eFNzGCplOHp7IKz4TzyD5qUWcW12fpETPEzmeOqXj&#10;4BCuRIaO6MD2POFrUXm6hZKDaEbkTNDG6egwDJTY+CrlHN/OpQziTRsfS577hNi9ypOugf7tSFzV&#10;KUfW5jQjBKTyHDk8gNwWi5LPz2nB513nSUkIkOfcWGcdfbA8peWRcQNfBWdoS397vIxTNq5FGdb8&#10;3KWYVFzB8cnfzcSzTwHSSBGfkZI9R3NvGV3IUAhzHwyDwSFbMlBu+MaF83OmT5iuI77aUoqxQcmO&#10;Q9w2jFU3UXo16X0xbutuYgsR3zpjb84cUF0aw2fnZt5HS2N8Dd3C5uRiOiCQVu1nRHnTqpTahsMO&#10;SNzT5dk6XsmU6azzbPn7TknWBiWl5kHyNmXHJ+0GSrYVN1CyFWRTwp26cZw9R5c38IQYt819oISa&#10;TVIa2BJYYALqkh/YB4CsSf30pgT48HZT70gIZ0rjDo2cu3AyLJb9CTOEVwisHH1G9MHyUkJ6s0HJ&#10;dwTsDoNyYisI+10/vSmr3799Rtq+/vbooZ4H447QNVQQQOdSZ9jznWMP/ezwsdPOT9wf+Vu8GK6a&#10;DvVp/u04aPX93iGJOFAOxvWfShUCJXzT+jh7zgGBtaafS13Pqw7J0fqZDH980NE4Gm5hXJ7Dqht7&#10;426IIsNgK+KWpq8lxCPCPhrpqqLqCJnHXkpUYGFQ8r1jGI01j0tZmBESJg0pjRzRh8dft0OorMOP&#10;s18MCxCUYUbI8DPWUqLszRnFt6NqxJASz6iD0WBQcuiiG61VN/IK6az7ZjdyYLRrrL2JG5SXJzLU&#10;zbUUVnKL+mN9RkiYDjxRCmNQxsAV/K4GZfSxWG5h7I5gK7rWsKgh8LA+EU03ZjSyMx52iD7MGLid&#10;DFuNin/CfjOuZqgtC2K3HFvdFP1AxoWnw/XFv5oyItQzAfcHT2idRzOvNiOe1+Hr4/kZHgMc2Lxz&#10;9a+a31r0rTLubYjihQkb1mYHu9mPz9oz0YdoxGW6JUZwjV0QbWzDYYtbfFgz+hpMWRG6duHeYo+D&#10;ughQFxJeagyuh0M1rCpjdI5zvQxTACkKfDDpBwMVlgWl6R+OHv4yT4edrC36Pjq2jA9R37KDwQp7&#10;xYuJccD1LV9LcCKq4yMrxpuc+gedKuSCXIyTqKePMzFEqon+ZiwsTzgYXoUe7/aEZMmqc+nZgF2M&#10;2HJPDgIaI2oMjOU1xPyG1lIMSv4CT7poqcOMNpyD08ugjCdIY9yBMaMgI1xGjBn1bEXhC20piKMl&#10;+Oobiyim98CSMOYesyWoUFGfO3ailyeOZWOL9RzLwtlizYjzSnDD3UpJISNVm6jO8OPEmrIkz98/&#10;WKUWZfSGo/rSeDv7OuElMw6snhNlYJFb2oy3Ebq8qXOnNBbaR7g5GPIc2KOB24jFM/riyTRX355u&#10;I5Rfp1NyZvVEHymVEnc1PyNUmhtvJ0cwzX2i6KPKM/rRcAs11hItIc+TTAKV58J+H9yW9XFSGa3n&#10;SXWyKs+Btg+9fSZlaW8fWj6R4SnQ9T507NGA98EYJ455/3ZM3Rhnz9rE9d94e09VrpjR0lrBf9QG&#10;M6WxNweIiSmNeyBK1sLJQOW6ujxRmsw8je/RMPDtDj4vQ0oDpzDBi2dIaeSTdgMl3wk2ULJtaVNO&#10;7PfZQMkm4QZK/r7blDOnpWyg5Gi3TQndsDYNvY9onsaURvYWrpbM0+Fw1vYmDsVwhsDDrusdamee&#10;VvYAjnceZ2PYDCO5EvwZshjGGpWmB0rUnuszip5rREF0SwBuinC5mCcjZwmfIaYczbfzyQDvqDHO&#10;ga8EM4WsVB0NvEIQqdLPeaq3D1KCcWPwjHMnS11/e+RJOZ46ZRynM/JlxjR3Z5y0iO+z3i0f4tjH&#10;2PBiRGuoiYCXEnUJ0GdEhp//wsIhrVN27B1DqyKLkvfRNBoWIBKEwzcOLK1dzInd8MLo3+IRKcph&#10;RlZOMXVGCJRWHsyw8B0OUW/9WgjXcThD0CFKl9KAkv3wdkp30FYdKJknqu11yhkuTtLmiMCjRRmk&#10;NE4mJd8mqJ+DwROml3+7lU02oJ9CoLTio/hoh/WJ7BZr7mx/IrZlyHNm/z6CNYY28c3w40Rmj8ET&#10;PSw8JTWp0KW0sD2PMIRxLlHmJcmzp0NPWyFYyUxp3TfHhn3HcE/pM8J3kx06lod9dLySEZAwZoQg&#10;oZ8Rdd7QZ9TxWsLTouQZ4YJivL3nxPh2Nr9cHO1GAEi/SY0ju6lauvKrOsKJ4OeOjEP9ZMA9L0ie&#10;2onoPBe+7SIZSJ/71PDp7SYw18Y50XWDVp0bjNwaXAnDCUZVVDrPnj3YDgU6OuUQPVHINNEp0UIl&#10;jNNKjJ7wD1Maep9we2RK46s9zWxVIpSprxBkzoYzBOEAXZsTYtf+7YvxkZko7Z1URA5rVZeUbe0J&#10;jUDR3MBDGAj1E3FueBUvxqcdLU/StC2WvNkgSouSQ/dIqTYpeRE3xnKnRjd+5tTJRhXmnIrbGiNl&#10;OJRW0hZqYNNrCkqUqD3Qt1CixDXBmjsb6DAs9eWReKLcYuM4qTnPthnN1iGb3k5bSLdWTqRwyVgj&#10;ZdcBClwMHzGMpbDokWBuhJtnqvnyhyKS//SxwqzjBUVNh1RZIXsxDgAJBAYpu/KR0m8IC6dD4gpX&#10;grb8piWeYs760E0Lf+gwACMeCNJgjYAUZ7Q+AE6DAqnxVcQ5yqc4KsyMaSHdkrU1GgcfNeJi0sk4&#10;8mGB8pliVuDBao1cZ+PaD+9zXC7WkUptpMJYqU2UKtdhiisL1ob+HR2maEOgslKX6zCxe4ZC//o2&#10;HGJuCpKXjCQvpJyytlBbqm+YIWajwY4wDEjqj8XCov2gLcIhxoogVaNmFzEtViwMbUOu6BkeBoBK&#10;YP3Ehl+UNwy8w4ZiKbDgDyKY0PreGmJaGLp6Gd40avzFXNHYSxdWw44iFGMbuVlDE9crRKFz7RdO&#10;j3JYg/r52sfsBapc1yUAb3eclmUp9ZSe4+WKD4yuWOpoxqRWrKEfOEuJOgLoewsuCDY90bveEBZi&#10;2TyAzjD7+y4eRPjJGAClggYJWJ0W+njhQ5aWsbeoVRtzRSs2dWWlvIq820TMaL+8Ozxdh01MvSw8&#10;tEJqakG9MDI0gafD3e3Vu9u7O+pk8XT8+P6Hu+PZz3sC2/D/8CgKsjvf0e3hQH8Wzwr6cyAZcN8M&#10;wjTw4Bn/siAzs/m+XV69G+fpVf+uH14t8KK8QkHl9ws+5Ev/9t2/Uv8417++ub26un746fbhOgJ5&#10;uH4b2gNDigQIDg/lQV07lgGGup/XN0wSyB0PV5jd/vXN9f7qR/75eX97F36+KEfshYxpx6cXhIeI&#10;ePLIEYQP8fzl/RdwpB/fH67+DLCI4yHgmQB/BT/cHI7/fH72GVgmb86f/unT/nh9fnb3jw9AvFiw&#10;eLCPnv2/YKPQEXjMf/M+/83+4RKs3pw/n6M/H/34w3MATPn0eLz9eIM3OS+Wh8PvAfXx4ZbQJPxQ&#10;w6j4XwC68TdE38B+DsAlCX3D70CSVUXf8GgeFX0jLJAdDMvUiRqmsNwRmjyCJ0q5BSgO3RMZdTgQ&#10;O2tilSZKsVMnvo2JCNe1ir4BTKEdnViZVMS+zfQFPNFV9A3qwRpRe+jyk2TTwuEp9IqluFuiq+gb&#10;+ISfZEimc5INELskGeJydaKr6BuFDMk/nWRY0Tfy5UU3iCSair7BX2xKvUlSqegb6UCv6BsVfSP7&#10;NlFwJW2Tir6Rn6uUjphEU9E3is9xRd+QgC0oFSitmoq+kXyF+c6q6BsRL7Wib6hQHSFCtIvhIR30&#10;IgSpdjFCpROHmB78OsGZrBNzmldF3/gKeIVrc3eppkMXJGfO71K5m0HOKk1FxwY5KzUlEenkHASv&#10;6BtfaZUDzrsU59IFyblju5SjYpCzVlOA2CBnrSJtZMte5dhfRd/4SqucoLJL2eG63JHDQdHGXcqQ&#10;MshZqylD3yBnraa2Wzp5Rd+Q0Ky49HGXag91QXLV7S6lXhnkrNWUKGWQs1ZTEqlOzm0JKvrGCqSZ&#10;R9Kj/VfRNyggjoW0BvyGJMJwSiFFMP88UMZBAo2r6BvACukq+kZF36joG7E5JxpqG9160LeEM86Q&#10;yxhtz5juFJ/cvLaib1T0DZ+ahyxpPZW0om8gEwypuXoWbUwLRYmTnpNY0TcY46s8kJD4AtOxom8c&#10;yHQMZ3RMoG6SdyiKLD4DXSyEq+gbOXhcRd/g20VcLPEZFk1F3ziv6Bs+DTuui/gM66Oib+BzVNE3&#10;lBWCrouheK2ibyhSqugb2EcVfUNbIfGCP1f0jd8qODJcJlnRN5S1VNE3cNqge5xe7QjDL1w3N1By&#10;BaNNWdE3IPmKviGfYBV9A3uzom8op3dF38AKqegb2goZuNMb+prrtffApkndB/TuBxV9IyUARRdI&#10;fLIftqJvRIHEJwumom+Qt74USkXfiPKIz7BYKvqGeLet6BvnKAKN2VBx2cQnL5/YUamibyj2ARo4&#10;cSC1om/INzEguYTGSOiso3sK0EIp5IdW9A1t1VX0DUIFTlnq8eSKz3CCoSFksMgr+oaylir6RvBg&#10;6tlG6KMcYm82UkZF34BfsqJvyF9DoEWEkomKvqGcSxV9A+dSRd9QVkhF3yD/fkXfUE7air4B/35F&#10;31BWSEXfIIgDAxuxom+cEyJAqC2Pl8z4DJfNir6BZZSq+6Ns4jPKKLb/r+gb8pGUgDIq+kZF36jo&#10;G66ib1T0jYq+UdE3KvrGL0DfQCjcxNxIyBmUYUFAFSMh2VDCRQGzsRGNwwaqwFuI+So8R7P8OP84&#10;96+A7vnjq755+/bV79/90L8a3yEP62339ocf3roSnoNAP345PIc+2Xf+H74GZDLJMDcCZAmkvQFz&#10;4+z2iiAvcKuo0BteBEDUAPiIl0rbUTbdC+gNn7Dwa0NvAE01gNt0AQTSq+7sEu1QCCTpEi42l1o7&#10;fPlwvKclkiPV7H8Gpgp0SM0rGWbm1NY9RxeYHEEz4H9J40Wry6wbKAbhUR4CKGROlWM8iKwgs9RY&#10;FPheAqu8T7rIKu9sCxtMYIVARnqhyCrvWQ9kDIEV4v4nVo1bl1XeOXVcBE4FwMY4DeusCLUuvbCf&#10;JV653IHFLvAqBC+OKxc81p3Aq5C8pEPAbJ5GP3TS0spFL7LKJQ/cKGFYueglVgWcRjsLSizANERW&#10;ueDR5GF9VIT4lZQossrljqW8ugsJPDVxwla9OcO+96dzsQtzsY/SoHKpQzUCq0LswsIqMDOGQWBF&#10;bSpPYxcmSOVciUjc0MBwP1EJqwoo8ycakpI0rFzuI3VDXjn9qOlCGhZaAUvHQ4GQ4TphaRX4GEBs&#10;E7nlwgfysjC2fM27bmqFiVJ1U5pD2wsKIJTKROW6tpe45SpoF0FulNty4tZO0jIrUTFwzq1qAZ67&#10;nJsTZ5qv/27pBG75BkArF3FsuRb6TthO+PxmY2twqqxvKGrrmSQCZPb1sRVQGMBzlg7rIdfC4ISP&#10;CFkp6Z0LwwZ8fWwQ1nMiG4ZWGFquhBnLSJhnrgMgmgrMch1M4rYqMDAASyswy1UwjpIGCNcyTRMQ&#10;i+vMCAA6UaEWV5gm9SJNZOMsMcsV0A+dxCxXgGiolMAXfb5sYdIn+25/E02+UwNBofkgBAILchc7&#10;FIHK24/rnQoxYSKOGZI6MSZExDGJVyfGiiHi2vfaX2cfD09nsO93DNW+S6DBuhAZ4HUH8yVEggxy&#10;Vmftew3QzkLujOq7S7DuuiAZVnaXgIUNcnxU/DaKDfl0cq5M3iUkXoOctZrymA1y3qYpMmaQ80at&#10;fa9frhn6TvnzbptWGWF5l5C7dbn/Kn2v8YnAW9gH8C0NZck6PrvxDoeAhHp/+Pk6b7HlCSCFDos2&#10;HEEnijLUmiiDUwNDi7+PzxCSjXS4qzHH+Pv4fEEHIyu8Of4+Pl/QpTM1/j4+Szp4FjbxczDHtrwX&#10;7oVNdMA0UtkB55iWW2o9Hkcfn2EWKK72ZAbaNFwQnsxAxR550XZxiceXxSe/lNvPGU3qxggwbXCL&#10;7i9drwOh+UAgBhXjJehUsROqQcU49TpVxyn+OhWtbnv0LdasTQVXxAYqwKrbrLD2iSh4BOUtylSG&#10;HsOooABtXaPzKL0R4A0aFS8wAxac28Og7b7Gi/xUeKOxzYOZjAQSlRdTsVtGFBibF66fdHZj+KSQ&#10;z0F9LS6JQU89LBF1riwS8jvohHQFIs13WCcqR25/T74HlTCuXdcZhwy8E/xqAK1or25j4Ts8EDoh&#10;fu8nAx+ESohERCY01h/NIXB0+qw7xnxwDvVl2mTgqQgc4YtQCXv0iPevtj4k8FYEQvgjdI58XmBx&#10;64sCHgvmiCNZm0wsHwBgvUoHp4VnCLeETkf+PNqjCZIhfnDiM3x44LcIdMZEBnw1Pb9GVwpcF54O&#10;zgl1fCP4ED+yVTS5wHvh6eCf0On4gBgN2wgODM+P2oWp7yW3AcY3NPF+HeUWn9FaCPzgpdD5cWvj&#10;zth40XY7WYPxfZd3h6frMGQz6pvFMRHoPX58/8Pd8ezn/d2bcyncSbYkeTFSvNifxPRfVkO5DgXE&#10;37fLq3fjPL3q3/XDKyzc+RWa536/oB506d++K0O5P90+XP/yUC4FsJcBXn0amDzJxv/D+ijI7AC2&#10;61/f3F5dXT/QiH2hwtaor98YNer7MuqLknNs4RdRX3841KjvBQVP1h2quQu0Rn3fnP/m4qxGfSN8&#10;ZO7EziOZ9LFM7vUa9aVFU6O+fu9Ip0x+zNSo7/muRn3JtDolO8FpfTpRatQXsbk86FijvtnqqFFf&#10;5ONyFJIDSvFOqAcqatT34SvQUnYx7ly8fusirFFfCSmxoh1Lkqlox5Jk6BsH39cuBQv0zccBiF0C&#10;1jPIg0dvlzxwOnmN+gYPI6eyixGS6DmsUV+GRgsO2qlGfaMHmT3+NerL0HA16hsx8kLk0gg91ajv&#10;ge7G5W5yNeqrhdFq1FeNCtaob9xN8clR1Rr19UYMjD0z1psitrXC9ypU6m4Mef+SCl/v2Kmx3pVY&#10;L9JEXsR6vQfn14719pzdi6IxnxjyV6vwFQInsJhSoG1bfa/AKA/AbIvzCoyQr5JG5OZJqpnJqARG&#10;pcdfKljKI41C0SuWQhrRtrreTqjI+payXqGECqhmp1GJtV0u9/I7qXCZcrHSDMVAI9nNJyqp5gmO&#10;zhPVpvhu1wj1pZTyml4osSqqensIYrWE8C+v6gVijsAqF7w4qlzuYytM8FvKentpWLnct9X1jqOw&#10;tr6hsHdchDl+Q2WvnEuSi35zlLcXKhq/qbgXfV3Xl8U3FfcOTuKWL/2txb39KKyNbyru7VFnu7qX&#10;KKs9bUu3tbh3lLgVZ0+7sbgXtdPrY8t3gcMSET4flMqV5oBsYoFboYVmlgqPi+LethO4fVNxL5C3&#10;18f2LcW9aFknMMuVsLG4F6mTArNcBxuLe1Gmv6pP+NZPehqxhtarjsvaXsEeIA9H0vkwSkd3Udor&#10;fU+A7nDitbGyVxpWLnuky2ZTxLWp1vXuV4KqIZKwSznSeuQFifo+DJSAYA1yjhrBKgouIYM8JIrX&#10;CO9Xse+WA2QpxV8XZI3wSnHMGuGVJFMjvH/1ul6O2ppVvduiu4HKiu0ylVEPxVRGNW+ggidB9WAz&#10;lVHJy1RGBV2gMqp4YdggNcGo4aVrKxXv6EVudJEBlVFcxwVDVgFv+JqlIzv6s+Mz+LVnmD94oyF5&#10;+BsCmV4ahQI5T2ZQzUGsOlXLR6VOBY/Dhjd2QIKlWeq84HLYQoW2OzaviNKrv3HkAKZBhRJKryOD&#10;LBakGmVkXMpslPCOfB4bNZRwPPixpbycuLrik6MnUxCtEc+F68FzM8p4Y16JVcib6KxS3jHWRJq1&#10;vLwozWLekXos0L6yinnhhWBC4ygaqD8VcexQt6cFOOGJYEKjmJekEjimzpNRa/EZtAdvBBMaxbyp&#10;WtUq5oVHInA0i3ljK386DrRZd9H7Dr+DTohj08/aGRW1HW9O8j2oHFsupHRWMW+qdYb/QedILgHS&#10;tQV1AA8FExrFvC05mcHRKuaFkyLQGZ8NN4UT1SrmhZ/C84MnQp0xatkDnVHMC1eFp7OKeR2KZGm+&#10;dARoy4a3APwRKhl31jBLecOmh0dC5UZd8DA2q5CXP0dWHS+XX3fLFrOoFvFeX1wd959vHz5etIBt&#10;urjf3z6c/10X8fr+CTWw+3Vgl8zgF4Fdb13XwK7gn8QnIHlNa2BX8MbXwO7+/pq7FqbVUgO7vmRV&#10;DKi3eUB9rIHdu32Q19amzTWwWwO7ZDIXdb41sJuLAx6W09e7BnZPsqiB3aLrbbgf14bNdJjE2mf2&#10;5NTAbg3sou959ObpMezasFmM1HISRuovpwuyBnZrYNcIL3KspAZ2gyDSCRXDMPHJwbQa2MWn/Zmw&#10;FWpg15s5XhZwO/iwQg3sZjKpgV0t+lUDu2qcrgZ2Zfj4Gtg90DFTfpn/jgK7tU738nh4Onx4/u7y&#10;cH9x+PDh9nIt8ks6LNoxb2pN/UvqdBO67PvD1Z+BQ3s8PFNi2tnP10f8cHM4/jPC0cf945vzp3/6&#10;tD9en5/d/ePDEzI3XE9X0mf/L/0wUbXcMf/N+/w3+4dLsHpz/nx+Fn784Rn/hj/59Hi8/XiDNwXo&#10;l4fD7z89Hz7cErTsxSnIzP/y+ekxoAbjB26VDRqM8vn58fXFxdPlzfX9/um7+9sVWX8+HK9CiJ1+&#10;ejweLq+fnhB2/9PN/vEaHiuO0kYk3n6mopoX4Vx/U/+1w7kT71LkNPo0jVOdrgOSg4fiBSwwfxh+&#10;ERSvGzoqlQJbftGpiSXmmoJrbdcS0l3bhTyj3OmLm3Yic4PHaFzjVgR2u4bwO9e4YXYnbkDdFsaW&#10;O5rbFqCV69zykJcbga+3PtO8hKhtAZe4zi139rvRl3GtzRS5W2kKbTtKM6Xsu0TnRg9euMauCPa2&#10;7SDpgdLVMn6iIspS3raTZlsW806O6q9Wx1fqwqNIrmmWHJyn8U0etnSVX6ENhyrDdW0UXZuJkTS+&#10;XB9Uk7bOjs6qbHgN1a6tDa+o7UUyscSu1IaH4Fxll++LSeRWbgsfilzlluvCF3etaaKIBGPLUnXj&#10;KrdcE9IWo7Kbk9wGWW65GiRmVJRzYtb7etW1kRVlviKzQgWdB4ZeZZarQGRWaKDtqYJwlVmuAZFZ&#10;sRVaHIYCs1wB4uLoCg04wN8K3HINyBuBvuAnHTjxCC6iwfIxQtnIJ3bNIp3BRZ1vh9NmfZsWGL7I&#10;PZW2KX1A02s7vFVgl2tiEXdC0c+5n6hNxNrGKup8F4+QvrZGKEs6jW0QD/Siznf2Natr3IpC3xFb&#10;Zn1sBYjv7AGGV7nlm2H0NchrMyWHeZrC5NHNV7nlWqAjWhhbroWppYrmVW7FdkALAIFbvh+AJCdx&#10;y7UwQ1nr3Ipi38HXR6+NrSj3RcaxxC3fDUMrnbxFwe/i+yusaWHMtdB7LOXVseVaWIA+Lsw010I3&#10;Sd97qlNJqgcgmPR9JkyxREcm2rpSCSEpkbmmk/RA+FaJrm0kdlNutbpGtB5Qd3Bih3NEGB0hf6W3&#10;ukbUK1nliU4cW64HZOJLkiOHYGImfrYouz1ROaCeCWpFZdiJTjaBCzV0sM7WFwnVRaW3ztJOJZDB&#10;RIVCFEmpqDHI6EQtUAHYid0gmvtzrgXnO0qs7Ye50MM4iqPL9UCm3voKpvKP0+gmZNYJossV4Vrp&#10;2kVAmid2cyt9bAgP70TXSiuYqgdOZIsT2RWqkNnlqkB2ujRZqpI6vRaXx3XZUSlHImtRnCLIbilV&#10;IRlMqC/I2OHyJbErVCHarEuuChzA0mQ9LGKaBiqMhNn6EsVEB4by3TDXxrRIawXnZT5h3M6FCVMZ&#10;2kkyi3h3dU2hEI1hqRG8eV3Dvspl25wLpXTifnOE05pzlMwKV16xe1jQwhjLOzZdFU5buLbF+PIA&#10;B91XaTkkXFQI1bYYX0mmxeYlyVS4e3Ln+kgnA3xUuHspYYmxaHcV7v7lmvkPAHfvk6fWzkiuPN/h&#10;zhRi3HoaGsMw71KfBp2crkR0zuDOs4U7XXk8+TZ8HbrSePIYZzAGA3vAk2+bKt1KPPm2TEdux7BL&#10;9dD6YOheQdxxcdgiGbo3ePJtU2Ww3l3KBTMGw1NNmMI6OeNc72C4bxk74xLsAOu8iZynmgr0jcGw&#10;VlPhrkHOU4XhvGUwEU58R4bxtj9gxZLhu+0PeL5k2G77A54x2a3b/oDnTGbppj84GU7FpGFnQrg/&#10;PT3TB/N4ffl8BuBh7PAQekVk9Hh+9v7N+Xt6SWhwzbTU65qqg/1V9+zmzbl3FRHR/eHn693Bk/v0&#10;K+DAh8GiJj+Wf59oyjwBCgz6XUGhP55YpIjPkOAGQIjIFVMLIogU8RkpGSC9RQBQpxypsyv2JIJ7&#10;ejsaBIhwZQmUxttHRu1urYZAFCpknvDFqDMauW0LwobW2xlFnkKCBk8+7RDsi0sqyjE+WZ6IGvI4&#10;4QXWx8mw720Lz7hBydqET1+nnOj26SXfxr0SxxefPE5ED5kybZJIEZ+REkaz52m1UHKIIDIlvKXq&#10;jCZup4EGE8bcKQpOb6fMIZ0lDxPNUg3CJkiT2g6pHEdWUDo6o2DiM6qc0wWx53R+jABlLiFuFxPi&#10;/ziE4vviM76Xu0MhTqq+F+FEL0KLjPeiRcbiM8hikqBFxm1nDDL4vrdMgc5QWiwGt5b3qEXG3UUs&#10;Mm4uYqkLQUU/OGuZ0DbzK95an4grBkJrazjWrMNCUFcK7Ua/1a1zhnrWeELrMEZ00RMifKi/umEN&#10;dwl8La72+ORVjwBj4Ghty4Yv/T2isdqsEWP0DBFE1OkokIHFNaS+oHFk8RlGiChjoDM+AAu3PRvg&#10;/NbGhzij54dAok5HsSeMbzTei0hjoDPaCc1sFU1GayTEGj0/zlcSz6uJV+GEO5U2X0QbAz84rDW6&#10;ke3s2ZAL4o2eHwKKOj9uVzrjiqi9FxHHwC/dHqL+4zOsg4F7Sy2GCYaYo+eHoKL63p6vIYvRFRFR&#10;x8DPkHPPFsBi9E2LZy8FFtUBdqmtlKERhB79CCm2qHIky4iWNHzl+tpH9JEJLcsjHoWNeXKF3UQR&#10;RnWMkaEzelDxABFjVNlxXyYcsPqpwF86ijKq/KIEWzSj0ld1ECDijCoduyzQT06nix0iEWlU+fFm&#10;widKX/0+XEJLAbFGlSEUFmYyYl9pM0Y0kglxcOqEvAonQ8WxkSWufYaS2XJzk3H2IyYZxoigoz7G&#10;aP3ORvu+2ArNIe5ocOQNsBgrMXKk0KPBkS8SyAEwCOM9AmaGrhm+FLrkcItncHyy1cDbqsVVz+DI&#10;V+wWHij11bzMKAapErbxOtoZ35/YBpGCkCrHkbvygVBXIaKUfvV474M2mZl3q0mIMOU2jsjzYB1a&#10;g/SNEr0tac3bYXjx7brMAabEN+avO9e9WBg9fzngfzFWxoqnJvK6vDs8XQcBmzBnf3ndAF0AyWOU&#10;ANK8iUX/5frLM3uc8NPZp+Ptm/N/WbAfm+/b5dW7cZ5e9e/64RXaN86vGrd8v4z4kPZv3/0rhYBc&#10;//rm9urq+uGn24drztPHf9yWp/8frBueV+2pUKGWT5zdXuFbivIJnBAvyieCuVrrJ7gZVa2fON8V&#10;2R21foJ3zK7WT6zl8pElmnKBxBR5cpolKjfW+gmYS0keebJTXthF8Z9E5Gr9BEURTvIQC4lq/UTw&#10;TedLqdZPwF7PBVLrJ14IpNZP0C08XyK1fuKlRKjD/ekArvUTyG8qPtG1foKaQtf6iZUi/Vo/sVpR&#10;WOsnqI5VugDU+onzXYiW7qLrW09/DG5gODCCd1Yn5oB3rZ+o9RNo+BpDDPqaqfUTtX5iN/CZlHKX&#10;9DVT6yekNVPrJyTJ1PoJSTKM/rir9RNSVSifTrV+otZPoHrDSnyr9RNU42LlW9X6iVo/8VBUcg2c&#10;CWqkJ6Ifm09iMshq/UQqe+EUvlo/gf6qYjFQrZ+QRFPrJ2KaYnyGDVXrJ6I84jPIpdZPaOdMLHeo&#10;9RPlquHyZCTl6HURtX5C+Yhx1natn2DLslxiyH8P6e+1fiIY3qV4av2EUTfy91o/AaPWrJpItQ9k&#10;5VFrDfSYCI2s5HqKxv/Dkb+C7Hj49HDlk3turvdXP/LPz/vbu/CzXmDRLD/OP879q74df3zVN2/f&#10;vvr9ux/6V+M7Nw1vu7c//PDWlQUW727v7n55gQXlIhWz+KuDTvgQa62aWAGdwEH8smrCf/Z/7aqJ&#10;Npb1/dVRJ1qx5WaemLwVdEJM585zw6nlTNbVMc+0K5LDxSSqPPlsI+SE2Be7bFO6CXBilJqK5lnJ&#10;W+Em0JBX6oSZpdhtBZsQ5f9NUBNiU2yqqkzpfy0toVOTzlydRaGE2Ja0UMFGlAmpsTOqok8jkzvr&#10;o+j4RCbCrnwLwATaXK/rsyyPkLrDFuURInBIm8tfTBoqwSXEJq7weJ9k0UoZSCW4hNhQv83lL/Gi&#10;GvbT8hHF/5dDSxA0zrr0qUVBeqU4rvz46Z20xqhZis0LwbdE1ItYC9STI5GJ44LnOBENIgxEURUx&#10;SSusKIoYRIiKAlNC3kgFpsQowmcUkBIKQkWugFFE9qDeBkkeCkBFrgJ4vYSlUVREKPgUuRImcQMU&#10;iBIyPkWBKDGJWAYFooSCT5EnH88iEgcgmE9yU/Apci0sQBVY31JDrgUFnyLXwoJaHYFbvhEUfIpc&#10;C+hVKH2KyS2Tlsi0SO3CC0gJdJCQtnxZEyF2H6fOL+mtKHCXvu0FqIQCUZErAh0/RHa5JhYRMIBa&#10;oJ5G186S7ApYCQWkolBFN4oIGrkq0ExG6vFPOUCn4fWDpIsXuBI4DteND/K4nfgN+Eyur7wXwBIi&#10;BkEBLAEzRZpvWRuhAFUU6qAlL4wv3xkaVkWhjwnoXwK/Qh8yWkWBLwFUNOnTWiJMdPicr+ujrJAY&#10;B0l+JcSEglhR7A4ZoK7EmFAgKwp9jK10UpUgEwpmRaGPUTRNyioJGbSCmied1vMo2nMlzISCWlHs&#10;jxGAD+vrhbohnt6rwFaU+pD55aeVhltR6kNEICuRJhTgihf6EJEr8v1BCSHCei6hJnAgSAbGV1gT&#10;0teIWkllou7ET+9XxRISusYLsIleOvK/EWxiEq/CX2FNSOaob9uUltcgYmt9BTUhTpmy+RPDXgR3&#10;wUma0am1F7lW2lFUc3nHLoF74Fn8eMU9W/Y3+MF7IZEuzP8NP611LcdU0PtqF0NLenoxhknE2/LX&#10;sVmJOHYc0jljJxJxLb0oIBQ4arVLndh0IZLPgaSYejgb5KxO+A221LBwM9IdXAObyFmlKd3NGAzO&#10;Tj/2bQU13KRul2KiOndOz6ylF1/V33BL0V2K8OiCrNAVUrJ4Lb2QJFNLLyTJ1NILSTK19EI/h9EF&#10;MXwv/+alFyL+Tex6iiLXwqCAYYq5sBX618G6gMnspYFWi9GQlaAuEEpi0mQlxWSP+OSs4MTT6LLs&#10;uKm+jXMRs2xMmAsC8IMxRJFHtrXi2OIzjHHmuVgYF9xH26zQiD04W6PpaWw8aqFbcH9sE9uCOuT4&#10;+RoNxsmR7umshqe8HCxUC+5Xjiu43jic+2hTHFLVR8QxsfAscP+naeBGr7NjMgPJIlj9NoyF52aB&#10;WLClbJVgsCaMTvnkhcZEp2jTx9Ubn7yKwwQM8ApGk7GwEHh7Gx3PYz9lqzV07IWtb0O44f08DSre&#10;rToV8iA28GoJEBiS1XkRmM8GKgYu03khWLmBF/Xktt+IYOUGqoGRIAyNI1rpmRmLLNbQWAsb8UrP&#10;ztpOQ8TSMJAvELH0/KyjaOTrtVVEh5il52fBXoysVQv1IubqIyypnkUT+yJ6xIDD9T9u4vgMmxlx&#10;Sz8+C/NiIixwrGAL8wKRy0BnfBpm7mc+GJgDiF16fibmBQVZMD4L8wLRy0AHW16TC2EwED8L8wLx&#10;y0BnLPuF15+FeUERzMAwgcZFhcUn2zsNn+kW6gUFMT3H2ehPDv9nWKsW7gXFMQNHAxHBoa29J7SQ&#10;LyiUGQiTQRhnG58865bC6dCLhX3hEM0MhAb4hesod4Y4GivRIaDpCSliqa4d1wOfjljCfa+f0oBf&#10;5+OrMYwGh3bdzNNA/XAIbDKlBWeQDkWzhgPBTeZpqXzkzyYaFOk7LEDikZROF5Co7PhkpU+sIhML&#10;A0BIYXmYaBhujHgTFh4GBTrD3BHJ1PU+Ul9AmpGFiQFMD5anhYqBhrhhedq4GBFszwbGQGQqjNNE&#10;xkDQkymttTRGHZnYGAh8Bp4mOAYd+l6ek4XBgOBnoDThMRDWZEoLHyNRmgAZY8RqWUwp8dttiIwE&#10;stjYPIOUWsLi0r5pLkq+JcAwgzKsOrv8Pa4Q3MmM21FcdYisGZQ910aB0jhpERH12gSlMXdHWY3Y&#10;m6DUL4VLvLVyqz5fArBWZjKjyQ9zNGyseP+2OI4JrNMYI6Ki8dX6tAf2O5kyR1g0ctSXBuFohFkb&#10;MBkrTp54rFeUjIdzKl1ZBhyaejXHLyldKXA9fCknwEHi0zv4LqhM4enxj8ff+dKG5y/vv3g8CL9D&#10;ar3HSr0HjLCX9R7eKKj1Hm/Of3NxBueqkDSU5wzVeo8s0aTWe9CNN+XnkJdVyq+CjZfopOTIWu/x&#10;8SrCktR6j5Msar1HXBVkwKVtVOs9zndk8CeB1HoP5ADCykkCqfUe1Lm+1nvA8QqXQV7MWaBgkHtU&#10;MP0odJCWU633SJ9n9F/M5FLrPeIHqtZ7rNfL1HoPoR4l/36TF1S4P1BKwukcgsNaOK8o3J3oar1H&#10;eej7TLYknVrvgSqOeG5RHCtbOLXeI4QYrMxI706uUBtfpfqzR35X6z0ocYpOocfD09kXGOMVakPK&#10;w671HpJkar2HJJla7yFJptZ7SJKp9R6WVROyTHa13gMf7JVUgFrvcfAWzTMZNLXeI2aGxGdI/Kv1&#10;HjB6X4iEM/eQ76YlcNV6j2x7xXRlPbHJ1XqP12Hb1XoPOprLfVfrPaI84jOslVrvEeURn0Eutd5D&#10;+zzVeo9a76GgP9R6D9SQDFbtUK33gJRqvYeyj2q9R633SHZsaZ/8Des9UEBTUT2eDh+ev7s83F8c&#10;Pny4vby+uDruP98+fLxAIVhzcb+/fTDqQN75f/jOn4F/XOxTlQeBi8TqjvhUqzx8Qlet8lip8kDx&#10;28sqD1+y9mtXeYyxXNV13p+zf40KnbNLcgkip+XSF8dGr8WXD8d7updefnp6/sP1wf+8/xkKhqGd&#10;9ZI8pSPkab6zrzKYQ8ljnsOHOrKUzDHP1DkZfTV90V1OBafTiWqk1PsVVnnyA+WFrLPKU0vnkVrq&#10;rrCC/NP7RpSUrLPK0+fAZJ1VnhuEFhUCqzwzaJ6osfHKqPK0oB7de9dHVXQbRSn9Oq+i12g3UDPU&#10;NcG7QvK+V/rKwMq8E4BECMwK2feU/rTGLBd+24nMCun73shrzHLxO3SMFkZWyL+hprRrzHIFOGCR&#10;rDOD3XxaPRNgD1aZURFyWmMTlZysyZ9yME5UaPO+zitf+i21M1/llYt/9FAeK5OkMur0RsJ/WGWV&#10;C3/07f3XWOXClzZRAeMxeNyBNVa56KUlQS0z0tAHSVgFiIe4IalCPfHqF+nIKQQvHTmULnLi1Qmr&#10;qwDxANLEuuSpD0Li1eHAXF0QBYgHdq3AK1/1XUfN/FdEX4J4SHMsijraWeBVYng00vIqMDwInGN1&#10;YAWEh7wdqVdIkpjz7ZxXZlkgeKCFhSAyym85MZMWflHQ4cSvGrWWOTHzsFdrI8uXfosm6+vKLPE7&#10;hI9Rgd7RirMkaNU0MA8DsDKuAruj9YAWa0dFUcvhpHHlh07nARRWeRXSX18VVBSfxo7ot7SRKB/n&#10;ROeET26B2gFukoFSwHagf9362IoiDvTFkVZZgdrRedSZFQUUmB0QlzRT9G84zbT3KAdr3HIVgJt0&#10;XheYHYOk0AKxA9yknV6UcAySsfKigEOUG2USJZ2OQI5aPTdewHVMkhYKuI5RtO/yTwC61kuWVAHW&#10;MXnshRUtvIDq6ERu+U5ATydhpuVecJKVQW0fktxmSafomHaiWoBMs34QFSgd8yCYLAVGx+IRw+KO&#10;r53p11vvc0e9mqlcM5WRghxb2Oh5YDVTWcogrJnKkmRqprIkmf/vM5V/cW9uMnnObhA3Iycf+Q1P&#10;eZghbwEGg6/HgUnAzuYTRRlBgEvRU8JrqKaixTZZVqRu5u7TcB3q/EZYyvCMTmhtpeUYwLno6eA/&#10;1OnIHgW/wehI60VHdEaXtUjXQ5Lq+Pi98CTqdNx5tbOai6cOsno3spm7PHdGE+2ZzyGr+/lMt1XI&#10;pYW81flyI0O4FHU6/N7zg29c5RdbE8KUVeliE0GsV5UuNu1E1xSNDtiRfnxWA14y12mZ6qtg4rb1&#10;cFmoLyVnCwlZn8PEXYnj3o07Nj7DHofv0TMzqOjGhFfq0oXzMQxMHf4Yu/2qVPA+el76+kgdn/Vt&#10;Df9jGL6uzSH2gNe5wQMZpqmrqY97Sz8Se05shjtOU3rP/XiNhq/wQvqxYb9q3BBk8GTGNoUf0pOh&#10;Y7nKjSNXSJrVyOCJ9NwIGk+l48PfagVLbbn9ojQ2aewnjE6s6nvhjwz8jMMBTWADHQ5jbR6OtwOc&#10;jjodH14I/+p0Ef7CyPcmyEg6HoyejLGvpjFbbk7b4gTQJhs7QRqdqhmNoUswI/E0is9wKlGoC1OA&#10;91F9adiHHYaoDY21CvejSkaIxXTENSEwKrb6jJ2xyQOpMnTc6hOE+kKBj5JfbbS2pbaqYYwICWtT&#10;hp+SCbGmVUI+/jN/T9REfAaNwFcZORqnY9rlxqvhr4wc9fPg1MPamDV8llE8+mId+LPt26Fr4oHf&#10;kjkay3/kKyw6Iuiage+SORqYGSPACYKujSMf/ksmNM63KXaPbowDk/rSh1cb23TiE3MByqomRrgx&#10;PUM4KnU6/t4scM6r/L66mMTFWrvJ/p13kw2ATDXRaCXRCPv9ZaKRP8ZqotHFGRwC62EVfBBTtKQm&#10;Gu19492aaJQtippodNogNdEoNKaWssVqolFsX1UTjbJeXjXRKLU1q4lG2bqoiUYh2zweGjXR6P+x&#10;9627ceVImq+S0M8F3M5zy4swbqC7qtxYoGcxmMkXkCWVJYyk9Kbksncb8+77BRnBQ+ZhRKjHbsC9&#10;xfpRR7ZDQTJ4C8blC3q15rHyLdCoEEcLNEI2xyEaVw5iE7SDRlqgkRYA0CARNcm0QCNNMi3QSJNM&#10;CzTSJNMCjZBn+PUpZI9eXZ5ur19WDwTCunoJ/z+9uzhdrD68u/gQlR9K72Va+pFKm7VAI2hB4qHg&#10;0KoWaPRUr6PIISTwS9oeoOhRaoFGLMa4rJDhGBxtLdAIinYLNCrWRgs0Oj+E+xZoVD2EERYRThEk&#10;ONqHcAs0KnaYxGG0QCOygpUKz9ACjSx9pgUamSfNjxZo1GCMrk/HHxHGCFHS2GYtvKgSXoT84/Pw&#10;ohC/+r3Di0YJheR46wqOUcrm+CYcI8AvVHPKcQ2nkKAEYxQyL3LXDN6PiUrLsq4GFy04Iao9cVKw&#10;NhDfm0g2AEMJ2doLRggAS1RKuFOeRJ4QjBaMoL4lRgqYAlS3RAL8N6VHBX6RAv1RohchTqs+uAK9&#10;qFPkVAcvWoyvy0XeKxguXS70hF205JVLXcOpKapSA2dSG2Mu+I0CPFEWpRbkokW/CuQiIHpUl3oV&#10;uGjJqlzrirxQWmpeEj0DMSx55aLvgJVU71cue21FUC5AWoM9Wqyzype8tnMK4KJ+q6zUPl/0jN2y&#10;GGABXDT0CmJUCVzEQDxLXrngByyb6giLatS9yisX/KgCBOWCF+CiZb9yyY87ZUFUgYuWvPI1PwEi&#10;rD7GXPRbTfYFcNG0U3jVgYsWHSuAizZ/H3DRklku/Q2wy6qjrAMXLZnl4keansIsX/gJuGjJLJf/&#10;dqMxy+WfgIsWzArgoh0woarDrCMXLZnlq383KKu/HlG0ZJZPgBoNTDk86UhJ2EVLZvkEqBB/CnrR&#10;kls5A5rQ8hlAShDHIC64FUFFm1HZm+foRdrBWKAXTYOybs/Ri7T7rUQvAl5bdXlQTnaaBCQWqX3L&#10;Z2HQArzPg4oYWWkpt3wWhrXWt3IWBL1owa1AL+onZe2SEycbqSAHLrnlO6HXthWM9jk3QS9acsu3&#10;Qjcpc6qgFy255bPQrZXzAxmged8EvWjJLZ8FbUrJSZHElsCLFrwK8CJN2a+HFAVeDbuoYRfF9L1D&#10;glWwg61aSJEWBNFCijTJtJAiTTItpEiTTAsp+o4hRUMVuwiuS0ph9qGLmNBDLiJrEvh5wEWc6Ozh&#10;FkGbArPt2gYQgJ4HKtgLTd9I9Dp6iEXxIvTwiiKVh1YUW6SqEZZLC9osej84KADQPokKrx6LFxRG&#10;onJQisgsCDIPpIgxgLzQoT5OkgdRxDdjn2za4veUb4zMEQQalBG2BsqJ7R2+FhnDXgFo2SQjLFEI&#10;xEEnYjAEJ2ao40h0gJpYPetEbDYCg2Cj2NMO+2IYgEPFrmVbsjAwxkVkdr8nCwhEZm9MWBgDlS2K&#10;YY1nH3jhTLAkBhtjJLMxFAbGJ/F2HdepxjRYjY4M2YPVa5Lx6vbAicgcQVKzJwqWxkhmy20iLwC4&#10;OeBEsDUGMixyawgTwzA54ESwNgZuHjjRhk94D5wIBsfIz9miG9aSPHAi2BwjPweuZyuLzgEnEnQw&#10;D5xoS5DtmAwPnAiWx0jnxAxtZX060D4wPkZ+znh3QOAL/XMAWmB/jHQOQNGO9XkPoUgQCj2IIkEA&#10;9ECKYIUM/YNl0ME+4QGD0D5XthLdBlujuUNIDSERujhFsEYyIXCIzD3HEFQIJLOPIVgkmePeHszI&#10;NwGZE82mxyQeh3BIG95pmnSTKB5HlRl4ibmjhnVS5Ggfvz2H87o4RbBQMkfnFu/J6Rbm2sEpgpWS&#10;CR2coo4MjYGjc/rDUsmEDk4RaTWRo3N2wlrJhA5OEZ+dHkwRT7SHUsT3jgdStHiBiELYMIp+dIyi&#10;cBa1IKJKEBGUpPMgonC5tCCiVQsi0qJicJMkd4/il2tBRAlig+6NWVwtiChiWrUgogBd1IKIHh/i&#10;gmhBRNkx0YKIMmGk+mfhpZjH/MKWMB+tLYioBRGRKSFfIAR8m+7eFkR0aEFELYioBRFFS1gLIlrU&#10;emODZyuAtpAMe00OiAiPhnI78KwFEWmhMi2ISJNMCyJqQUTwu7QgIkQKBDdQCyK6jLFGLYgoQktF&#10;abQgInrjRlm0IKIzWJIWRFRDYWtBROKrl2/cPi2ISK2K1oKIzLCkFkRkiqcFEaV7qTxxlCCihj/0&#10;o+IPBZ9TCx2qhA4hyv08dCgEh3730CHOethF29sMP9Tt8E68xpOZymhGq9w34Q/t9pR6jQDqEMSZ&#10;u5EQ6Ji8SIjhpHT6fhfLNedkeVb4LiCN1JjlWeH9FjAKdWa5axMFHJWe5an5/Sb40Gs9g6DSALZr&#10;jRmigRNVvxkoRKPGLPepoUS00rM8J7yfgElSZ1YgEk17AluoCa2IJ+qnSetbgUo0BYyKKrtiElAn&#10;WutdPgvjloJ3quyKaRgBdKIMNp+HsSMsmiq7YiLGjbZEisiiYUPYPVV2xVSMw17pXYFQ1O+0qSgw&#10;inrUsdbY5dsBNZaV3pUwRYO6hCndJ63OicLOamOlyruJqh9Gdaz5TOjcionoERFYn9cCrqhTJ6LA&#10;K+r2W01yBWRRPxFkSG2sZ5hFo7YniipoqCSsscv3BIK7tUVMKURJxAjP19jlM9ENOHTqsqO8mpnd&#10;TlvEBXgRctdUdvnphHLyWu/yPbEDmFC9cwWA0WajjbVAMJp6AkipHZwFgtG21+aVUguTRAZgvCjc&#10;8nmIQEG1VVJgGCFdQOOWT0NECqpyy3cEcpw0bvks7AK4VZVbPgsBbaUmthLEaKOdmiWKkbY+KLEi&#10;CXe/1k70AsVIm88i/GivbqwSxEiRGJXjnvuFU7C+5wsMo14dZC7+bh0imWvyRyrI3Kgqf0qjSF1D&#10;jobWtzL8SF0bBYQRNrK24wsQI5RUVwRXYBh1Xa8dbwWK0aAqN1RyfB5sp/cu3whTAFysrd0iAKnT&#10;L1Vk983N0oap7/kCxqgb1Eu1BDJCEXONX74bujGAqtUWCmVrzVIZgCqk9C8/k3CHEM5SlV9xOUyA&#10;j1T4FbMx7bUjs4Qz2qrnOT0l5nFsVIW/QDTq9pBzvX8lpNFW7V+BatQjt1zjV8zHdq9tNTx45nFA&#10;zdHmd1fMx2anHXe7fD76AYquMt5yPrba/FJicJJzP6q3NeXsJTrkkGtnO+UfJroelQ+U/u2Lo2pU&#10;9X+qc5/x22h3LFIJZ7qO5FJfz5Ryn/FTXzv7Yj4GvDsUfsV8RGDY2vGyL+ajB8SYwq+Yj0lViynz&#10;Po2ji8hmtf0LBIKZznzdFRPSQUetdxCXVM5Rf3x2lA89d3G91YbcrYs52Wy1NROyDjOOAZmsNuiO&#10;8moTofF0x3mbEe4nbdUgQTejOzMstEDFFqjYAhURZre6elqE47VARS2KrAUqapKhFxaMxQc8oV4T&#10;wtkCFTVB/u4DFUOcYu1YYiyUQ/JH2FHCpJ3TioT2/ZoVSe6OQP66Bcx4GAfozq/hTqozcU+gGHbf&#10;STMO5OJ6cch5qPvXDZX02sD9dUNlwKhDAsayO0OYQIE9aZ2vkU1QOqk/pFS+7hd4vKQzvu4XeMSk&#10;E2a/AC0QY/mGWp1BkV3dkZMMFnSKHHs8/nabx9PtyQKPwcn7Ak3OJKX3Gh6ySAofGPdSCOTLgTUM&#10;vQFgLZGwEMiXCRksi7RpkyPewtw0QEKigISTfCNH+MoiIbxhNiHjfvQbB5IIDjPmCMO81TS1GCS5&#10;wW+YhABdC4Twi9mEgm03eeBZvH3JNWZynBjaq59QpsDqI5xn3EcUyzAJGbUFUGv2FMJ/FjnCQWZy&#10;HBmXqKffsJqGC405wqhoERJqYRD46IgHXjQmdEBtCCcqcnQWBWx+TBhrGWF7yYKVb1y4AmjXDw7S&#10;EXxpkSOcZeaoYQ1lQozKEg+rRuQvM+l4JB5GlrCDw8xk15FXl06edbp0RCTyjaKBSy0Qks/M5Ngz&#10;R3m+68ImQzqa7rZw8ViiGQQ3aeMg8MGxFjnCc2ZzFBCoEb5vq+kEfQXnmU1IHhIaTA/Dg8mR7IZE&#10;CLO7SSiQfbgg7dMWHrbAES40k+GGvMZoeeOAnMHHFujgRDP5yZnswZHCyxb4wY1m8+OMLUKCtCSY&#10;YPEcKKutSBq73+InsHgeXOCOKhbRzDm3H1wHgc6BDdsxdhcOWrN35JZAqw5O645xIB3ULnjb4lyY&#10;bYo6YssN3rbX8BKoN3sx7eXetjfFHsorScMRGvnbAp0zB1Aqo3S9OSWXW2DoLRLYHWMPO2fVkdct&#10;cIRbzZwMHBR8RDs3MTneAkd41hyOMnPQWKy118H3FjjCuWYT9izHDc4ik6NcxbRJTMKBog3CbvNu&#10;MLjgIiXZfE2eowB59s4WJjdc5Ak/m8MTIJmhn/Cw2JRwxUVK+NocSsk22nhrA+64yBP+NpsnQV6H&#10;ftK5Y0oJLrlICZ+bTbllnv3a0SY7uOUCT/K72Twp9I/62RP0o9nP9ByB782h5PXeD85TCGodq5Tw&#10;M9k8N/Jq8q6/bsJ9G0b0ihXCUhqd057cdMwT28SU0ijPwNFRLLHmpZ+elEby69AcEYSo2TqJMVI6&#10;r6yOJjFQTskgIAqofFkRhcuOKYFLarbes/0FDy1nLcFtxzw9KclJ108O2ie57pinN/aONTgUT3d2&#10;HLx3kSe8c/bYBVscT2tnjuC/Y55w4ZvyXEM4YY623qm45iB716awZ73FtVLAhcdtO3YPUV4yW4os&#10;oIYS+qOjhIaLsYX6L0P96RQ/D/UPZ0UL9b/4H29XLdQ/j2Joof6Pt+QpgEaRYkVaqH+QSQv1D1dM&#10;njIETWpeJi3UPyyTFupPmnC+SiioIx0mLdT/0EL9E7o0hamkpUGmRyXAsoX6L87eFuovbrL8rGmh&#10;/kroe35Tk01R2Wgt1F+RX3FQtVB/flEfyKmUDvC+hfp/TFdbC/XnuC9EgNWiDaM19iAeFTvmLZrX&#10;D2KOtYmjF+QgXgibOJrOD2K+tYmjt+wgfhibmCtUHlLgjEPOY0xuaIecR4lKsNHw7JDzOFM0lEPO&#10;I0WE0mu4U+49nBoNk7iF+l8c4Nl8zZppof5ahHoL9dckw+EKh1RN1D7FWqi/JsgW6q9JhnJc6Spr&#10;of51tS1kh5KAWqi/+MblyxH8LdQ/Xv8iFvlG8QAkKwYjtFD/GtZtC/Vn5VFWjXx59XCkUwv1h4el&#10;FE0L9bdXTgv1f6odOC3Un5yV5VZqof68VDhstIX6WxpNC/UHPqITlj+2UH/kCbZQfzWjsYX6h6QA&#10;L9y9hfojdaKF+qvb6NtD/cH609XL3R//hX8ITjz8fP35+eUvt8dH0paeju/vHx5wJ5LitPqCvNgB&#10;Obz0x+fjw/0N/WP4w+njh58eTqvfrh7eXazDf6yiF2Sn4+enm8Ds7vbq5hf++eXq/iH+HAZL/G6/&#10;vrBLET+tPp/u3138bb/e/7L7ZTe+GfvNL2/G9c8/v/nT+5/GN5v3KOLw8/DzTz/93P0Xda0bL+/u&#10;b25un6h3q6+PD0/Pl/jLdxd3Ly+fLt++fb6+u328ev7D4/2PiuUfHH0twL8S4I+ku/MA/+C3/N4B&#10;/jtJAY54DRmWP8VLE5b/nNn0TVj+wF0JQLAdchfCzsjCCrJ4i2kzELQnGg3u6zwOCs7kFJYBS21A&#10;4qxwQzJaIgO2BgF71rjlAZzdOgYPVbjlsSDTtCdYzxo3yCo1iszbEPNX4YZUtUQ2TcDtrXMrAnOQ&#10;iUeBTRVuSL9K3MZdgAit9a0A9O+6UescITUkfoM+VkpcTXRdh/mqdw9e/5muHzpCQ6/2r5gKo3/5&#10;XCBDkECgq/zKyYgQnBXxUeJgGscA5FSFXTkbkzYbhHwyswvoyLXeFZj+XTdp0itB/QP+cJVdORmb&#10;AOdZGWwR6d9ttXVcYPqjd9pgC1R/rE1FdsBkmGViLBXChEiy2xDWbXWs5UzEeh61sRYzofWtCPQH&#10;8EmAkq9wOwP1V/pG2bJpBDhPAghqjVu+KbSBFoD+OOpUZvmO0LZXAeePU1gdZz4H2mYghKZsmOsQ&#10;c1kbZj4F+hmcR3AyKmuFGeVrp0ZHQo2trY4Cy3+nrlxKUk/MOuBNK9zyQ2kDOOL6GVdg+U9bQs2u&#10;9i3fB9Na26SEspT6tke9D4VbPglDrIFQE1sxB2OACK91jrBqUquc8VJhV4T4dzuA69d7V+D5dyip&#10;UZdcgeff9wCaVtjlEwFPrcYu3wr9Fpecwq6YCe3wLUD9hw6o3wq3fCZQyUEZaj4RwyaUyqlNBGV1&#10;ponQukZoYYloJMWl3rUC1F+78gtE/xEAZBqzfBJivYfKCikA/cdtr+2GMsx/MypiQ0Z9NlKK71ZG&#10;WkxCLIZQ610+C1CXtLGSUyUJeEDpkPqkFoD+437SFhzBPczsIr59pXdFkP+0HrSrgYyOid2oqtQE&#10;tJDIADWiTQXAlTK6WIeq1rt8KqY+VKKprWCC7ZmbVTWvAswfaAzaQVeA+W8iVHmld0WAP3zw2m6l&#10;CKHUO672UmOX3xAYpaZAFFD+O713xVRssNzry5jARFPv9upBRwgJiWyim0lhl0/FXt1kBY4/2OW7&#10;AlaKjzdsnri6ww/h3Yb4NP47/NSioMmoZIfsMdDPoUVBw2QWTGqfjs+rrxRbjcOM4q4SrpEtSHpN&#10;BPLXRbZTDbBA/rqAb3oPEHnCpbM7w/A4hwTa6ZDzUAFSiV3krhkGnDokPB+HOw81QWTa5Awbc4Bi&#10;/ZrOkGZNkmlR0OcLmNGpDkCjeY0gWxS0FqLaoqA1yTBY7QFKzmuW2D9BFHQ8/FiHON1ev6zIl3Kx&#10;egn/P727OF2sPry7+EDjjZ4bpiUnDrlmgi2UELSDCkpEMzx2DO8QYEgQiNhmkjIwBjlt0KhwvE0e&#10;6jRZsJkSZpA4GcJLvhJdwjBrsGY7UGNrBvScNg5+KVm8ufWUwSStyldaZxh7WL+91jlyddp40Q54&#10;aMbWYRe2xy7Q7NMEjdaUEsxkzNOD14NFnSkBvGnzZAzxiQBzbUqGAZy6FBcvcpQvyxMW+NA62dg9&#10;nvGaHycc9U7rTNknjUBalW9qPY6dLPIez6jC9HsP5I1wS2nNo6aws0Jg3o+UsN87rTMlrCXuHMXW&#10;O8IWdqQUx07Wfo8SzyyMCKvP6ycZqEC5wYq2G2cUQLgGPMKomA6pkIlMoXxlKllfGKBROU3HFTck&#10;zVg4yTdxZEIXKjAB5nmC5DIrgB73+shrKKVrSt/kK33kwxBV+xyOQuhAPsMvwQvI3WWscXXuJhOM&#10;VQ9EsiMbLVaPOxbeYR6Iouwv2M7sFcHo9k5lBPhY4upGKqLNjwFLPaDYjjw9dFJ4e5r8WkTnrWxy&#10;K4MuJe3KYpGvLBrBjff4sf/a6R4cMqFZR8prKhuI3jl7ZM2FX5y+CZSmcyCtyZSIRj0yqqv6CjJe&#10;8l7f+A3obMk1P9FTwrdMk3x5utZUOI+mVd7a8u/yjXR7yZSxj949Y+Sm169wkS9z4zPNgf/e81bE&#10;wWZtiT0PNSViSmPyjY3Cs8QjFc1S/l2+kW7La2RwTpQtqzajs2Nh6QvtwslkDoM0OZqJbSpbI/2S&#10;b+wfFKRAt3NuVnirAh3cUWa7I1+r8KTaa4Bwj8NS6R1gYXi2IiFcV2bTA2vwHSIqTMJesKw3SIm0&#10;1gK8YLFpuLlsQrZJdbSyLY7QigLH3oWM59OAXGI2R76JUHzVIeQ+AtXYHozkQZL7zGxagJR3jhhl&#10;G68dSG5WOcjRZrbLIx68VCm2niGCz54UFgy55Mx2+W4bqDaEOcl8e+wd2Oi4FMh5Z7KLN+/YOydD&#10;bBSrwO4c6wVelaG420e4Pcy+sYjHrSMSft6SN9DkJ69GRNXba6CDwZWOj3HrqeV8X46ENm/OGldO&#10;G3eO8gK4+tj0zrlxei4PQV5Gs2nsNOaYCqXJKS3feFr3rL+Me8dMAIdl5AiPpNm0hF2Pe3jjLPFI&#10;QQVsJluOkudJ3kuT48i63bTGFFlNCwb9tHYOGjhCw6jJ02lz5JS5qUsmWxG0fKPAR7GMdI4VA+7G&#10;2DS8ombTE2vS+NozM7G9feq9pvkZRB5Uu2nG3Z8G58G0EYvMmLwgIhb5RvHAGRtHTcO3ppDKC9F2&#10;Reyk3cctVxEQtzKshNKkfGPTUkCIPLNm01sRz8bZhVI6Au5PeyvAyRsHAy+u2fSOoi9o1BunDNou&#10;meocZQgOYeFoX+J0QHDTDiGXWHD7COexcLRPsz054uOo7ZmpmGdljhso/48Oyh+mtsXsV2L2sefP&#10;Yvbjudxi9t8RKn+L2YcPHWaoFL3TYvZnZElcWkkuZN9Vou5azH4lLwbXcy47LWKR9M+MTgtrI/0h&#10;I1PTO1rMPhzPcxJTi9kvxNFi9ikuYV4eZBFIu6rF7IeyEmS+TzJpMfsXhxazD1NCvmvIephWSIvZ&#10;vwrbpsXsI07gbKFQZdq0UMgypEXF57pSi9m/lEjsaNc6iMXIDh+Otq2DGINs4mg7asjlIZaR4945&#10;BuKQgiBsEXL1zENyrNrk7KVoyOUNubzF7D8tFkGL2ddCzTne4pBKGdvnTIvZ1wTZYvZfKF0wXHkt&#10;Zj94xNLdLY4u+UanZrdOjsAWs6+6fgFeI37+FrNvSKnF7LeY/Rowcgqc71vMPl1OZ2ewZMW0mP0S&#10;Kxn5diGuIz1XRW7y5TsMob+Rzo5v6pBIF+jsyCECUYrhJGaoDchixJuYI6RT8k0XbByE07cWs3++&#10;LVrM/uKkaDH78yIpt1mL2bcPqxazr6+ccNi3mP2ouMVbK1raCZjLXFYclu4FxLaY/YC8IieWfFnU&#10;LWbfiuNuMfvmDmwx+6Z4Wsy+KZ5/6ph92KEauv7z8deXP1wfH98ef/31/vr27c3p6sv908e3/bpb&#10;v328un9ySgm8D//xIslKCbwtQf7D/YVKAfINRva3FF/+/OnfTn8MMekvXz98Xd3fSIp9i9SvROrD&#10;YnAeqR9CH753pH5PKN6w/w8xDaiKri9WkG9E11cjpovAGAHXD0kceaQVNM0UP7PT4GLLIBtBAV3w&#10;ymNsAChZx0/NY/+QHMZ4pwteeTCyGoqMZO3U+RlWf8ErD8HsNOTqs4gzrV8lqL4G1ksGsdQzAPgw&#10;9ueiZwWkvlo9QAHUX3LLJwCzVJ8AmIDnvs1w+ktu+RRoaM71uPwlr3wKtBmAq2zu2NBrMqMwlyRb&#10;bcWeoegzuumiX4TBkHhp6NxnEPpqv3Lpa2M8i8XXVlkRi6+uizISX+1XLvtBm0iChUmSEBTihbwK&#10;7PxRA3AukfM5JG/JK5e9CrROWd+pX9oQixh8wKfXFz4h6SRWDD287FWx6oGdrvDKjx6G4l3yyiWv&#10;11QgmJLUL/1wLZa92rEy/l6TPWUapyYHFc2f8M8SWbfXZAacgplsBGh6XWZnmPnanqT01NToRi1s&#10;QRa1RIZc9hj4uZiDIv5+i4NY6VsxB+Na61yBmb9fa8fPOWa+JjnCTpkHASz8eu/OMfMZ6HoxWApx&#10;SuzgbdFGqwTgL/nlUwH3jTrcfC6A5sGI7Ut+xYYAooM23nw2hs2oTS7hhs3j7VRU9HPsfG1bFHH4&#10;cJpqK1mBz1+MlxKo5/6tsYHq83sOoK+tvgJAf4+iRAq7fDoAg6EON5+OfafN7nkwPiPeL0ZbAOjv&#10;Bu0KVAD0l+zyvbFViw+cA+hrd0QBoL/VEe/zSwKwEtpUFMH4G1QBqE8FXMrzCpgB9JeDzadis9Zu&#10;6TMAfSmwsmBXAOgD8UnpXQmgP6KwTsCUX7LLp2LcaduiDMafpLTHkl2+LUZ1sLtiKgAoofUuP6V6&#10;taKXAqC/7F0+FUBD1GSXn1HAUtCOeMITmc8AtaQPIVQlMrDL9ywsLQ2P/2oZ0UtvMTyyDwmkzo5b&#10;bXj8WtwqI+A1PP5F0Di7zhoe/0Iy7DY7JMgze/OR4kx7FZpxdDc55LhxArk4QB1y3CiBXACoHHLc&#10;GIFcgK0cctwIgVxQgmxyRrM9JGQfh5yHCqXyNZJhUJ5DAo51uPNQW2z/eQ0HhlU/JBg0W5D//8X2&#10;h/o1tUI+DIF2SLCRQTLQQvD9TvD9m+AXmbH5OViPHkLYaUjkFNCwmaR02wscIND7Zd8IgXyZp0Cb&#10;ocCs6YzrGPAU2P1yRgkn+UaOghC3gTHPcp1zSQag8dsN01MiDDrpMdKefGO7AmG3AWKa1S69Tokf&#10;jOsmHWOdAq/foYu+jMlDoOXoczLEm+0y8C2eJU5MJjRsGkfngACSDRp0Pkp/lDMw+u3xctTr6CL0&#10;x2uBzPv2eOPV56Lzs88I2Pz2+mP5UWVdu914sQBcVa45WU/yjeuK80aByu/IJY7Xx+SPl3G3dnJf&#10;IruNh6geJteL649NekD8cQF4KPxxOcEBYUqXqRxszHie9Q5kaZyo3on2ituw7+x+xcXm1bZgKgdT&#10;OrboQWbG48aD2o/yglHNlCq5urCXnZOLd4qDA8n7xIFsFHRO+0zlmmIeIm8UmAODSt4KjNFB1pdc&#10;HvssINM7eDlY49DRA5V9XpBVGLzsw4JMqSCy1yBV8KQRmlPNELj2+FjrsjvOsNQ2EZYU9ckm6hhE&#10;3e5Uxyemt5TjceOc0vALhY45SkLHt78DA9yxLPButVSEnsfp4HML8LGDoN/zKxmJwVaj8DPFkTqI&#10;sAOvjME5K0beIqODZA+PVGh3cuBgqXZP2ACAXLXGIWC5OwctHTbBwM8DWoYxOsrFQ9DfCtR+H4FQ&#10;1ExA+LkiRziyzKHsuGoIEPTtbb9jPO9ug6wbSzjwicWmCTPXJGQ8b6gn8qwWtUS+rG6TV4ZOEyqZ&#10;YnKkmqZE2HuFiNZ8zQBC32bZreWwhjXbbJy8bbF1D0QfcJg8oJ0jSyQHx5UxrOE7tYZOvrnQOjnf&#10;HEoeO8D0nbETpjbJE6j7ztjlMUauOqd1RlIeti5PTpkY9m4/GQQcuPr2xoXyES8BQOvbqxiU8azC&#10;AvFGxEUM3GD9WL0O8gTGvjebLPlx40kJPsUwR8DZd0a0ln5una2OpcRj95D24YHkxh3B7xlhAkj7&#10;9s0qJVtGD2kf3srY9M5RrXdcjmXcOTUmdqLZUD0Ya6/Bsxmb9pD2d7zTXKT9rVgU1s7NAy9oaBpI&#10;+3Yft6zxAWnfXhZbVmyBtO8QCtw9XKKmeDZ8CgNp3+4j2XjoeJk6x/4A72ok9JD2N1Irq09WZrlK&#10;5BuvFLLIhKZ7r+l1VHcnnKvmqCfyfdJgBse4ANMWEybrmvRNvrGPUqcHGQZO0zJqnCt2HynAjvo4&#10;OY9WeHiZ0Dn8RjEheRlII1/2GL199MEbHJum+gHWLhx4u8JVal9jVCMhjBo1zk2O8BwLoX1I9clg&#10;56hhPasE5B22m2YtwyfkI8UlpPc/j9qWY0chBbQo3JqMS9usLNiG3f+jY/eHLdIyAioZAVBxzzMC&#10;woZpGQEE3d8yAh6uQg2DGbJ/ES/UMgIK6N6WEZCKG9ArLsV0aeGQLSMgyYuMUUleLSOAj56WEdAy&#10;AsLzIU/baxkB9UhlMrmnIwRWPC3ymV6PiY4Mh0psccsICGZLvMTz1dcyAtjgkQulZQREK0cuk5YR&#10;UFkoZO1NZw/sL0qCQcsIWH1FwHA0RR7EBmoHabaMADXEP9rQD8l6bwuSHVAtI2AR994yArQlBj8t&#10;WZJbRsBizZBWSpKB1hl9Gvbm44CHQ3JYOOTRTd8yAhZyZ0fNIQH72oJsGQHa1mYHdcsIEJeXfDlE&#10;SVyMLSOgQJDmAL2WEXCGOM4u6ZYRcCaXqEC0jAAKnSaFoWUEILS9ZQRcxluGT1MnhK5lBMBqwAFM&#10;dtRNywg4hkpNL2RnaRkBQRilXtcyAv5FzTFoGQFOcGTLCIAG0zICDOj5lhGApG1HnWkZAWbkcMsI&#10;MMXTMgJM8QBaIQZ/t4yAWtm8lhFgrp5OywiAztgqA/yQlQGCF73lAVTyAJAuE/MA/v32+gVYgw+3&#10;q+gqrycCrJ6OP92B7PZPp9Pxy93t1c0zTFVhuxS/QH+gEg2rD1/+9Xhz++7i6vPLMWAfCew/CkfQ&#10;+zt6EEYAbIdYK9R6WF3jryld9hp69DYlwcrvfTo9v/zl9vi4oh/eXZzQ7cD36jdANEUvo5DQKz+r&#10;LYE/nD5++OnhtPrt6gEth/94pxdkD0/0m0/H9/cPD5Fj/Bt0jmGgqJufT/fvLv6GhMxx/ed+/+b9&#10;Zrd9M74fpzd7JLa/AQjMn/eb9bgff37/X9TBbry8u7+5uX366/3T7err48PT8yX+8t3F3cvLp8u3&#10;b5+v724fr57/8Hh/fTr6m2j1hdBC4Hf57w7y8f7l9rR6uH+E1ShJ4uqSpvSXp5swGS9X9w/x56ws&#10;B3VfynHI1yzLAaM/uLXNV9l8SCM+T8IJuaPFVsKy/fTX4/V/PtNSLP7l79xkXQdHb5jY813WJY+7&#10;7LLrz3GX0eqSnUUBbrz+P6bYdezTFNM1rgnoGf+PrcxEedBpt+kI/R9NhnyjPGouD4NXecEsnhrs&#10;Nj3BHtd45SkIKi8cfokX4djWGGGOMprq8JA/mZHU2cDFk9FU2UAnTSTGyIq8G03gpcQHghCuDa6o&#10;w6HxeqXEgc8091/jlUscYyTA9Gq/cqlTLHNtUeViJyYar1z06lKgF0Em/WKNQq9LK//qLl4zOSgg&#10;oitqcILxaju8LvaFw9QkVdcO2ODAF0kptokjVsFBcqRtYg5l+r1GHWKmIR8+5Ei1WJGicLGCooH/&#10;n6BuXKw+vLv4EA84UvaZln6kK5nW6eqOgKlwvNHhOeM4RmdWIIBiQ8cgcUGLM0lphZ9JHWQGIbTd&#10;PnE5voaGDh/um/RIvnEQkZVsXAxB/lm+JdkruQF+IwpEuMg3cosJ8m6jIoxMwMLn++Rr/871xtPx&#10;M6uH/wBVMZyVTVWsqIq47M5VxXB+FArh91MVBxTnKVTFDgAW4UXWJ1y3b9IVu22su8EPvFwNLHQX&#10;Irtb9esI75ST5doiNnvIM61wK7UXlNOoc8uVl26Kpacq3M70F6qAVOtbob5QfQlUyahwKzQYIFEo&#10;3HIFBpBT2kgLDQYIOAq3Qn/E61VjV9Ry68ZRm4dChyTXjjJYCmiZNSwAm2r9K6ZivQ3VXirCK+u5&#10;9Si/VJ8LgrVN7e5jJaQau2IygACosctnY68uu1KfBISbwg6v47l3u1harNI7eItmslDhqD5Ywv5M&#10;g92qsoOJZybbb+hBVlvGlA0xc+tCUmGtc/mu2G3pSVbllk8El46pccsnYgskBoVbPg/TXttiRX23&#10;zU7bFEWBNy4cU+lbUeFtCoXBaiMtErqnTtsRZY23vTZSAslJszBCvPXDpCjzBvQ4RW6UxzFzGyeN&#10;Wz4LfcgTrY40nwUgR2vcirNJ5UZWv7lvsVZRZRaKWm/qvi9qvUErVLpW1HrTNn1R6U0TWVHnDSjQ&#10;ygQUWd2qxAgFMImi7+mhXJM/5Z4ksjEUKKoJLBf/MFFtpxqzoshbLCdYYVbUeBu3Ws+KEm+dfqHm&#10;J9GkTmZZ4W2rnUSEc5jEscXhrAw03wN9r90whPKVuO1QEUnhls9BH4vZ1eSWT8I+1HarTUKRyQ1U&#10;NWXZFoncuBA0vaZI5NY1ERgA56HiEtckV1R2A3ie1rt8HjrAgCuiKwq7TTgB60cbYcelieiGrbaA&#10;AYk2023UFVykcXfjVtv1BNSXmt2i1XrvisJu3bTRBkvwp4ndDq0q7Iqp2Exq7/JrYQ8RK+yKqdgG&#10;M1lt3RVp3MBq1RZeUdmt20EpqO8KSipKo+26iKhU2RZFaTfAOGvSK0q7db2qxxW13QAHp4mPqlTM&#10;/RvX2niLVG4qb66Md5dPB14Q2hFVVHfr16ruRfidc/8m3Jn1+S3Ku2FiNQ2HQoNnfltV0yQYy4yu&#10;z3XDZgitW3pb+rWWQMe1CFr69SJHk6EvD6logm2Yb+nX2hJr6deaZFr6tSYZRqI/pMoI9ubjwgyH&#10;BOLrkOPqhounpV8vDj3OTzqkFIIgyG/2ugXbKrndgmJbc7tFCvK7bZObSfO7gRa6XKQVH524kOTL&#10;LilYp5kSP5jOqw3ppcHv50HbUy2BSAmV0ubJFcBQwUocttI/+XI/J0aDR+iiw3OSsixu2TgYybmf&#10;Tih7N3IaPWzD4t+W/smX+zlOPPbJGzuhgwcpwWxuS2ngMihurY9uYIxyaO+OKxJGeG7dQa7vUvGX&#10;EVNgzmZPLytaIWOKxhHpyJelBJs9UzqVWLpeVsjoldnpSO+n1genpkFK3sA73FnzHdlBA0+3PAYW&#10;RqRMOD0yZvny2OEPiJQw+NvyXLNiQOYHh5Ks69TP3qkLBO8BE8agNtXzveeCBahsY6/4PZkfqWns&#10;YbOT8DQwoVO6hYqrRI5OWcUdWUuo6TWewtbKhFeCCZ3Dg3JaIkfH47/lLUnytFqGAyMwhIfCpmPA&#10;+X1SpmXVyDeuni3D8e/XDj/yfUE08GWY7W4Iq4zoICFrHATqH+jgAzPpuOIDvB42HT8etrDYmvx4&#10;0Wyd3Q/3Segf/CMmP6n24N0idCbTeDe4Iqz+pVoPuCBMOn79oGSnTcdXEsXFmvz4wT7u7f6hgkkY&#10;B11LFr+RjDoY7+jcG3DeBDp4Z2x+ZI4FPyr2YLbL635wauqN5JoAP/hxbH58raEUp03Hl28fw7bV&#10;YxAOodBu57Urh5tTs3AUdctrl4u2OFfEyNXgnKNXanPEgFV9sFxH117KHDpl6xdRas6ii1MKP5M5&#10;VXySdV4hLb5VvZKpsWfwR5mNkjeVlhsM6NbyRYxJWOWO7sz3OPxWJjeu8zQ4NTS5+s7oXBVcgBH+&#10;LbNRVghQy8ckwx0bhuodYPCTRTpn5UL3CnSbGKajrkkpsriJkd86HfkwMGNwmdnjYC1xC9eYNbM9&#10;lzzcOpMB31toF841mx85TdG/XXqwy8Uu33jB93zx7FOQkvy7fJmOxwE3nNkulRqmdvfOxThIUb+1&#10;o79SmSRiSB47u2VegJ1X3I1KHQaOpG1bc5JeTPDu2YTSx955ro3ypu0dnRSOwthHTxVHGalIODjv&#10;KhQrZ0Kn3CKcikzoLJ2NKK9wBZnigUcucvSKKMIByYTOObiVQ3pyDvMtRT7Q6pmcuYazkgnh/7UW&#10;xQ5yjhwdVWjHKDyIDbYvHDg2I0eSk9X0Xhaudzjt5bG9dRYFnKCxaXg5zaZR8p6HvXW2IQrjssi3&#10;zhFALtPYOnyiduudzPfOuYQ6OKeZZ8SY1g9wOFiZ0nk7wCbAm3HviLPruTBst3f0S3LHxtbhb7XH&#10;PrBugHqdHqW8T/dOxbiOdiwtYvLO2q0nRXjtFJfrRi5sB3wgW2cmVy+37rxSERoglDg4ra0BQ1nc&#10;ROKo1+cdjmFu3dGxaxZQuRTlyzYWqpQZDoWtV3X577CUijVmtr9Kqy0s/wcvoxZf8S0svxKWD7X+&#10;PCw/HBffOywfJ0LcklN8LF1dphxOOs4pVRqxJHyofFNgPvRJCiMcu2iTySPucXrNkSGo7RgiYeLF&#10;lJPhIkpkxEbhBg0lkcH6qXHDxTKTTRTlVOsaLoBEpXHCQZnR1Png4Es0AycLLEeYh9IY8sLEJGY9&#10;bhxFXvTGSHSGwEhrSHQWv2ICjOnMZ8Dil0/BiOIyyhwUAflYjdo8FAH51njzybD698rpKEPyyxWH&#10;C7aleALXgfIcyX/66fgcqlDw+/eQVFrb8832uUOyczvkUWs8pFRIhzyqOodkpHDIo83lgHmPylYg&#10;x0zj+y0pnnQyRmczToaas5mOhHhaY5Fx25qzORxmQdmaaUUxki+rZewcEI7yr/KNVPGawNFlKpip&#10;h7StbMow2nC9eJQy6lfwpKMiXln2aJJ0fJ7SOl0lZyNqCuaPrmAGy25TMCsKJnSIcwUzWO++t4KZ&#10;DGqWgikG+G9UMJFKWNe+cgUnag9IuMLZrWqXunJT6DZB8VqyyvUaTUvNFUscLTE6fckq1y1hEVDG&#10;Vyo0QwydXzIr9Bldgc7VywEpMRSHv2R2pl0iA06RfS58yc6ssCuVS30q8wnQ5rKADMGdROkk4cg/&#10;m/NCs1QHms+BoZWTr3FWozWpFXOw1oeZT0I+zKZQ/l5C5b+nQon9VlcoKZkRCpNoNqo2KVqQbf9m&#10;WwKOszNNqdQlcZCxmhbPAYxUCOQblc6kpuEYMjkiDC3q8F7sGFzz5YilQflywzgzoqZtN/s6saiN&#10;NgXyR1cgg/u4KZBLBZK8cecKZIhV+N4K5F7cNRXoEChawUKZ3DPfpEB2w8ipmGHWc+Ww0GG0TMJc&#10;gwGcBidOLnjlCgzCeIOisEQhyXXIbug4OX/BLFcjETWlMMs1GPjUOEN0wSxXYBD6pTDLNRi48jhV&#10;d8EsV2AQv6YwK7RIRKloQitslAjD09gVcwBcQih+Iez+XPHLJwHRhBq7YhYQ8Kuxy6cBQZEau2Ie&#10;1pJauxBdoUnuOi0rGbFBs8KJeC3ODF2yy6cCIapK7wrEkP3IeaELbuSVTGrufq9yy2diJ4AhS275&#10;RFDEsNa5fCZ2wECozyviM+fOUeyzxi6fia2AJSx7l++IAGlTz0mGG3tudjNq+4uiG5PoEFajTSy5&#10;shPdJKn6i95BeZrJKL5eGSyCFma6ESn4ddkVqCGULKCxy6diUGeWIm7SICjzQWOXT0W/0w46itXI&#10;2IGuPhVkIZ3p1KOO1LuZDDkpCrsCOQSLvS66Ajik26idK6BDtFVSAIcgrUjbYQV2SK+u4QI9xMgL&#10;L+BDhuCrq52cJX6InrZObvkk4BHZ8orkinnQs+opNiqxQ7yDwq7AEDGS/gsQkc1GuyYoZym1amAS&#10;ULh0okuADosNW6CIdDpkAoXHJHYITdQGW2wJHdCBAlgTu71gnCx7V0yFDjcBM/jMrlvjnKhPbYkk&#10;oqNhFEgi8AJqKgBF5qVhWGAd+WR0/aBtWkLbn/m9EksEqpjKr5gOA+oknw4AeGkKVIkmoiOxkCY+&#10;j2OctIu7gBPRcWIo1m1mhwBkZXopEjDR6SA2lJmQyLpJXcwU5JbodBWqRBMhza2++Ao0ER3+pwQT&#10;ITOswi7fGzo2UYklgrqbCrsCS0THTaLQuyQT3ATaIVpCifTaTVsiiWzVI75AEunWmkpGFpesdwL8&#10;sThXCiARDU5IQRFZMssnImfW7KK/F7to8LPXcLHpAQNb5iEFEttufE6JaBAii+CMBiGi4TtwusgB&#10;WnAW+qGuSI5NPaRsEHtFcgLAAVrsa7izFf2Q8pcc7riJaXtAC30Vdxzvgfx1Q+UsqUOKe7c7Q0ok&#10;cU+JiA45bsJALp5ih5yHmgKnHXIeaspfccihwIXOSISLTc55C4fkwnDIeagprcQh56E2CJHzEDP2&#10;CB1S6qEtyH8chAhmyIQQGTgPXpaT5oSDfTpOtnjrxGclX47nghk7LFAvWWUg4wYWspMcC1N23B9u&#10;7iAZmsAPRm3TawbLF55KROi2zCkQXp4vGcgDRy9xGF2LY/EykWElh6aJPvZOpiGZ0wOhlysN63Hk&#10;6CVfg5A5OtncZHwPTXvp4QF/ggbj5ZvjtRzlODrwEmSpD017GfFd/9oMVUK0oD4C/dhePVRtiAg9&#10;EACYf2EgJUIHXgLZUHHUHkxBh6kJHD3cgw7ZlZHQS1tacxqhh8yALLAocLgDbPGsWS3wsCO6NeeW&#10;emAU5FkIg/HQLfa8Ezy0DPHoeegb8EHEdp0tuBc0gLUDD7LjPY0kWVuI8FeEln0IEzI4Yokh8050&#10;NjmM5RsP5R0nJHcw+JjzB98Gc3TQA7aSFuhBwRA2augjsOfNpuEHYcKk3sog5BsHs8GERI5YlFGX&#10;FAL5MqH4bj1QHfhMIkc4RWyOCakh6dTSpHxj0wT0FProRYTAv8KETqLbJFPoYR4JugfVNjAHA19M&#10;bNpDZholU9UDexol/xRlGsym4beJTXuQVANvQhflCoZR5ugsXPh4mNDB4uoZhcSF95LLyM0hlphz&#10;FPuxd2HHzxkf10wWhQeVJlsGziFzYiT/fOPAuZHzjw4eQoqztiDvK7iRTDK5Av3EUJ493Ov2iQeP&#10;VOghuZzMpvuUvYqlZg1lSMmrTsYAvFfcdAoMkcNBvvGQSLvASwUeWb90s4vh6Yrz4iUsj/zecHOg&#10;JyqWQTPtpVVLFjC5vUw5Tow+hJg5+0LYsDbYefnk8KDFPnop6lvJzfey3mGdjhy9RPqESODl5idE&#10;Ai/bfyeZ+R5+AIGGhJnxEQn4sPUwDvYyakKXsLYCvHixabjpTEIgEvCjbHJiLZM+2HloEeTzi63D&#10;qee0LqBxHqYFVGvh6cBkkIcwtg68frt1eGyZ0gHzwCsl6uvhfWgJnvyJkacHOdLREzMsjx63t81T&#10;MBI9YBTyPkaeHtYKbAV8EHnwLUCn5APGQ4QhX2Vs3QOZ6ZDNyZSOPteNfMZ4SDgAmuLXgKP4Adoi&#10;Hh0eVg/gQyOhB/7TEQoTzaSHJgT4FH4fOi+WTpROD++IHKahaffFSc9m6qN3aEGZin10VSB6XxNH&#10;eE/t5bt5JYoelKnYRxfVigLIqWkPJQu7IK5dD3ULMTlx43goXh2ctqFpDxWs2zI4yOAoYNDQYh89&#10;1DJy8IamPRQ0EPLlmEybotbIN6o3CDGRQ9VWwUDIHHFbmEeVIAUlM7+0KF9pmU0qKaVW/l2+Z3Ri&#10;+5R/lm8i44E4J2nCDXGHEefEaVYMrudkLW7/R4/bD+u9xe1X4vZxMZ/H7Yfl/b3j9mEDjYd4UBEz&#10;XBEcchS0HzSUeNZ8W9R+KNFH1XnBTIvZpzJtqAgOpSiojDkZOpmiWCjApsIJZ08i6XVOOFISmcIJ&#10;l1AiCb3ReoVLKBHGGnOVfuEiT0QmNxzuiVDlBt0uERmjLCP2VeFjmSVuquzJmJeo1I4VBT6tnuUT&#10;oHPL50DvWT4BnTrKfAZ0Xrn4dV65/Kn32XptwU2/l+Cmb0/6JCMZFYoPZ10t6RMrMCrX8chEi5rD&#10;mdXRRCdKmXyjchap0tkKfvLv8o10WNOh3ddTYq/b2iiPxKaSdj1uQmdzE+m9jop4lvp0Ux1/dNUx&#10;4ax9ON78n387rU7HFwotWf12e8IPd8fT/71YfTldfXp38fy/P1+dbi9WD//z6RlYvrChg+wl/GGc&#10;wmvulP/Lh/xfrp6uwerdxcsFQhnpx59e8Cf8/udPp/uPd2gppmw/Hf/0+eX46/0LLaNZoeU/fHn+&#10;9Meg4+GH1dfHh6fnS9Cgly8vny7fvn2+vrt9vHr+w+P99en4fPz15Q/Xx8e3x19/vb++ffvleLp5&#10;S9CW4adPp+P17fPz/dPH/7i7+nSLdHFWCCGB+xv0ZtyRBzqqjv9+e/0CUKeH21UM9ajrjqun4093&#10;ILv90+l0/HJ3e3WDnkWnQfEL9IfnT2jnw5d/Pd7cvru4wohDvroohugxoUZNbPUMe2rWKAPaP6mU&#10;yconv/fp9Pzyl9vj44p+eHdxQrcD36vfgNMU96WQ0En5fHy4v3l///AQ/nD6+OGnh9Pqt6sHzEv4&#10;j7dyQfbwRMRPR/o12en0N4DRYywoAtT7fLp/d/G3PQIx1n/u92/eb3bbN+P7cXoDtNLdm3W3//N+&#10;sx7348/v/4s62I2Xd/c3N7dPf71/uuV5xV++bl5vTldfMI1xah+v7r/Dfnu8f7k9rR7uH2EDS5K4&#10;uqQp/eXpBsO+uny5un+IP78tu4+VGqQh3yCVsJJpzuMye/n64WtYZRH/nRZE23yX1//rt2zz4RFy&#10;9m6LBv1iK2ENf/rr8fo/n+W0AI//SGJ+1SaLl/T5FqOdV91i15/jFqM1INuKnle8+D/ecK8P4Hum&#10;6mM7h9Mgf43lz4ao6vMVmhPlrwYcYHi01VjlrzYwgT5dYZU/GYiJwit/M6i88ieDwev8zVDpVf5g&#10;0AeYPxiU4RWPNXqT1gRFtvo0NarQi7ea3qnisab1Kpe62qtc5hqjXOQqo1zg+vBymdMUK7LKhV4w&#10;wymXVv3VXbxfckhARJ/WkhbidjuIL92OUcXCxzV3ELeXTQwhE7FYfm1iCJKIxbxqE0NURCxWUZuY&#10;liBRpwAph5zHmMLcHHIeJfxi8fZ1yHmcySztkPNIvzPSY9iE9EijrU8H5/wAK59KWGA8rJmifFRh&#10;Iwbx8iGiPr5ik5iHVxNKy9KefGMPpV2bKk79PArhId+/n9f3aI9EQEty2a/2OPsOyuLp+Jl1wn+A&#10;fpggZpp+eKYf4iA81w+DE+wfox/GUNL5DUYv36AfpogreYP9txTEqF/wWZWrfrmqMq73lOpKHzol&#10;c7JcQwQXXOYVXqWCqPLKlRWV11JZWXbqXFmpdClXVaLOs2STKyrKyHIlxZBSoR3qIjdk3pSeulZX&#10;V3ogLegb/DIiY8SKTAswGYX/w/xzulh9eHfxIa7mT1cvpEbSwqYfV1/i5R31BiyLmuIg17LsCbSo&#10;aQ60+ugWzEjlWpZvqYy85up9DY3bYGUQ0qN2Qf/oF3TyJf+zXNAwRX28/PIRdlQ6zGDXvbu//vnq&#10;5Sr/M37+8unytj/eHR9ubk9//H8CAAAA//8DAFBLAwQUAAYACAAAACEAntNkbd0AAAAGAQAADwAA&#10;AGRycy9kb3ducmV2LnhtbEyPQUvDQBSE74L/YXmCN7tJNEFjNqUU9VQEW6H0ts2+JqHZtyG7TdJ/&#10;7/Okx2GGmW+K5Ww7MeLgW0cK4kUEAqlypqVawffu/eEZhA+ajO4coYIreliWtzeFzo2b6AvHbagF&#10;l5DPtYImhD6X0lcNWu0Xrkdi7+QGqwPLoZZm0BOX204mUZRJq1vihUb3uG6wOm8vVsHHpKfVY/w2&#10;bs6n9fWwSz/3mxiVur+bV68gAs7hLwy/+IwOJTMd3YWMF50CPhIUJCnzs5s9ZSCOnErSF5BlIf/j&#10;lz8AAAD//wMAUEsBAi0AFAAGAAgAAAAhALaDOJL+AAAA4QEAABMAAAAAAAAAAAAAAAAAAAAAAFtD&#10;b250ZW50X1R5cGVzXS54bWxQSwECLQAUAAYACAAAACEAOP0h/9YAAACUAQAACwAAAAAAAAAAAAAA&#10;AAAvAQAAX3JlbHMvLnJlbHNQSwECLQAUAAYACAAAACEAc+mdvTh4AABBWQQADgAAAAAAAAAAAAAA&#10;AAAuAgAAZHJzL2Uyb0RvYy54bWxQSwECLQAUAAYACAAAACEAntNkbd0AAAAGAQAADwAAAAAAAAAA&#10;AAAAAACSegAAZHJzL2Rvd25yZXYueG1sUEsFBgAAAAAEAAQA8wAAAJx7AAAAAA=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cgFGwwAAAN4AAAAPAAAAZHJzL2Rvd25yZXYueG1sRE9Li8Iw&#10;EL4L+x/CLOxNU1t8UI0i4i4eBPHR+9BMH9hMSpPV7r/fCIK3+fies1z3phF36lxtWcF4FIEgzq2u&#10;uVRwvXwP5yCcR9bYWCYFf+RgvfoYLDHV9sEnup99KUIIuxQVVN63qZQur8igG9mWOHCF7Qz6ALtS&#10;6g4fIdw0Mo6iqTRYc2iosKVtRfnt/GsU2ORnf8jK+JTseOZ5c5wXWX9Q6uuz3yxAeOr9W/xy73WY&#10;HyeTMTzfCTfI1T8AAAD//wMAUEsBAi0AFAAGAAgAAAAhANvh9svuAAAAhQEAABMAAAAAAAAAAAAA&#10;AAAAAAAAAFtDb250ZW50X1R5cGVzXS54bWxQSwECLQAUAAYACAAAACEAWvQsW78AAAAVAQAACwAA&#10;AAAAAAAAAAAAAAAfAQAAX3JlbHMvLnJlbHNQSwECLQAUAAYACAAAACEAdnIBRsMAAADeAAAADwAA&#10;AAAAAAAAAAAAAAAHAgAAZHJzL2Rvd25yZXYueG1sUEsFBgAAAAADAAMAtwAAAPc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C2SxwAAAN4AAAAPAAAAZHJzL2Rvd25yZXYueG1sRE9NSwMx&#10;EL0L/Q9hCl6KzbrSVtemRQqrbQ+FVsHrsBk3q5vJksR27a83QsHbPN7nzJe9bcWRfGgcK7gdZyCI&#10;K6cbrhW8vZY39yBCRNbYOiYFPxRguRhczbHQ7sR7Oh5iLVIIhwIVmBi7QspQGbIYxq4jTtyH8xZj&#10;gr6W2uMphdtW5lk2lRYbTg0GO1oZqr4O31bBZ7kz76vZ+dmPHvZ0HpXbl3YzVep62D89gojUx3/x&#10;xb3WaX5+N8nh7510g1z8AgAA//8DAFBLAQItABQABgAIAAAAIQDb4fbL7gAAAIUBAAATAAAAAAAA&#10;AAAAAAAAAAAAAABbQ29udGVudF9UeXBlc10ueG1sUEsBAi0AFAAGAAgAAAAhAFr0LFu/AAAAFQEA&#10;AAsAAAAAAAAAAAAAAAAAHwEAAF9yZWxzLy5yZWxzUEsBAi0AFAAGAAgAAAAhAORkLZL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ywIxgAAAN4AAAAPAAAAZHJzL2Rvd25yZXYueG1sRI/BasMw&#10;EETvgf6D2EIvoZET01DcKMaUugRfgpN+wGJtLFNrZSwldv8+KhR622Vm583u8tn24kaj7xwrWK8S&#10;EMSN0x23Cr7O5fMrCB+QNfaOScEPecj3D4sdZtpNXNPtFFoRQ9hnqMCEMGRS+saQRb9yA3HULm60&#10;GOI6tlKPOMVw28tNkmylxY4jweBA74aa79PVRsgxxWN1mc7l54wTflSGl0Wt1NPjXLyBCDSHf/Pf&#10;9UHH+pv0JYXfd+IMcn8HAAD//wMAUEsBAi0AFAAGAAgAAAAhANvh9svuAAAAhQEAABMAAAAAAAAA&#10;AAAAAAAAAAAAAFtDb250ZW50X1R5cGVzXS54bWxQSwECLQAUAAYACAAAACEAWvQsW78AAAAVAQAA&#10;CwAAAAAAAAAAAAAAAAAfAQAAX3JlbHMvLnJlbHNQSwECLQAUAAYACAAAACEAVTssCMYAAADeAAAA&#10;DwAAAAAAAAAAAAAAAAAHAgAAZHJzL2Rvd25yZXYueG1sUEsFBgAAAAADAAMAtwAAAPoC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f/zxwAAAN4AAAAPAAAAZHJzL2Rvd25yZXYueG1sRI9BSwMx&#10;EIXvQv9DmII3m7WstWybltIqiOChVZDehs10d3EzCUnsrv/eOQjeZnhv3vtmvR1dr64UU+fZwP2s&#10;AEVce9txY+Dj/fluCSplZIu9ZzLwQwm2m8nNGivrBz7S9ZQbJSGcKjTQ5hwqrVPdksM084FYtIuP&#10;DrOssdE24iDhrtfzolhohx1LQ4uB9i3VX6dvZ+BteAqvj4uHSzjHcq7TwebPfTbmdjruVqAyjfnf&#10;/Hf9YgW/XJbCK+/IDHrzCwAA//8DAFBLAQItABQABgAIAAAAIQDb4fbL7gAAAIUBAAATAAAAAAAA&#10;AAAAAAAAAAAAAABbQ29udGVudF9UeXBlc10ueG1sUEsBAi0AFAAGAAgAAAAhAFr0LFu/AAAAFQEA&#10;AAsAAAAAAAAAAAAAAAAAHwEAAF9yZWxzLy5yZWxzUEsBAi0AFAAGAAgAAAAhALQt//PHAAAA3gAA&#10;AA8AAAAAAAAAAAAAAAAABwIAAGRycy9kb3ducmV2LnhtbFBLBQYAAAAAAwADALcAAAD7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5U9SxwAAAN4AAAAPAAAAZHJzL2Rvd25yZXYueG1sRI/BasMw&#10;EETvhf6D2EIvpZHbmJI6UYwpSQi+mCT9gMXaWCbWylhK7P59FSj0tsvMzptd5ZPtxI0G3zpW8DZL&#10;QBDXTrfcKPg+bV8XIHxA1tg5JgU/5CFfPz6sMNNu5APdjqERMYR9hgpMCH0mpa8NWfQz1xNH7ewG&#10;iyGuQyP1gGMMt518T5IPabHlSDDY05eh+nK82gip5liV5/G03U044qY0/FIclHp+mooliEBT+Df/&#10;Xe91rJ8u0k+4vxNnkOtfAAAA//8DAFBLAQItABQABgAIAAAAIQDb4fbL7gAAAIUBAAATAAAAAAAA&#10;AAAAAAAAAAAAAABbQ29udGVudF9UeXBlc10ueG1sUEsBAi0AFAAGAAgAAAAhAFr0LFu/AAAAFQEA&#10;AAsAAAAAAAAAAAAAAAAAHwEAAF9yZWxzLy5yZWxzUEsBAi0AFAAGAAgAAAAhAK7lT1L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mUoxgAAAN4AAAAPAAAAZHJzL2Rvd25yZXYueG1sRI9BSwNB&#10;DIXvgv9hiODNzlraWtZOi1QFETxYBfEWdtLdxZ3MMBO76783B8FbQl7ee99mN4XBnCiXPrKD61kF&#10;hriJvufWwfvb49UaTBFkj0NkcvBDBXbb87MN1j6O/Eqng7RGTbjU6KATSbW1pekoYJnFRKy3Y8wB&#10;RdfcWp9xVPMw2HlVrWzAnjWhw0T7jpqvw3dw8DI+pOeb1fKYPvNibsu9l4+9OHd5Md3dghGa5F/8&#10;9/3ktf5ivVQAxdEZ7PYXAAD//wMAUEsBAi0AFAAGAAgAAAAhANvh9svuAAAAhQEAABMAAAAAAAAA&#10;AAAAAAAAAAAAAFtDb250ZW50X1R5cGVzXS54bWxQSwECLQAUAAYACAAAACEAWvQsW78AAAAVAQAA&#10;CwAAAAAAAAAAAAAAAAAfAQAAX3JlbHMvLnJlbHNQSwECLQAUAAYACAAAACEAz4JlKMYAAADeAAAA&#10;DwAAAAAAAAAAAAAAAAAHAgAAZHJzL2Rvd25yZXYueG1sUEsFBgAAAAADAAMAtwAAAPoC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y91axQAAAN4AAAAPAAAAZHJzL2Rvd25yZXYueG1sRE/fa8Iw&#10;EH4f+D+EE3wRTd2mSGcUHYQNJohusNejOdticylJtN1/vwyEvd3H9/NWm9424kY+1I4VzKYZCOLC&#10;mZpLBV+ferIEESKywcYxKfihAJv14GGFuXEdH+l2iqVIIRxyVFDF2OZShqIii2HqWuLEnZ23GBP0&#10;pTQeuxRuG/mYZQtpsebUUGFLrxUVl9PVKtgduvLJj4td7z7Ob99zrY3ea6VGw377AiJSH//Fd/e7&#10;SfOfl/MZ/L2TbpDrXwAAAP//AwBQSwECLQAUAAYACAAAACEA2+H2y+4AAACFAQAAEwAAAAAAAAAA&#10;AAAAAAAAAAAAW0NvbnRlbnRfVHlwZXNdLnhtbFBLAQItABQABgAIAAAAIQBa9CxbvwAAABUBAAAL&#10;AAAAAAAAAAAAAAAAAB8BAABfcmVscy8ucmVsc1BLAQItABQABgAIAAAAIQAVy91a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KQnSwgAAAN4AAAAPAAAAZHJzL2Rvd25yZXYueG1sRE/dasIw&#10;FL4f7B3CGXg30xWV0hlFNgpDvFH3AIfm2FSbk5LEWt/eCIPdnY/v9yzXo+3EQD60jhV8TDMQxLXT&#10;LTcKfo/VewEiRGSNnWNScKcA69XryxJL7W68p+EQG5FCOJSowMTYl1KG2pDFMHU9ceJOzluMCfpG&#10;ao+3FG47mWfZQlpsOTUY7OnLUH05XK2CapvvhstV+8ptxpmluTkX30apydu4+QQRaYz/4j/3j07z&#10;Z8U8h+c76Qa5egAAAP//AwBQSwECLQAUAAYACAAAACEA2+H2y+4AAACFAQAAEwAAAAAAAAAAAAAA&#10;AAAAAAAAW0NvbnRlbnRfVHlwZXNdLnhtbFBLAQItABQABgAIAAAAIQBa9CxbvwAAABUBAAALAAAA&#10;AAAAAAAAAAAAAB8BAABfcmVscy8ucmVsc1BLAQItABQABgAIAAAAIQAtKQnSwgAAAN4AAAAPAAAA&#10;AAAAAAAAAAAAAAcCAABkcnMvZG93bnJldi54bWxQSwUGAAAAAAMAAwC3AAAA9g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ea2xQAAAN4AAAAPAAAAZHJzL2Rvd25yZXYueG1sRE/fa8Iw&#10;EH4f+D+EE3wZmk6nSGcUHYQJE0Q32OvRnG2xuZQks91/vwiDvd3H9/NWm9424kY+1I4VPE0yEMSF&#10;MzWXCj4/9HgJIkRkg41jUvBDATbrwcMKc+M6PtHtHEuRQjjkqKCKsc2lDEVFFsPEtcSJuzhvMSbo&#10;S2k8dincNnKaZQtpsebUUGFLrxUV1/O3VbA7duXMPxa73r1f3r7mWht90EqNhv32BUSkPv6L/9x7&#10;k+Y/L+czuL+TbpDrXwAAAP//AwBQSwECLQAUAAYACAAAACEA2+H2y+4AAACFAQAAEwAAAAAAAAAA&#10;AAAAAAAAAAAAW0NvbnRlbnRfVHlwZXNdLnhtbFBLAQItABQABgAIAAAAIQBa9CxbvwAAABUBAAAL&#10;AAAAAAAAAAAAAAAAAB8BAABfcmVscy8ucmVsc1BLAQItABQABgAIAAAAIQCKVea2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jDQ9wgAAAN4AAAAPAAAAZHJzL2Rvd25yZXYueG1sRE/dasIw&#10;FL4f7B3CGXg300mV0hlFNgpDvFH3AIfm2FSbk5LEWt/eCIPdnY/v9yzXo+3EQD60jhV8TDMQxLXT&#10;LTcKfo/VewEiRGSNnWNScKcA69XryxJL7W68p+EQG5FCOJSowMTYl1KG2pDFMHU9ceJOzluMCfpG&#10;ao+3FG47OcuyhbTYcmow2NOXofpyuFoF1Xa2Gy5X7Su3GXNLc3Muvo1Sk7dx8wki0hj/xX/uH53m&#10;58U8h+c76Qa5egAAAP//AwBQSwECLQAUAAYACAAAACEA2+H2y+4AAACFAQAAEwAAAAAAAAAAAAAA&#10;AAAAAAAAW0NvbnRlbnRfVHlwZXNdLnhtbFBLAQItABQABgAIAAAAIQBa9CxbvwAAABUBAAALAAAA&#10;AAAAAAAAAAAAAB8BAABfcmVscy8ucmVsc1BLAQItABQABgAIAAAAIQDNjDQ9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g9OvwAAAN4AAAAPAAAAZHJzL2Rvd25yZXYueG1sRE/LqsIw&#10;EN0L/kMYwZ2mPipSjSKCostb/YChGdtiM6lNtPXvjSDc3RzOc9bbzlTiRY0rLSuYjCMQxJnVJecK&#10;rpfDaAnCeWSNlWVS8CYH202/t8ZE25b/6JX6XIQQdgkqKLyvEyldVpBBN7Y1ceButjHoA2xyqRts&#10;Q7ip5DSKFtJgyaGhwJr2BWX39GkUzN/t8ZHG9+igDU3Os/rMPouVGg663QqEp87/i3/ukw7z58s4&#10;hu874Qa5+QAAAP//AwBQSwECLQAUAAYACAAAACEA2+H2y+4AAACFAQAAEwAAAAAAAAAAAAAAAAAA&#10;AAAAW0NvbnRlbnRfVHlwZXNdLnhtbFBLAQItABQABgAIAAAAIQBa9CxbvwAAABUBAAALAAAAAAAA&#10;AAAAAAAAAB8BAABfcmVscy8ucmVsc1BLAQItABQABgAIAAAAIQDUDg9OvwAAAN4AAAAPAAAAAAAA&#10;AAAAAAAAAAcCAABkcnMvZG93bnJldi54bWxQSwUGAAAAAAMAAwC3AAAA8w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3oeWxAAAAN4AAAAPAAAAZHJzL2Rvd25yZXYueG1sRE9La8JA&#10;EL4X/A/LCN7qRrHBpq4iSkrx1KbqeciOSWh2NmQ3D/99Vyj0Nh/fcza70dSip9ZVlhUs5hEI4tzq&#10;igsF5+/0eQ3CeWSNtWVScCcHu+3kaYOJtgN/UZ/5QoQQdgkqKL1vEildXpJBN7cNceButjXoA2wL&#10;qVscQrip5TKKYmmw4tBQYkOHkvKfrDMKuvi6PPPtpD+z4/399ZjunbwUSs2m4/4NhKfR/4v/3B86&#10;zF+tX2J4vBNukNtfAAAA//8DAFBLAQItABQABgAIAAAAIQDb4fbL7gAAAIUBAAATAAAAAAAAAAAA&#10;AAAAAAAAAABbQ29udGVudF9UeXBlc10ueG1sUEsBAi0AFAAGAAgAAAAhAFr0LFu/AAAAFQEAAAsA&#10;AAAAAAAAAAAAAAAAHwEAAF9yZWxzLy5yZWxzUEsBAi0AFAAGAAgAAAAhAPreh5bEAAAA3gAAAA8A&#10;AAAAAAAAAAAAAAAABwIAAGRycy9kb3ducmV2LnhtbFBLBQYAAAAAAwADALcAAAD4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ZIQxwAAAN4AAAAPAAAAZHJzL2Rvd25yZXYueG1sRE9NS8NA&#10;EL0L/odlBG9mo7ZpmnZbVBCshwZbPfQ2zY5JNDsbs2sS/70rFLzN433Ocj2aRvTUudqygusoBkFc&#10;WF1zqeB1/3iVgnAeWWNjmRT8kIP16vxsiZm2A79Qv/OlCCHsMlRQed9mUrqiIoMusi1x4N5tZ9AH&#10;2JVSdziEcNPImzhOpMGaQ0OFLT1UVHzuvo2CtzxN5vn9ZvLxvD3irdFfB10nSl1ejHcLEJ5G/y8+&#10;uZ90mD9JpzP4eyfcIFe/AAAA//8DAFBLAQItABQABgAIAAAAIQDb4fbL7gAAAIUBAAATAAAAAAAA&#10;AAAAAAAAAAAAAABbQ29udGVudF9UeXBlc10ueG1sUEsBAi0AFAAGAAgAAAAhAFr0LFu/AAAAFQEA&#10;AAsAAAAAAAAAAAAAAAAAHwEAAF9yZWxzLy5yZWxzUEsBAi0AFAAGAAgAAAAhAFL9khD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m5H2xwAAAN4AAAAPAAAAZHJzL2Rvd25yZXYueG1sRI9Lb8JA&#10;DITvlfgPKyP1VjZQQFFgQX2otOLES+JqZU0SkfVG2S2E/vr6gMTN1oxnPs+XnavVhdpQeTYwHCSg&#10;iHNvKy4MHPZfLymoEJEt1p7JwI0CLBe9pzlm1l95S5ddLJSEcMjQQBljk2kd8pIchoFviEU7+dZh&#10;lLUttG3xKuGu1qMkmWqHFUtDiQ19lJSfd7/OwN/0iJvwPXr/fLWRbuN05deblTHP/e5tBipSFx/m&#10;+/WPFfxxOhFeeUdm0It/AAAA//8DAFBLAQItABQABgAIAAAAIQDb4fbL7gAAAIUBAAATAAAAAAAA&#10;AAAAAAAAAAAAAABbQ29udGVudF9UeXBlc10ueG1sUEsBAi0AFAAGAAgAAAAhAFr0LFu/AAAAFQEA&#10;AAsAAAAAAAAAAAAAAAAAHwEAAF9yZWxzLy5yZWxzUEsBAi0AFAAGAAgAAAAhAN+bkfbHAAAA3gAA&#10;AA8AAAAAAAAAAAAAAAAABwIAAGRycy9kb3ducmV2LnhtbFBLBQYAAAAAAwADALcAAAD7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7l3DxAAAAN4AAAAPAAAAZHJzL2Rvd25yZXYueG1sRE/NasJA&#10;EL4X+g7LCL3VjZIUja5SigVvNmkfYMiOm2B2Nma3SezTd4VCb/Px/c52P9lWDNT7xrGCxTwBQVw5&#10;3bBR8PX5/rwC4QOyxtYxKbiRh/3u8WGLuXYjFzSUwYgYwj5HBXUIXS6lr2qy6OeuI47c2fUWQ4S9&#10;kbrHMYbbVi6T5EVabDg21NjRW03Vpfy2Cq5umempPODpclh/NMak158iVeppNr1uQASawr/4z33U&#10;cX66ytZwfyfeIHe/AAAA//8DAFBLAQItABQABgAIAAAAIQDb4fbL7gAAAIUBAAATAAAAAAAAAAAA&#10;AAAAAAAAAABbQ29udGVudF9UeXBlc10ueG1sUEsBAi0AFAAGAAgAAAAhAFr0LFu/AAAAFQEAAAsA&#10;AAAAAAAAAAAAAAAAHwEAAF9yZWxzLy5yZWxzUEsBAi0AFAAGAAgAAAAhACLuXc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BFgIxgAAAN4AAAAPAAAAZHJzL2Rvd25yZXYueG1sRI9BT8JA&#10;EIXvJP6HzZh4g62ipRQWIiYmXEEPHofdoa12Z2t3hcqvZw4m3mYyb95733I9+FadqI9NYAP3kwwU&#10;sQ2u4crA+9vruAAVE7LDNjAZ+KUI69XNaImlC2fe0WmfKiUmHEs0UKfUlVpHW5PHOAkdsdyOofeY&#10;ZO0r7Xo8i7lv9UOW5dpjw5JQY0cvNdmv/Y83sG0O9JTb49wXG7v7uHyn6ezTGXN3OzwvQCUa0r/4&#10;73vrpP5jkQuA4MgMenUFAAD//wMAUEsBAi0AFAAGAAgAAAAhANvh9svuAAAAhQEAABMAAAAAAAAA&#10;AAAAAAAAAAAAAFtDb250ZW50X1R5cGVzXS54bWxQSwECLQAUAAYACAAAACEAWvQsW78AAAAVAQAA&#10;CwAAAAAAAAAAAAAAAAAfAQAAX3JlbHMvLnJlbHNQSwECLQAUAAYACAAAACEAYwRYCMYAAADeAAAA&#10;DwAAAAAAAAAAAAAAAAAHAgAAZHJzL2Rvd25yZXYueG1sUEsFBgAAAAADAAMAtwAAAPo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QRExQAAAN4AAAAPAAAAZHJzL2Rvd25yZXYueG1sRE9di8Iw&#10;EHwX7j+EPbg3TZVDvGqU80BQ/IDzRF+XZm2KzaY0sdZ/bwTh3mZ3dmZ2JrPWlqKh2heOFfR7CQji&#10;zOmCcwWHv0V3BMIHZI2lY1JwJw+z6Vtngql2N/6lZh9yEU3Yp6jAhFClUvrMkEXfcxVx5M6uthji&#10;WOdS13iL5raUgyQZSosFxwSDFf0Yyi77q1XQ4O6enMx8+7UqNtlgNz+uddyrj/f2ewwiUBv+j1/q&#10;pY7vf46GfXjWiRjk9AEAAP//AwBQSwECLQAUAAYACAAAACEA2+H2y+4AAACFAQAAEwAAAAAAAAAA&#10;AAAAAAAAAAAAW0NvbnRlbnRfVHlwZXNdLnhtbFBLAQItABQABgAIAAAAIQBa9CxbvwAAABUBAAAL&#10;AAAAAAAAAAAAAAAAAB8BAABfcmVscy8ucmVsc1BLAQItABQABgAIAAAAIQDraQRE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tkWpwwAAAN4AAAAPAAAAZHJzL2Rvd25yZXYueG1sRE9NS8NA&#10;EL0L/Q/LCN7sxlBKid2WUmjxWKMHj2N2mk3NzoTdtYn+elcQvM3jfc56O/leXSnETtjAw7wARdyI&#10;7bg18PpyuF+BignZYi9MBr4ownYzu1ljZWXkZ7rWqVU5hGOFBlxKQ6V1bBx5jHMZiDN3luAxZRha&#10;bQOOOdz3uiyKpfbYcW5wONDeUfNRf3oD47F5v5TnN+u+wyCH+iSXshdj7m6n3SOoRFP6F/+5n2ye&#10;v1gtS/h9J9+gNz8AAAD//wMAUEsBAi0AFAAGAAgAAAAhANvh9svuAAAAhQEAABMAAAAAAAAAAAAA&#10;AAAAAAAAAFtDb250ZW50X1R5cGVzXS54bWxQSwECLQAUAAYACAAAACEAWvQsW78AAAAVAQAACwAA&#10;AAAAAAAAAAAAAAAfAQAAX3JlbHMvLnJlbHNQSwECLQAUAAYACAAAACEAlrZFq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vAlxQAAAN4AAAAPAAAAZHJzL2Rvd25yZXYueG1sRE/bagIx&#10;EH0v9B/CFPpWs9qiy2oUqxVKaRFv7+Nm3N02mSybqOvfG6Hg2xzOdUaT1hpxosZXjhV0OwkI4tzp&#10;igsF283iJQXhA7JG45gUXMjDZPz4MMJMuzOv6LQOhYgh7DNUUIZQZ1L6vCSLvuNq4sgdXGMxRNgU&#10;Ujd4juHWyF6S9KXFimNDiTXNSsr/1kerYLGcm9/ez2q6k2H2Mdib9Ot9/q3U81M7HYII1Ia7+N/9&#10;qeP8t7T/Crd34g1yfAUAAP//AwBQSwECLQAUAAYACAAAACEA2+H2y+4AAACFAQAAEwAAAAAAAAAA&#10;AAAAAAAAAAAAW0NvbnRlbnRfVHlwZXNdLnhtbFBLAQItABQABgAIAAAAIQBa9CxbvwAAABUBAAAL&#10;AAAAAAAAAAAAAAAAAB8BAABfcmVscy8ucmVsc1BLAQItABQABgAIAAAAIQDRAvAl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HbXFxgAAAN4AAAAPAAAAZHJzL2Rvd25yZXYueG1sRE9Na8JA&#10;EL0X+h+WKXiRurHaEFI3UoSiBYVWhV7H7DQJyc6G7Brjv+8KQm/zeJ+zWA6mET11rrKsYDqJQBDn&#10;VldcKDgePp4TEM4ja2wsk4IrOVhmjw8LTLW98Df1e1+IEMIuRQWl920qpctLMugmtiUO3K/tDPoA&#10;u0LqDi8h3DTyJYpiabDi0FBiS6uS8np/Ngr6r+2p2PSu/ayTsXudndbrnf5RavQ0vL+B8DT4f/Hd&#10;vdFh/jyJ53B7J9wgsz8AAAD//wMAUEsBAi0AFAAGAAgAAAAhANvh9svuAAAAhQEAABMAAAAAAAAA&#10;AAAAAAAAAAAAAFtDb250ZW50X1R5cGVzXS54bWxQSwECLQAUAAYACAAAACEAWvQsW78AAAAVAQAA&#10;CwAAAAAAAAAAAAAAAAAfAQAAX3JlbHMvLnJlbHNQSwECLQAUAAYACAAAACEAfR21x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PW5DxQAAAN4AAAAPAAAAZHJzL2Rvd25yZXYueG1sRE9LawIx&#10;EL4L/ocwhd40W1FZV6NooeCl4Ougt3Ez7i5uJtsk6ra/3hQKvc3H95zZojW1uJPzlWUFb/0EBHFu&#10;dcWFgsP+o5eC8AFZY22ZFHyTh8W825lhpu2Dt3TfhULEEPYZKihDaDIpfV6SQd+3DXHkLtYZDBG6&#10;QmqHjxhuajlIkrE0WHFsKLGh95Ly6+5mFKwm6eprM+TPn+35RKfj+ToauESp15d2OQURqA3/4j/3&#10;Wsf5w3Q8gt934g1y/gQAAP//AwBQSwECLQAUAAYACAAAACEA2+H2y+4AAACFAQAAEwAAAAAAAAAA&#10;AAAAAAAAAAAAW0NvbnRlbnRfVHlwZXNdLnhtbFBLAQItABQABgAIAAAAIQBa9CxbvwAAABUBAAAL&#10;AAAAAAAAAAAAAAAAAB8BAABfcmVscy8ucmVsc1BLAQItABQABgAIAAAAIQDXPW5DxQAAAN4AAAAP&#10;AAAAAAAAAAAAAAAAAAcCAABkcnMvZG93bnJldi54bWxQSwUGAAAAAAMAAwC3AAAA+QIAAAAA&#10;" fillcolor="black" stroked="f"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LP40xgAAAN4AAAAPAAAAZHJzL2Rvd25yZXYueG1sRE9La8JA&#10;EL4L/odlCr3pptKGEF2l2hYK6sHHweOYnSZLsrMhu9W0v74rFLzNx/ec2aK3jbhQ541jBU/jBARx&#10;4bThUsHx8DHKQPiArLFxTAp+yMNiPhzMMNfuyju67EMpYgj7HBVUIbS5lL6oyKIfu5Y4cl+usxgi&#10;7EqpO7zGcNvISZKk0qLh2FBhS6uKinr/bRWc1qnJdoYm583v8l1vXurl9q1W6vGhf52CCNSHu/jf&#10;/anj/OcsTeH2TrxBzv8AAAD//wMAUEsBAi0AFAAGAAgAAAAhANvh9svuAAAAhQEAABMAAAAAAAAA&#10;AAAAAAAAAAAAAFtDb250ZW50X1R5cGVzXS54bWxQSwECLQAUAAYACAAAACEAWvQsW78AAAAVAQAA&#10;CwAAAAAAAAAAAAAAAAAfAQAAX3JlbHMvLnJlbHNQSwECLQAUAAYACAAAACEADiz+N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jadxAAAAN4AAAAPAAAAZHJzL2Rvd25yZXYueG1sRE9NawIx&#10;EL0L/ocwgreabRG7bI0iFrGXHmorXofNdLPdzWRNoq7++qZQ8DaP9znzZW9bcSYfascKHicZCOLS&#10;6ZorBV+fm4ccRIjIGlvHpOBKAZaL4WCOhXYX/qDzLlYihXAoUIGJsSukDKUhi2HiOuLEfTtvMSbo&#10;K6k9XlK4beVTls2kxZpTg8GO1obKZneyCvzq8Nrc+LRvstv7NWx/+mOORqnxqF+9gIjUx7v43/2m&#10;0/xpPnuGv3fSDXLxCwAA//8DAFBLAQItABQABgAIAAAAIQDb4fbL7gAAAIUBAAATAAAAAAAAAAAA&#10;AAAAAAAAAABbQ29udGVudF9UeXBlc10ueG1sUEsBAi0AFAAGAAgAAAAhAFr0LFu/AAAAFQEAAAsA&#10;AAAAAAAAAAAAAAAAHwEAAF9yZWxzLy5yZWxzUEsBAi0AFAAGAAgAAAAhAGcyNp3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BSkxwAAAN4AAAAPAAAAZHJzL2Rvd25yZXYueG1sRI/RSgNB&#10;DEXfhf7DkIIvYmctUtu10yKCIFgKrf2AuJPuLs5klp3Ybv168yD0LeHe3HuyXA8xmBP1uU3s4GFS&#10;gCGukm+5dnD4fLufg8mC7DEkJgcXyrBejW6WWPp05h2d9lIbDeFcooNGpCutzVVDEfMkdcSqHVMf&#10;UXTta+t7PGt4DHZaFDMbsWVtaLCj14aq7/1PdBCmX2Hx8ZQ3cjnYTfEbZXe39c7djoeXZzBCg1zN&#10;/9fvXvEf5zPl1Xd0Brv6AwAA//8DAFBLAQItABQABgAIAAAAIQDb4fbL7gAAAIUBAAATAAAAAAAA&#10;AAAAAAAAAAAAAABbQ29udGVudF9UeXBlc10ueG1sUEsBAi0AFAAGAAgAAAAhAFr0LFu/AAAAFQEA&#10;AAsAAAAAAAAAAAAAAAAAHwEAAF9yZWxzLy5yZWxzUEsBAi0AFAAGAAgAAAAhAAXcFKTHAAAA3gAA&#10;AA8AAAAAAAAAAAAAAAAABwIAAGRycy9kb3ducmV2LnhtbFBLBQYAAAAAAwADALcAAAD7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QPBlxAAAAN4AAAAPAAAAZHJzL2Rvd25yZXYueG1sRE9NawIx&#10;EL0X+h/CCL3VrFLErkaxirCXHlwtXsfNuFlMJssm6ra/vhEKvc3jfc582TsrbtSFxrOC0TADQVx5&#10;3XCt4LDfvk5BhIis0XomBd8UYLl4fppjrv2dd3QrYy1SCIccFZgY21zKUBlyGIa+JU7c2XcOY4Jd&#10;LXWH9xTurBxn2UQ6bDg1GGxpbai6lFenYFO2dnwozEc4fn2eTrb42dJxo9TLoF/NQETq47/4z13o&#10;NP9tOnmHxzvpBrn4BQAA//8DAFBLAQItABQABgAIAAAAIQDb4fbL7gAAAIUBAAATAAAAAAAAAAAA&#10;AAAAAAAAAABbQ29udGVudF9UeXBlc10ueG1sUEsBAi0AFAAGAAgAAAAhAFr0LFu/AAAAFQEAAAsA&#10;AAAAAAAAAAAAAAAAHwEAAF9yZWxzLy5yZWxzUEsBAi0AFAAGAAgAAAAhAP1A8GX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pn0TxgAAAN4AAAAPAAAAZHJzL2Rvd25yZXYueG1sRI9PawIx&#10;EMXvhX6HMEJvNbEUla1RpFQQevLfobchGXdXN5Nlk7rbb985CN5mmDfvvd9iNYRG3ahLdWQLk7EB&#10;Reyir7m0cDxsXuegUkb22EQmC3+UYLV8flpg4WPPO7rtc6nEhFOBFqqc20Lr5CoKmMaxJZbbOXYB&#10;s6xdqX2HvZiHRr8ZM9UBa5aEClv6rMhd97/BwmWjv6Mz6E7HU7/1s5+vKTXG2pfRsP4AlWnID/H9&#10;e+ul/vt8JgCCIzPo5T8AAAD//wMAUEsBAi0AFAAGAAgAAAAhANvh9svuAAAAhQEAABMAAAAAAAAA&#10;AAAAAAAAAAAAAFtDb250ZW50X1R5cGVzXS54bWxQSwECLQAUAAYACAAAACEAWvQsW78AAAAVAQAA&#10;CwAAAAAAAAAAAAAAAAAfAQAAX3JlbHMvLnJlbHNQSwECLQAUAAYACAAAACEAiKZ9E8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AivvxAAAAN4AAAAPAAAAZHJzL2Rvd25yZXYueG1sRE9La8JA&#10;EL4X/A/LCL3VjVpqiK6iglAqPfhAPI7ZMQnJzobdVdN/3xUKvc3H95zZojONuJPzlWUFw0ECgji3&#10;uuJCwfGweUtB+ICssbFMCn7Iw2Lee5lhpu2Dd3Tfh0LEEPYZKihDaDMpfV6SQT+wLXHkrtYZDBG6&#10;QmqHjxhuGjlKkg9psOLYUGJL65Lyen8zCs63LV+/x19Ltwon2x18PbqktVKv/W45BRGoC//iP/en&#10;jvPf08kQnu/EG+T8FwAA//8DAFBLAQItABQABgAIAAAAIQDb4fbL7gAAAIUBAAATAAAAAAAAAAAA&#10;AAAAAAAAAABbQ29udGVudF9UeXBlc10ueG1sUEsBAi0AFAAGAAgAAAAhAFr0LFu/AAAAFQEAAAsA&#10;AAAAAAAAAAAAAAAAHwEAAF9yZWxzLy5yZWxzUEsBAi0AFAAGAAgAAAAhADICK+/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WDqxgAAAN4AAAAPAAAAZHJzL2Rvd25yZXYueG1sRE9La8JA&#10;EL4X/A/LCN7qxqA1TV1FC4VeCvVxqLcxO02C2dl0d9XYX98VCt7m43vObNGZRpzJ+dqygtEwAUFc&#10;WF1zqWC3fXvMQPiArLGxTAqu5GEx7z3MMNf2wms6b0IpYgj7HBVUIbS5lL6oyKAf2pY4ct/WGQwR&#10;ulJqh5cYbhqZJsmTNFhzbKiwpdeKiuPmZBSsnrPVz+eYP37Xhz3tvw7HSeoSpQb9bvkCIlAX7uJ/&#10;97uO88fZNIXbO/EGOf8DAAD//wMAUEsBAi0AFAAGAAgAAAAhANvh9svuAAAAhQEAABMAAAAAAAAA&#10;AAAAAAAAAAAAAFtDb250ZW50X1R5cGVzXS54bWxQSwECLQAUAAYACAAAACEAWvQsW78AAAAVAQAA&#10;CwAAAAAAAAAAAAAAAAAfAQAAX3JlbHMvLnJlbHNQSwECLQAUAAYACAAAACEA3Q1g6sYAAADeAAAA&#10;DwAAAAAAAAAAAAAAAAAHAgAAZHJzL2Rvd25yZXYueG1sUEsFBgAAAAADAAMAtwAAAPoCAAAAAA==&#10;" fillcolor="black" stroked="f"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87bxAAAAN4AAAAPAAAAZHJzL2Rvd25yZXYueG1sRE9NSwMx&#10;EL0L/Q9hCt5stq1o2TYtS0EUT9uq9DrdjJvFzWRJYrr+eyMIvc3jfc5mN9peJPKhc6xgPitAEDdO&#10;d9wqeH97uluBCBFZY++YFPxQgN12crPBUrsLHygdYytyCIcSFZgYh1LK0BiyGGZuIM7cp/MWY4a+&#10;ldrjJYfbXi6K4kFa7Dg3GBxob6j5On5bBem8r6tlOiVzePVV6139/HGulbqdjtUaRKQxXsX/7hed&#10;59+vHpfw906+QW5/AQAA//8DAFBLAQItABQABgAIAAAAIQDb4fbL7gAAAIUBAAATAAAAAAAAAAAA&#10;AAAAAAAAAABbQ29udGVudF9UeXBlc10ueG1sUEsBAi0AFAAGAAgAAAAhAFr0LFu/AAAAFQEAAAsA&#10;AAAAAAAAAAAAAAAAHwEAAF9yZWxzLy5yZWxzUEsBAi0AFAAGAAgAAAAhAJH3ztvEAAAA3gAAAA8A&#10;AAAAAAAAAAAAAAAABwIAAGRycy9kb3ducmV2LnhtbFBLBQYAAAAAAwADALcAAAD4Ag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hKmxQAAAN4AAAAPAAAAZHJzL2Rvd25yZXYueG1sRE9Na8JA&#10;EL0X/A/LCN7qxiJWo6sU0dL2Uo2CHofsmA1mZ0N2jWl/fbdQ6G0e73MWq85WoqXGl44VjIYJCOLc&#10;6ZILBcfD9nEKwgdkjZVjUvBFHlbL3sMCU+3uvKc2C4WIIexTVGBCqFMpfW7Ioh+6mjhyF9dYDBE2&#10;hdQN3mO4reRTkkykxZJjg8Ga1obya3azCvxovTl92O9Ze341/Jm9m8muMEoN+t3LHESgLvyL/9xv&#10;Os4fT5/H8PtOvEEufwAAAP//AwBQSwECLQAUAAYACAAAACEA2+H2y+4AAACFAQAAEwAAAAAAAAAA&#10;AAAAAAAAAAAAW0NvbnRlbnRfVHlwZXNdLnhtbFBLAQItABQABgAIAAAAIQBa9CxbvwAAABUBAAAL&#10;AAAAAAAAAAAAAAAAAB8BAABfcmVscy8ucmVsc1BLAQItABQABgAIAAAAIQCyshKm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3DE9" w:rsidRDefault="00443DE9" w:rsidP="00443DE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443DE9" w:rsidRPr="00AF2E62" w:rsidRDefault="00443DE9" w:rsidP="00443DE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ХІІ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43DE9" w:rsidRPr="00AF2E62" w:rsidRDefault="00443DE9" w:rsidP="00443DE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43DE9" w:rsidRPr="00AF2E62" w:rsidRDefault="00443DE9" w:rsidP="00443DE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__.06.2021 року                                            Крупець                                                 №___</w:t>
      </w:r>
    </w:p>
    <w:p w:rsidR="00443DE9" w:rsidRPr="00AF2E62" w:rsidRDefault="00443DE9" w:rsidP="00443DE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43DE9" w:rsidRPr="00AF2E62" w:rsidRDefault="00443DE9" w:rsidP="00443DE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F2E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43DE9" w:rsidRPr="00121D9C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Величко Т.М.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р</w:t>
      </w:r>
      <w:r>
        <w:rPr>
          <w:rFonts w:ascii="Times New Roman" w:eastAsia="Calibri" w:hAnsi="Times New Roman" w:cs="Times New Roman"/>
          <w:sz w:val="24"/>
          <w:lang w:val="ru-RU" w:eastAsia="en-US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Величко Т.М.</w:t>
      </w: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,  </w:t>
      </w:r>
      <w:proofErr w:type="spellStart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F2E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443DE9" w:rsidRPr="00AF2E62" w:rsidRDefault="00443DE9" w:rsidP="00443D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Величко Тетяні Миколаївні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яка зареєстрована за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739AD">
        <w:rPr>
          <w:rFonts w:ascii="Times New Roman" w:eastAsia="Calibri" w:hAnsi="Times New Roman" w:cs="Times New Roman"/>
          <w:sz w:val="24"/>
          <w:lang w:eastAsia="en-US"/>
        </w:rPr>
        <w:t>_________</w:t>
      </w:r>
      <w:bookmarkStart w:id="0" w:name="_GoBack"/>
      <w:bookmarkEnd w:id="0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0,1200га, для </w:t>
      </w:r>
      <w:r w:rsidRPr="00121D9C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 ОК СТ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«Енергетик ХАЕС»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Величко Т.М.</w:t>
      </w:r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, розробити </w:t>
      </w:r>
      <w:proofErr w:type="spellStart"/>
      <w:r w:rsidRPr="00AF2E62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F2E62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43DE9" w:rsidRPr="00AF2E62" w:rsidRDefault="00443DE9" w:rsidP="00443D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F2E6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43DE9" w:rsidRPr="00AF2E62" w:rsidRDefault="00443DE9" w:rsidP="00443DE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F2E6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Pr="00AF2E62" w:rsidRDefault="00443DE9" w:rsidP="00443DE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Default="00443DE9" w:rsidP="00443D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Default="00443DE9" w:rsidP="00443D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Default="00443DE9" w:rsidP="00443D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Default="00443DE9" w:rsidP="00443DE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43DE9" w:rsidRDefault="00443DE9" w:rsidP="00443DE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3C3FA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22A87" w:rsidRDefault="00222A87"/>
    <w:sectPr w:rsidR="00222A8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DE9"/>
    <w:rsid w:val="00222A87"/>
    <w:rsid w:val="003739AD"/>
    <w:rsid w:val="0044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3DE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52</TotalTime>
  <Pages>1</Pages>
  <Words>234</Words>
  <Characters>1336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2021-06-22T08:25:00Z</dcterms:created>
  <dcterms:modified xsi:type="dcterms:W3CDTF">2021-06-22T13:47:00Z</dcterms:modified>
</cp:coreProperties>
</file>