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F11" w:rsidRPr="000D1FDD" w:rsidRDefault="00411F11" w:rsidP="00411F11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411F11" w:rsidRDefault="00411F11" w:rsidP="00411F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11F11" w:rsidRDefault="00411F11" w:rsidP="00411F11"/>
    <w:p w:rsidR="00411F11" w:rsidRDefault="00411F11" w:rsidP="00411F11"/>
    <w:p w:rsidR="00411F11" w:rsidRDefault="00411F11" w:rsidP="00411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11F11" w:rsidRDefault="00411F11" w:rsidP="00411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11F11" w:rsidRDefault="00411F11" w:rsidP="00411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1F11" w:rsidRDefault="00411F11" w:rsidP="00411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1F11" w:rsidRDefault="00411F11" w:rsidP="00411F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1F11" w:rsidRDefault="00411F11" w:rsidP="00411F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11F11" w:rsidRDefault="00411F11" w:rsidP="00411F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11F11" w:rsidRDefault="00411F11" w:rsidP="00411F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11F11" w:rsidRPr="0063686B" w:rsidRDefault="00411F11" w:rsidP="00411F1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№80</w:t>
      </w: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411F11" w:rsidRPr="00E52C0C" w:rsidRDefault="00411F11" w:rsidP="00411F1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Панасюку  В.В.</w:t>
      </w:r>
    </w:p>
    <w:p w:rsidR="00411F11" w:rsidRPr="00E52C0C" w:rsidRDefault="00411F11" w:rsidP="00411F1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11F11" w:rsidRPr="00E52C0C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Панасюка В.В. 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411F11" w:rsidRPr="00E52C0C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11F11" w:rsidRPr="00E52C0C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Панасюку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Віталію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F1F4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________________________</w:t>
      </w:r>
      <w:bookmarkStart w:id="0" w:name="_GoBack"/>
      <w:bookmarkEnd w:id="0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езалежності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89.</w:t>
      </w:r>
    </w:p>
    <w:p w:rsidR="00411F11" w:rsidRPr="00E52C0C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2.Панасюку В.В.,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411F11" w:rsidRPr="00411F11" w:rsidRDefault="00411F11" w:rsidP="00411F1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11F11" w:rsidRPr="00411F11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D5B15" w:rsidRPr="00411F11" w:rsidRDefault="00411F11" w:rsidP="00411F1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D5B15" w:rsidRPr="00411F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F11"/>
    <w:rsid w:val="00171A2E"/>
    <w:rsid w:val="00304C90"/>
    <w:rsid w:val="00411F11"/>
    <w:rsid w:val="00505B6D"/>
    <w:rsid w:val="006D3977"/>
    <w:rsid w:val="007D6C18"/>
    <w:rsid w:val="008F1F44"/>
    <w:rsid w:val="00D1641A"/>
    <w:rsid w:val="00ED5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11F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1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1F1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11F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11F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1F1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2020-05-27T16:39:00Z</dcterms:created>
  <dcterms:modified xsi:type="dcterms:W3CDTF">2020-05-27T17:33:00Z</dcterms:modified>
</cp:coreProperties>
</file>