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D36" w:rsidRDefault="00426D36" w:rsidP="00426D3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D36" w:rsidRDefault="00426D36" w:rsidP="00426D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6D36" w:rsidRDefault="00426D36" w:rsidP="00426D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D36" w:rsidRDefault="00426D36" w:rsidP="00426D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6D36" w:rsidRDefault="00426D36" w:rsidP="00426D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D36" w:rsidRDefault="00426D36" w:rsidP="00426D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6D36" w:rsidRDefault="00426D36" w:rsidP="00426D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D36" w:rsidRDefault="00426D36" w:rsidP="00426D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6D36" w:rsidRDefault="00426D36" w:rsidP="00426D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D36" w:rsidRDefault="00426D36" w:rsidP="00426D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6D36" w:rsidRDefault="00426D36" w:rsidP="00426D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D36" w:rsidRDefault="00426D36" w:rsidP="00426D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6D36" w:rsidRDefault="00426D36" w:rsidP="00426D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D36" w:rsidRDefault="00426D36" w:rsidP="00426D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6D36" w:rsidRDefault="00426D36" w:rsidP="00426D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D36" w:rsidRDefault="00426D36" w:rsidP="00426D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6D36" w:rsidRDefault="00426D36" w:rsidP="00426D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D36" w:rsidRDefault="00426D36" w:rsidP="00426D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6D36" w:rsidRDefault="00426D36" w:rsidP="00426D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D36" w:rsidRDefault="00426D36" w:rsidP="00426D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26D36" w:rsidRDefault="00426D36" w:rsidP="00426D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D36" w:rsidRDefault="00426D36" w:rsidP="00426D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D36" w:rsidRDefault="00426D36" w:rsidP="00426D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D36" w:rsidRDefault="00426D36" w:rsidP="00426D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D36" w:rsidRDefault="00426D36" w:rsidP="00426D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D36" w:rsidRDefault="00426D36" w:rsidP="00426D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D36" w:rsidRDefault="00426D36" w:rsidP="00426D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D36" w:rsidRDefault="00426D36" w:rsidP="00426D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D36" w:rsidRDefault="00426D36" w:rsidP="00426D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D36" w:rsidRDefault="00426D36" w:rsidP="00426D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26D36" w:rsidRDefault="00426D36" w:rsidP="00426D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26D36" w:rsidRDefault="00426D36" w:rsidP="00426D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26D36" w:rsidRDefault="00426D36" w:rsidP="00426D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26D36" w:rsidRDefault="00426D36" w:rsidP="00426D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26D36" w:rsidRDefault="00426D36" w:rsidP="00426D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26D36" w:rsidRDefault="00426D36" w:rsidP="00426D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26D36" w:rsidRDefault="00426D36" w:rsidP="00426D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26D36" w:rsidRDefault="00426D36" w:rsidP="00426D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26D36" w:rsidRDefault="00426D36" w:rsidP="00426D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26D36" w:rsidRDefault="00426D36" w:rsidP="00426D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26D36" w:rsidRDefault="00426D36" w:rsidP="00426D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26D36" w:rsidRDefault="00426D36" w:rsidP="00426D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26D36" w:rsidRDefault="00426D36" w:rsidP="00426D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26D36" w:rsidRDefault="00426D36" w:rsidP="00426D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26D36" w:rsidRDefault="00426D36" w:rsidP="00426D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26D36" w:rsidRDefault="00426D36" w:rsidP="00426D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26D36" w:rsidRDefault="00426D36" w:rsidP="00426D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26D36" w:rsidRDefault="00426D36" w:rsidP="00426D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26D36" w:rsidRDefault="00426D36" w:rsidP="00426D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26D36" w:rsidRDefault="00426D36" w:rsidP="00426D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26D36" w:rsidRDefault="00426D36" w:rsidP="00426D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426D36" w:rsidRDefault="00426D36" w:rsidP="00426D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26D36" w:rsidRDefault="00426D36" w:rsidP="00426D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26D36" w:rsidRDefault="00426D36" w:rsidP="00426D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26D36" w:rsidRDefault="00426D36" w:rsidP="00426D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26D36" w:rsidRDefault="00426D36" w:rsidP="00426D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26D36" w:rsidRDefault="00426D36" w:rsidP="00426D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26D36" w:rsidRDefault="00426D36" w:rsidP="00426D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426D36" w:rsidRDefault="00426D36" w:rsidP="00426D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26D36" w:rsidRDefault="00426D36" w:rsidP="00426D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26D36" w:rsidRDefault="00426D36" w:rsidP="00426D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26D36" w:rsidRDefault="00426D36" w:rsidP="00426D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6D36" w:rsidRDefault="00426D36" w:rsidP="00426D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6D36" w:rsidRDefault="00426D36" w:rsidP="00426D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6D36" w:rsidRDefault="00426D36" w:rsidP="00426D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6D36" w:rsidRDefault="00426D36" w:rsidP="00426D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26D36" w:rsidRDefault="00426D36" w:rsidP="00426D3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26D36" w:rsidRDefault="00426D36" w:rsidP="00426D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26D36" w:rsidRDefault="00426D36" w:rsidP="00426D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26D36" w:rsidRDefault="00426D36" w:rsidP="00426D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6D36" w:rsidRDefault="00426D36" w:rsidP="00426D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26D36" w:rsidRDefault="00426D36" w:rsidP="00426D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26D36" w:rsidRDefault="00426D36" w:rsidP="00426D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26D36" w:rsidRDefault="00426D36" w:rsidP="00426D3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26D36" w:rsidRDefault="00426D36" w:rsidP="00426D3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№16</w:t>
      </w:r>
    </w:p>
    <w:p w:rsidR="00426D36" w:rsidRPr="00FB0BF1" w:rsidRDefault="00426D36" w:rsidP="00426D36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426D36" w:rsidRPr="008E2C07" w:rsidRDefault="00426D36" w:rsidP="00426D36">
      <w:pPr>
        <w:tabs>
          <w:tab w:val="left" w:pos="4424"/>
        </w:tabs>
        <w:spacing w:after="0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</w:p>
    <w:p w:rsidR="00426D36" w:rsidRPr="008E2C07" w:rsidRDefault="00426D36" w:rsidP="00426D36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proofErr w:type="gramStart"/>
      <w:r w:rsidRPr="008E2C07">
        <w:rPr>
          <w:rFonts w:ascii="Times New Roman" w:hAnsi="Times New Roman"/>
          <w:b/>
          <w:sz w:val="24"/>
          <w:lang w:val="ru-RU"/>
        </w:rPr>
        <w:t>про</w:t>
      </w:r>
      <w:r>
        <w:rPr>
          <w:rFonts w:ascii="Times New Roman" w:hAnsi="Times New Roman"/>
          <w:b/>
          <w:sz w:val="24"/>
          <w:lang w:val="ru-RU"/>
        </w:rPr>
        <w:t>є</w:t>
      </w:r>
      <w:r w:rsidRPr="008E2C07">
        <w:rPr>
          <w:rFonts w:ascii="Times New Roman" w:hAnsi="Times New Roman"/>
          <w:b/>
          <w:sz w:val="24"/>
          <w:lang w:val="ru-RU"/>
        </w:rPr>
        <w:t>кту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proofErr w:type="gram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</w:p>
    <w:p w:rsidR="00426D36" w:rsidRPr="008E2C07" w:rsidRDefault="00426D36" w:rsidP="00426D36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4"/>
          <w:lang w:val="ru-RU"/>
        </w:rPr>
        <w:t>з</w:t>
      </w:r>
      <w:r w:rsidRPr="008E2C07">
        <w:rPr>
          <w:rFonts w:ascii="Times New Roman" w:hAnsi="Times New Roman"/>
          <w:b/>
          <w:sz w:val="24"/>
          <w:lang w:val="ru-RU"/>
        </w:rPr>
        <w:t>емельної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426D36" w:rsidRPr="008E2C07" w:rsidRDefault="00426D36" w:rsidP="00426D36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Павельчук</w:t>
      </w:r>
      <w:proofErr w:type="spellEnd"/>
      <w:r>
        <w:rPr>
          <w:rFonts w:ascii="Times New Roman" w:hAnsi="Times New Roman"/>
          <w:b/>
          <w:sz w:val="24"/>
        </w:rPr>
        <w:t xml:space="preserve"> А.М.</w:t>
      </w:r>
    </w:p>
    <w:p w:rsidR="00426D36" w:rsidRPr="008E2C07" w:rsidRDefault="00426D36" w:rsidP="00426D3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</w:p>
    <w:p w:rsidR="00426D36" w:rsidRPr="008E2C07" w:rsidRDefault="00426D36" w:rsidP="00426D3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до пункту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статті</w:t>
      </w:r>
      <w:proofErr w:type="gramStart"/>
      <w:r w:rsidRPr="008E2C07">
        <w:rPr>
          <w:rFonts w:ascii="Times New Roman" w:hAnsi="Times New Roman"/>
          <w:sz w:val="24"/>
          <w:lang w:val="ru-RU"/>
        </w:rPr>
        <w:t xml:space="preserve">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proofErr w:type="gram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Павельчук</w:t>
      </w:r>
      <w:proofErr w:type="spellEnd"/>
      <w:r>
        <w:rPr>
          <w:rFonts w:ascii="Times New Roman" w:hAnsi="Times New Roman"/>
          <w:sz w:val="24"/>
          <w:lang w:val="ru-RU"/>
        </w:rPr>
        <w:t xml:space="preserve"> А.М.,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426D36" w:rsidRPr="00921196" w:rsidRDefault="00426D36" w:rsidP="00426D3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426D36" w:rsidRPr="008E2C07" w:rsidRDefault="00426D36" w:rsidP="00426D3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070D4B">
        <w:rPr>
          <w:rFonts w:ascii="Times New Roman" w:hAnsi="Times New Roman"/>
          <w:sz w:val="24"/>
        </w:rPr>
        <w:t xml:space="preserve">       1. Надати </w:t>
      </w:r>
      <w:proofErr w:type="spellStart"/>
      <w:r w:rsidRPr="000146CF">
        <w:rPr>
          <w:rFonts w:ascii="Times New Roman" w:hAnsi="Times New Roman"/>
          <w:sz w:val="24"/>
        </w:rPr>
        <w:t>Павельчук</w:t>
      </w:r>
      <w:proofErr w:type="spellEnd"/>
      <w:r w:rsidRPr="000146CF">
        <w:rPr>
          <w:rFonts w:ascii="Times New Roman" w:hAnsi="Times New Roman"/>
          <w:sz w:val="24"/>
        </w:rPr>
        <w:t xml:space="preserve"> Антоніні Миколаївні., </w:t>
      </w:r>
      <w:r>
        <w:rPr>
          <w:rFonts w:ascii="Times New Roman" w:hAnsi="Times New Roman"/>
          <w:sz w:val="24"/>
        </w:rPr>
        <w:t xml:space="preserve">яка зареєстрована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 </w:t>
      </w:r>
      <w:r w:rsidR="000E484E">
        <w:rPr>
          <w:rFonts w:ascii="Times New Roman" w:hAnsi="Times New Roman"/>
          <w:sz w:val="24"/>
        </w:rPr>
        <w:t>__________________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</w:t>
      </w:r>
      <w:r w:rsidRPr="008E2C07">
        <w:rPr>
          <w:rFonts w:ascii="Times New Roman" w:hAnsi="Times New Roman"/>
          <w:sz w:val="24"/>
        </w:rPr>
        <w:t xml:space="preserve">дозвіл на розробку </w:t>
      </w:r>
      <w:proofErr w:type="spellStart"/>
      <w:r w:rsidRPr="008E2C07">
        <w:rPr>
          <w:rFonts w:ascii="Times New Roman" w:hAnsi="Times New Roman"/>
          <w:sz w:val="24"/>
        </w:rPr>
        <w:t>про</w:t>
      </w:r>
      <w:r>
        <w:rPr>
          <w:rFonts w:ascii="Times New Roman" w:hAnsi="Times New Roman"/>
          <w:sz w:val="24"/>
        </w:rPr>
        <w:t>є</w:t>
      </w:r>
      <w:r w:rsidRPr="008E2C07">
        <w:rPr>
          <w:rFonts w:ascii="Times New Roman" w:hAnsi="Times New Roman"/>
          <w:sz w:val="24"/>
        </w:rPr>
        <w:t>кту</w:t>
      </w:r>
      <w:proofErr w:type="spellEnd"/>
      <w:r w:rsidRPr="008E2C07">
        <w:rPr>
          <w:rFonts w:ascii="Times New Roman" w:hAnsi="Times New Roman"/>
          <w:sz w:val="24"/>
        </w:rPr>
        <w:t xml:space="preserve"> із землеустрою щодо відведення земельної ділянки для передачі її у власність, </w:t>
      </w:r>
      <w:r>
        <w:rPr>
          <w:rFonts w:ascii="Times New Roman" w:hAnsi="Times New Roman"/>
          <w:sz w:val="24"/>
        </w:rPr>
        <w:t xml:space="preserve">орієнтовною </w:t>
      </w:r>
      <w:r w:rsidRPr="008E2C07">
        <w:rPr>
          <w:rFonts w:ascii="Times New Roman" w:hAnsi="Times New Roman"/>
          <w:sz w:val="24"/>
        </w:rPr>
        <w:t xml:space="preserve">площею </w:t>
      </w:r>
      <w:r>
        <w:rPr>
          <w:rFonts w:ascii="Times New Roman" w:hAnsi="Times New Roman"/>
          <w:sz w:val="24"/>
          <w:lang w:val="ru-RU"/>
        </w:rPr>
        <w:t xml:space="preserve">0,08 </w:t>
      </w:r>
      <w:r w:rsidRPr="008E2C07">
        <w:rPr>
          <w:rFonts w:ascii="Times New Roman" w:hAnsi="Times New Roman"/>
          <w:sz w:val="24"/>
          <w:lang w:val="ru-RU"/>
        </w:rPr>
        <w:t xml:space="preserve">га, </w:t>
      </w:r>
      <w:r w:rsidRPr="008E2C07">
        <w:rPr>
          <w:rFonts w:ascii="Times New Roman" w:hAnsi="Times New Roman"/>
          <w:sz w:val="24"/>
        </w:rPr>
        <w:t xml:space="preserve">для </w:t>
      </w:r>
      <w:r w:rsidRPr="00E53AAA">
        <w:rPr>
          <w:rFonts w:ascii="Times New Roman" w:hAnsi="Times New Roman"/>
        </w:rPr>
        <w:t>ведення особистого селянського господарства</w:t>
      </w:r>
      <w:r w:rsidRPr="008E2C07">
        <w:rPr>
          <w:rFonts w:ascii="Times New Roman" w:hAnsi="Times New Roman"/>
          <w:sz w:val="24"/>
          <w:lang w:val="ru-RU"/>
        </w:rPr>
        <w:t xml:space="preserve">, яка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розташована</w:t>
      </w:r>
      <w:r>
        <w:rPr>
          <w:rFonts w:ascii="Times New Roman" w:hAnsi="Times New Roman"/>
          <w:sz w:val="24"/>
          <w:lang w:val="ru-RU"/>
        </w:rPr>
        <w:t>в</w:t>
      </w:r>
      <w:proofErr w:type="spellEnd"/>
      <w:r>
        <w:rPr>
          <w:rFonts w:ascii="Times New Roman" w:hAnsi="Times New Roman"/>
          <w:sz w:val="24"/>
          <w:lang w:val="ru-RU"/>
        </w:rPr>
        <w:t xml:space="preserve"> с</w:t>
      </w:r>
      <w:r w:rsidRPr="008E2C07">
        <w:rPr>
          <w:rFonts w:ascii="Times New Roman" w:hAnsi="Times New Roman"/>
          <w:sz w:val="24"/>
          <w:lang w:val="ru-RU"/>
        </w:rPr>
        <w:t>.</w:t>
      </w:r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Колом’є</w:t>
      </w:r>
      <w:proofErr w:type="spellEnd"/>
      <w:r>
        <w:rPr>
          <w:rFonts w:ascii="Times New Roman" w:hAnsi="Times New Roman"/>
          <w:sz w:val="24"/>
          <w:lang w:val="ru-RU"/>
        </w:rPr>
        <w:t>.</w:t>
      </w:r>
    </w:p>
    <w:p w:rsidR="00426D36" w:rsidRDefault="00426D36" w:rsidP="00426D3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Павельчук</w:t>
      </w:r>
      <w:proofErr w:type="spellEnd"/>
      <w:r>
        <w:rPr>
          <w:rFonts w:ascii="Times New Roman" w:hAnsi="Times New Roman"/>
          <w:sz w:val="24"/>
        </w:rPr>
        <w:t xml:space="preserve"> А.М., </w:t>
      </w:r>
      <w:proofErr w:type="spellStart"/>
      <w:r>
        <w:rPr>
          <w:rFonts w:ascii="Times New Roman" w:hAnsi="Times New Roman"/>
          <w:sz w:val="24"/>
          <w:lang w:val="ru-RU"/>
        </w:rPr>
        <w:t>розробити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проє</w:t>
      </w:r>
      <w:r w:rsidRPr="008E2C07">
        <w:rPr>
          <w:rFonts w:ascii="Times New Roman" w:hAnsi="Times New Roman"/>
          <w:sz w:val="24"/>
          <w:lang w:val="ru-RU"/>
        </w:rPr>
        <w:t>кт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землеустрою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щодо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відведення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ділянки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  <w:lang w:val="ru-RU"/>
        </w:rPr>
        <w:t>передачі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її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у </w:t>
      </w:r>
      <w:proofErr w:type="spellStart"/>
      <w:r w:rsidRPr="008E2C07">
        <w:rPr>
          <w:rFonts w:ascii="Times New Roman" w:hAnsi="Times New Roman"/>
          <w:sz w:val="24"/>
          <w:lang w:val="ru-RU"/>
        </w:rPr>
        <w:t>власність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розгляд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сесії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сільської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ради.</w:t>
      </w:r>
    </w:p>
    <w:p w:rsidR="00426D36" w:rsidRPr="00F443C5" w:rsidRDefault="00426D36" w:rsidP="00426D3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426D36" w:rsidRPr="008E2C07" w:rsidRDefault="00426D36" w:rsidP="00426D3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4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26D36" w:rsidRPr="00404567" w:rsidRDefault="00426D36" w:rsidP="00426D3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426D36" w:rsidRDefault="00426D36" w:rsidP="00426D36">
      <w:pPr>
        <w:tabs>
          <w:tab w:val="left" w:pos="4424"/>
        </w:tabs>
        <w:spacing w:after="0"/>
        <w:rPr>
          <w:rFonts w:ascii="Times New Roman" w:hAnsi="Times New Roman"/>
          <w:sz w:val="24"/>
        </w:rPr>
      </w:pPr>
    </w:p>
    <w:p w:rsidR="00426D36" w:rsidRDefault="00426D36" w:rsidP="00426D36">
      <w:pPr>
        <w:tabs>
          <w:tab w:val="left" w:pos="4424"/>
        </w:tabs>
        <w:spacing w:after="0"/>
        <w:rPr>
          <w:rFonts w:ascii="Times New Roman" w:hAnsi="Times New Roman"/>
          <w:sz w:val="24"/>
        </w:rPr>
      </w:pPr>
    </w:p>
    <w:p w:rsidR="00426D36" w:rsidRDefault="00426D36" w:rsidP="00426D36">
      <w:pPr>
        <w:tabs>
          <w:tab w:val="left" w:pos="4424"/>
        </w:tabs>
        <w:spacing w:after="0"/>
        <w:rPr>
          <w:rFonts w:ascii="Times New Roman" w:hAnsi="Times New Roman"/>
          <w:sz w:val="24"/>
        </w:rPr>
      </w:pPr>
    </w:p>
    <w:p w:rsidR="00426D36" w:rsidRDefault="00426D36" w:rsidP="00426D36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      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 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566954" w:rsidRDefault="00566954"/>
    <w:sectPr w:rsidR="0056695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6D36"/>
    <w:rsid w:val="000E484E"/>
    <w:rsid w:val="00171A2E"/>
    <w:rsid w:val="00304C90"/>
    <w:rsid w:val="00426D36"/>
    <w:rsid w:val="00505B6D"/>
    <w:rsid w:val="00566954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A71C2"/>
  <w15:docId w15:val="{FEC94E56-445C-4789-9A77-47D464CFE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6D36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426D3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26D3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426D36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233</Words>
  <Characters>1333</Characters>
  <Application>Microsoft Office Word</Application>
  <DocSecurity>0</DocSecurity>
  <Lines>11</Lines>
  <Paragraphs>3</Paragraphs>
  <ScaleCrop>false</ScaleCrop>
  <Company>Microsoft</Company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2021-04-28T12:08:00Z</dcterms:created>
  <dcterms:modified xsi:type="dcterms:W3CDTF">2021-04-28T12:55:00Z</dcterms:modified>
</cp:coreProperties>
</file>