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E7" w:rsidRPr="00B623A8" w:rsidRDefault="006D61E7" w:rsidP="006D61E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C5B25E" wp14:editId="4A58B7C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01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0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1E7" w:rsidRDefault="006D61E7" w:rsidP="006D61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i1RpX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xRf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3GlEb2Fq6WzNPBOGt7&#10;E0Yx2BB42HW9Q+3M08oegHnncTbGmWEkV4K3IYtxWKPS9ECJ2nN9RtFzjSiIfhKAmyJcLubJyFnC&#10;Z4gpR/PtbBngHTXGOfCVYKaQlaqjgVcIIlW6nad6+yAlHG4MnnHudFLX3x55Uo6nThnH6Yx8mTHN&#10;3RmWFvF91rvlQxz7GBtejGgNNRHwUqIuAfqM6ODnv7BwSOuUHXvHEPG1KHkfTaNxAkSCcPjGgaW1&#10;izmxG14Y/VuMj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5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9otUaV3AABfWQQADgAAAAAAAAAAAAAAAAAuAgAAZHJzL2Uyb0RvYy54bWxQSwECLQAUAAYA&#10;CAAAACEAsh1Mm+AAAAAKAQAADwAAAAAAAAAAAAAAAAD/eQAAZHJzL2Rvd25yZXYueG1sUEsFBgAA&#10;AAAEAAQA8wAAAA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8NMMA&#10;AADeAAAADwAAAGRycy9kb3ducmV2LnhtbERPTWvCQBC9C/6HZYTedGMCNURXEbHFQ0Bim/uQHZNg&#10;djZkt5r++25B8DaP9zmb3Wg6cafBtZYVLBcRCOLK6pZrBd9fH/MUhPPIGjvLpOCXHOy208kGM20f&#10;XND94msRQthlqKDxvs+kdFVDBt3C9sSBu9rBoA9wqKUe8BHCTSfjKHqXBlsODQ32dGioul1+jAKb&#10;fJ7yso6L5Mgrz/tzei3HXKm32bhfg/A0+pf46T7pMD+JljH8vxNu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S8N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yrDMcA&#10;AADeAAAADwAAAGRycy9kb3ducmV2LnhtbERPTWsCMRC9F/ofwhS8SM2qYNutUURYbT0UVoVeh810&#10;s+1msiRRt/76plDobR7vc+bL3rbiTD40jhWMRxkI4srphmsFx0Nx/wgiRGSNrWNS8E0Blovbmznm&#10;2l24pPM+1iKFcMhRgYmxy6UMlSGLYeQ64sR9OG8xJuhrqT1eUrht5STLZtJiw6nBYEdrQ9XX/mQV&#10;fBZv5n39cN344VNJ12Gx27avM6UGd/3qGUSkPv6L/9wvOs2fZuMp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8qw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XecUA&#10;AADeAAAADwAAAGRycy9kb3ducmV2LnhtbESP0YrCMBBF34X9hzDCvsiauoos3UaRRUV8EXU/YGim&#10;TbGZlCba+vdGEHyb4d6550627G0tbtT6yrGCyTgBQZw7XXGp4P+8+foB4QOyxtoxKbiTh+XiY5Bh&#10;ql3HR7qdQiliCPsUFZgQmlRKnxuy6MeuIY5a4VqLIa5tKXWLXQy3tfxOkrm0WHEkGGzoz1B+OV1t&#10;hBymeNgX3Xmz7bHD9d7waHVU6nPYr35BBOrD2/y63ulYf5pMZv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Rpd5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4n2MUA&#10;AADeAAAADwAAAGRycy9kb3ducmV2LnhtbERPTUsDMRC9C/6HMEJvNttqa1mbFqktiNCDVSjehs10&#10;d3EzCcm0u/57Iwje5vE+Z7keXKcuFFPr2cBkXIAirrxtuTbw8b67XYBKgmyx80wGvinBenV9tcTS&#10;+p7f6HKQWuUQTiUaaERCqXWqGnKYxj4QZ+7ko0PJMNbaRuxzuOv0tCjm2mHLuaHBQJuGqq/D2RnY&#10;99vw+jCfncJnvJ/q9GzluBFjRjfD0yMooUH+xX/uF5vn3xWTG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jif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islcUA&#10;AADeAAAADwAAAGRycy9kb3ducmV2LnhtbESP0YrCMBBF3xf8hzDCvixr6goitVFkWUV8Eet+wNBM&#10;m2IzKU209e+NIPg2w71zz51sPdhG3KjztWMF00kCgrhwuuZKwf95+70A4QOyxsYxKbiTh/Vq9JFh&#10;ql3PJ7rloRIxhH2KCkwIbSqlLwxZ9BPXEketdJ3FENeukrrDPobbRv4kyVxarDkSDLb0a6i45Fcb&#10;IccZHg9lf97uBuzx72D4a3NS6nM8bJYgAg3hbX5d73WsP0umc3i+E2e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Ky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AcNMUA&#10;AADeAAAADwAAAGRycy9kb3ducmV2LnhtbERPTUsDMRC9C/6HMIK3NtuqbVmbltIqiNCDVZDehs10&#10;d3EzCcnYXf+9EQre5vE+Z7keXKfOFFPr2cBkXIAirrxtuTbw8f48WoBKgmyx80wGfijBenV9tcTS&#10;+p7f6HyQWuUQTiUaaERCqXWqGnKYxj4QZ+7ko0PJMNbaRuxzuOv0tChm2mHLuaHBQNuGqq/DtzOw&#10;75/C63z2cArHeD/VaWflcyvG3N4Mm0dQQoP8iy/uF5vn3xWTO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EBw0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qVr8cA&#10;AADe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1HMhFfekRn06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Kla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6y8MA&#10;AADeAAAADwAAAGRycy9kb3ducmV2LnhtbERP22oCMRB9L/gPYQTfatZLi26NIsqCSF9q+wHDZtxs&#10;3UyWJK7bv28Ewbc5nOusNr1tREc+1I4VTMYZCOLS6ZorBT/fxesCRIjIGhvHpOCPAmzWg5cV5trd&#10;+Iu6U6xECuGQowITY5tLGUpDFsPYtcSJOztvMSboK6k93lK4beQ0y96lxZpTg8GWdobKy+lqFRTH&#10;6Wd3uWpfuG0/t/Rmfhd7o9Ro2G8/QETq41P8cB90mj/LJku4v5Nu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Z6y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TFMcA&#10;AADeAAAADwAAAGRycy9kb3ducmV2LnhtbESPQUsDMRCF74L/IYzQi9isLYqsTYsthBYUxCp4HTbT&#10;3cXNZEnS7vbfO4dCbzPMm/fet1iNvlMniqkNbOBxWoAiroJruTbw820fXkCljOywC0wGzpRgtby9&#10;WWDpwsBfdNrnWokJpxINNDn3pdapashjmoaeWG6HED1mWWOtXcRBzH2nZ0XxrD22LAkN9rRpqPrb&#10;H72B9edQz+N9tR7D+2H7+2Stsx/WmMnd+PYKKtOYr+LL985J/XkxEwDBkRn08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QUx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y8cMIA&#10;AADe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W9ZPoP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7Lx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C878IA&#10;AADeAAAADwAAAGRycy9kb3ducmV2LnhtbERP3WrCMBS+H/gO4Qy8m4ntFOmMMgaOebnqAxyaY1Ns&#10;TmqTtfXtzWCwu/Px/Z7tfnKtGKgPjWcNy4UCQVx503Ct4Xw6vGxAhIhssPVMGu4UYL+bPW2xMH7k&#10;bxrKWIsUwqFADTbGrpAyVJYchoXviBN38b3DmGBfS9PjmMJdKzOl1tJhw6nBYkcflqpr+eM0vN7H&#10;z1u5uqqDcbQ85t2RY7XSev48vb+BiDTFf/Gf+8uk+bnKMvh9J90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8Lz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4P28QA&#10;AADeAAAADwAAAGRycy9kb3ducmV2LnhtbERPTWuDQBC9B/oflin0FtcYCKnNKqEhpfTUGNvz4E5U&#10;4s6Ku4n677uFQm/zeJ+zyyfTiTsNrrWsYBXFIIgrq1uuFZTn43ILwnlkjZ1lUjCTgzx7WOww1Xbk&#10;E90LX4sQwi5FBY33fSqlqxoy6CLbEwfuYgeDPsChlnrAMYSbTiZxvJEGWw4NDfb02lB1LW5GwW3z&#10;nZR8+dCfxWF+ez4c905+1Uo9PU77FxCeJv8v/nO/6zB/HSdr+H0n3C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+D9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gnssUA&#10;AADeAAAADwAAAGRycy9kb3ducmV2LnhtbERPS2vCQBC+F/oflhF6qxsfBI2uYguF6qHi6+BtzI5J&#10;anY2za6a/ntXELzNx/ec8bQxpbhQ7QrLCjrtCARxanXBmYLt5ut9AMJ5ZI2lZVLwTw6mk9eXMSba&#10;XnlFl7XPRAhhl6CC3PsqkdKlORl0bVsRB+5oa4M+wDqTusZrCDel7EZRLA0WHBpyrOgzp/S0PhsF&#10;u+UgHi4/5v3fxc8Be0b/7XURK/XWamYjEJ4a/xQ/3N86zO9F3T7c3w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OCey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0VvcMA&#10;AADeAAAADwAAAGRycy9kb3ducmV2LnhtbERPS4vCMBC+C/6HMII3Ta2uSDWKD3TFk6uC16GZbcs2&#10;k9JErf76jbCwt/n4njNbNKYUd6pdYVnBoB+BIE6tLjhTcDlvexMQziNrLC2Tgic5WMzbrRkm2j74&#10;i+4nn4kQwi5BBbn3VSKlS3My6Pq2Ig7ct60N+gDrTOoaHyHclDKOorE0WHBoyLGidU7pz+lmFLzG&#10;Vzy6z3i1GWpPz9FkZw/HnVLdTrOcgvDU+H/xn3uvw/xhFH/A+51wg5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0Vv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biZMMA&#10;AADeAAAADwAAAGRycy9kb3ducmV2LnhtbERPzWrCQBC+F3yHZQRvdWO0oU1dRUTBW2vaBxiy000w&#10;Oxuzq0afvisI3ubj+535sreNOFPna8cKJuMEBHHpdM1Gwe/P9vUdhA/IGhvHpOBKHpaLwcscc+0u&#10;vKdzEYyIIexzVFCF0OZS+rIii37sWuLI/bnOYoiwM1J3eInhtpFpkmTSYs2xocKW1hWVh+JkFRxd&#10;+qb7YoNfh83Hd23M7Hjbz5QaDfvVJ4hAfXiKH+6djvOnSZrB/Z14g1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biZ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YhFMMA&#10;AADeAAAADwAAAGRycy9kb3ducmV2LnhtbERPS4vCMBC+L/gfwgje1lRlfVSjuILg1cfB45iMbbWZ&#10;1CardX+9ERb2Nh/fc2aLxpbiTrUvHCvodRMQxNqZgjMFh/36cwzCB2SDpWNS8CQPi3nrY4apcQ/e&#10;0n0XMhFD2KeoIA+hSqX0OieLvusq4sidXW0xRFhn0tT4iOG2lP0kGUqLBceGHCta5aSvux+rYFOc&#10;6GuozxM7/tbb4+8tDEYXo1Sn3SynIAI14V/8596YOH+Q9Efwfife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YhF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hMscQA&#10;AADeAAAADwAAAGRycy9kb3ducmV2LnhtbERPTUsDMRC9C/6HMII3m3QLomvT0gpCS2vBKnodNuNm&#10;cTNZNnG7/ffOoeBt5n3Nm/lyDK0aqE9NZAvTiQFFXEXXcG3h4/3l7gFUysgO28hk4UwJlovrqzmW&#10;Lp74jYZjrpWEcCrRgs+5K7VOlaeAaRI7YuG+Yx8wy9rX2vV4kvDQ6sKYex2wYbngsaNnT9XP8TdY&#10;GPBwNl9+/fq4bfZVcVh/7pzg9vZmXD2ByjTmf/HFvXFSf2YK6SvvyAx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oTL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2sMMA&#10;AADeAAAADwAAAGRycy9kb3ducmV2LnhtbERPTUvDQBC9C/0PyxS82U0jiMZuSylUPGrsweOYnWbT&#10;ZmfC7tpEf70rCN7m8T5ntZl8ry4UYidsYLkoQBE3YjtuDRze9jf3oGJCttgLk4EvirBZz65WWFkZ&#10;+ZUudWpVDuFYoQGX0lBpHRtHHuNCBuLMHSV4TBmGVtuAYw73vS6L4k577Dg3OBxo56g515/ewPjU&#10;fJzK47t132GQff0ip7IXY67n0/YRVKIp/Yv/3M82z78tygf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k2s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Z58gA&#10;AADeAAAADwAAAGRycy9kb3ducmV2LnhtbESPT2sCQQzF7wW/wxChtzpbhVZWR7FaoRSL+Kf3dCfd&#10;XZ3JLDtT3X57cyj0lpCX995vOu+8UxdqYx3YwOMgA0VcBFtzaeB4WD+MQcWEbNEFJgO/FGE+691N&#10;Mbfhyju67FOpxIRjjgaqlJpc61hU5DEOQkMst+/QekyytqW2LV7F3Ds9zLIn7bFmSaiwoWVFxXn/&#10;4w2styt3Gn7sFp86LV+fv9z4/WW1Mea+3y0moBJ16V/89/1mpf4oGwmA4MgMe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chnn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hh6MQA&#10;AADeAAAADwAAAGRycy9kb3ducmV2LnhtbERPTYvCMBC9L/gfwgheRFMtK1KNIguLCi7squB1bMa2&#10;2ExKE2v990YQ9jaP9znzZWtK0VDtCssKRsMIBHFqdcGZguPhezAF4TyyxtIyKXiQg+Wi8zHHRNs7&#10;/1Gz95kIIewSVJB7XyVSujQng25oK+LAXWxt0AdYZ1LXeA/hppTjKJpIgwWHhhwr+sopve5vRkHz&#10;uztnm8ZV2+u07z7j83r9o09K9brtagbCU+v/xW/3Rof5cRSP4PVOu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IYe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BgsYA&#10;AADeAAAADwAAAGRycy9kb3ducmV2LnhtbERPTUvDQBC9C/6HZQRvZtdUpY3ZFlsQvAi2emhvk+yY&#10;hGZn0921jf56tyB4m8f7nHIx2l4cyYfOsYbbTIEgrp3puNHw8f58MwURIrLB3jFp+KYAi/nlRYmF&#10;cSde03ETG5FCOBSooY1xKKQMdUsWQ+YG4sR9Om8xJugbaTyeUrjtZa7Ug7TYcWpocaBVS/V+82U1&#10;LGfT5eHtjl9/1tWOdttqf597pfX11fj0CCLSGP/Ff+4Xk+ZP1CSH8zvpBj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aBgsYAAADeAAAADwAAAAAAAAAAAAAAAACYAgAAZHJz&#10;L2Rvd25yZXYueG1sUEsFBgAAAAAEAAQA9QAAAIsDAAAAAA==&#10;" fillcolor="black" stroked="f"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qGcUA&#10;AADeAAAADwAAAGRycy9kb3ducmV2LnhtbERPS2vCQBC+F/wPywi91Y0GRaKraB8g1B58HDyO2TFZ&#10;kp0N2a2m/fVuQehtPr7nzJedrcWVWm8cKxgOEhDEudOGCwXHw8fLFIQPyBprx6TghzwsF72nOWba&#10;3XhH130oRAxhn6GCMoQmk9LnJVn0A9cQR+7iWoshwraQusVbDLe1HCXJRFo0HBtKbOi1pLzaf1sF&#10;p8+Jme4Mjc7b3/W73o6r9ddbpdRzv1vNQATqwr/44d7oOD9N0hT+3ok3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+SoZ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LfX8QA&#10;AADeAAAADwAAAGRycy9kb3ducmV2LnhtbERPS2sCMRC+F/ofwhR6q4m1FFmNIi2lvfTgC6/DZtys&#10;u5lsk6irv94UCr3Nx/ec6bx3rThRiLVnDcOBAkFcelNzpWGz/ngag4gJ2WDrmTRcKMJ8dn83xcL4&#10;My/ptEqVyCEcC9RgU+oKKWNpyWEc+I44c3sfHKYMQyVNwHMOd618VupVOqw5N1js6M1S2ayOTkNY&#10;7N6bKx+3jbp+X+Lnof8Zo9X68aFfTEAk6tO/+M/9ZfL8kRq9wO87+QY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C31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/Mj8QA&#10;AADeAAAADwAAAGRycy9kb3ducmV2LnhtbERPbUsCQRD+HvQflgn6IrqbUtbpKhEEgSJo/oDpdro7&#10;3J09bic9+/VuIPRtHp7XmS/74NWRutREtvAwMqCIy+garizsP9+Hz6CSIDv0kcnCmRIsF7c3cyxc&#10;PPGWjjupVA7hVKCFWqQttE5lTQHTKLbEmfuOXUDJsKu06/CUw4PXY2OedMCGc0ONLb3VVB52P8GC&#10;H3/5l9U0reW812vzG2Q72Dhr7+/61xkooV7+xVf3h8vzJ2byCH/v5Bv0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/zI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0TosQA&#10;AADeAAAADwAAAGRycy9kb3ducmV2LnhtbERPS2sCMRC+F/wPYYTealYFKatRfCDsxUO3itdxM24W&#10;k8mySXXtr28Khd7m43vOYtU7K+7UhcazgvEoA0Fced1wreD4uX97BxEiskbrmRQ8KcBqOXhZYK79&#10;gz/oXsZapBAOOSowMba5lKEy5DCMfEucuKvvHMYEu1rqDh8p3Fk5ybKZdNhwajDY0tZQdSu/nIJd&#10;2drJsTCbcD4dLhdbfO/pvFPqddiv5yAi9fFf/OcudJo/zaYz+H0n3S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9E6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ED8MA&#10;AADeAAAADwAAAGRycy9kb3ducmV2LnhtbERPTWvCQBC9F/wPywi9NbtWiBKzSpEKgqemevA27E6T&#10;tNnZkN2a+O+7hUJv83ifU+4m14kbDaH1rGGRKRDExtuWaw3n98PTGkSIyBY7z6ThTgF229lDiYX1&#10;I7/RrYq1SCEcCtTQxNgXUgbTkMOQ+Z44cR9+cBgTHGppBxxTuOvks1K5dNhyamiwp31D5qv6dho+&#10;D/LkjUJzOV/Go11dX3PqlNaP8+llAyLSFP/Ff+6jTfOXarmC33fSD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QED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jGscA&#10;AADeAAAADwAAAGRycy9kb3ducmV2LnhtbESPQWvCQBCF74X+h2UKvdVNDRRJXUULgrT0oBHpccyO&#10;SUh2Nuyumv77zqHgbYb35r1v5svR9epKIbaeDbxOMlDElbct1wYO5eZlBiomZIu9ZzLwSxGWi8eH&#10;ORbW33hH132qlYRwLNBAk9JQaB2rhhzGiR+IRTv74DDJGmptA94k3PV6mmVv2mHL0tDgQB8NVd3+&#10;4gz8XL74/J1/rsI6Hf1Yxm56mnXGPD+Nq3dQicZ0N/9fb63g51kuvPKOz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DYx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T88UA&#10;AADeAAAADwAAAGRycy9kb3ducmV2LnhtbERPS2sCMRC+F/ofwgi91cRX0dUotVDoRajWg97Gzbi7&#10;uJlsk1RXf31TEHqbj+85s0Vra3EmHyrHGnpdBYI4d6biQsP26/15DCJEZIO1Y9JwpQCL+ePDDDPj&#10;Lrym8yYWIoVwyFBDGWOTSRnykiyGrmuIE3d03mJM0BfSeLykcFvLvlIv0mLFqaHEht5Kyk+bH6th&#10;ORkvvz+HvLqtD3va7w6nUd8rrZ867esURKQ2/ovv7g+T5g/UYAJ/76Q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0hPzxQAAAN4AAAAPAAAAAAAAAAAAAAAAAJgCAABkcnMv&#10;ZG93bnJldi54bWxQSwUGAAAAAAQABAD1AAAAigMAAAAA&#10;" fillcolor="black" stroked="f"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jCucYA&#10;AADeAAAADwAAAGRycy9kb3ducmV2LnhtbESPQUsDMRCF74L/IYzgzWa1IrI2LUtBFE/bqnidbqab&#10;pZvJksR0/ffOQfA2w7x5732rzexHVSimIbCB20UFirgLduDewMf7880jqJSRLY6BycAPJdisLy9W&#10;WNtw5h2Vfe6VmHCq0YDLeaq1Tp0jj2kRJmK5HUP0mGWNvbYRz2LuR31XVQ/a48CS4HCiraPutP/2&#10;Bsph2zbL8lXc7i02fQzty+ehNeb6am6eQGWa87/47/vVSv1ldS8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jCu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gjK8UA&#10;AADeAAAADwAAAGRycy9kb3ducmV2LnhtbERPTWvCQBC9F/wPywje6ia1iI2uUkRL7aU1LdTjkB2z&#10;wexsyG5j9Ne7hUJv83ifs1j1thYdtb5yrCAdJyCIC6crLhV8fW7vZyB8QNZYOyYFF/KwWg7uFphp&#10;d+Y9dXkoRQxhn6ECE0KTSekLQxb92DXEkTu61mKIsC2lbvEcw20tH5JkKi1WHBsMNrQ2VJzyH6vA&#10;p+vN95u9PnWHF8Pv+c5MP0qj1GjYP89BBOrDv/jP/arj/EnymMLvO/E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CM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61E7" w:rsidRDefault="006D61E7" w:rsidP="006D61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D61E7" w:rsidRDefault="006D61E7" w:rsidP="006D61E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D61E7" w:rsidRPr="004A7D10" w:rsidRDefault="006D61E7" w:rsidP="006D61E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61E7" w:rsidRDefault="006D61E7" w:rsidP="006D61E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№33</w:t>
      </w:r>
    </w:p>
    <w:p w:rsidR="006D61E7" w:rsidRPr="0060655C" w:rsidRDefault="006D61E7" w:rsidP="006D61E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Усачуку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О.Л.</w:t>
      </w:r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</w:t>
      </w:r>
      <w:r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Усачука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О.Л.,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6D61E7" w:rsidRPr="004B0203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Олегу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Леонідовичу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822C8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0,1218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6823984000:03:013:0058),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пункту села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О.Л.,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E7" w:rsidRPr="0060655C" w:rsidRDefault="006D61E7" w:rsidP="006D61E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1E7" w:rsidRPr="006D61E7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D61E7" w:rsidRPr="0060655C" w:rsidRDefault="006D61E7" w:rsidP="006D61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3B7" w:rsidRPr="006D61E7" w:rsidRDefault="006D61E7" w:rsidP="006D61E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773B7" w:rsidRPr="006D61E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30" w:rsidRDefault="00D56830">
      <w:pPr>
        <w:spacing w:after="0" w:line="240" w:lineRule="auto"/>
      </w:pPr>
      <w:r>
        <w:separator/>
      </w:r>
    </w:p>
  </w:endnote>
  <w:endnote w:type="continuationSeparator" w:id="0">
    <w:p w:rsidR="00D56830" w:rsidRDefault="00D5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30" w:rsidRDefault="00D56830">
      <w:pPr>
        <w:spacing w:after="0" w:line="240" w:lineRule="auto"/>
      </w:pPr>
      <w:r>
        <w:separator/>
      </w:r>
    </w:p>
  </w:footnote>
  <w:footnote w:type="continuationSeparator" w:id="0">
    <w:p w:rsidR="00D56830" w:rsidRDefault="00D56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E7"/>
    <w:rsid w:val="006D61E7"/>
    <w:rsid w:val="00834495"/>
    <w:rsid w:val="00B773B7"/>
    <w:rsid w:val="00D56830"/>
    <w:rsid w:val="00D8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1E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D61E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D61E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D61E7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1E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D61E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D61E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D61E7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2020-12-24T17:19:00Z</dcterms:created>
  <dcterms:modified xsi:type="dcterms:W3CDTF">2020-12-24T18:51:00Z</dcterms:modified>
</cp:coreProperties>
</file>