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149" w:rsidRPr="00097DC9" w:rsidRDefault="00C36149" w:rsidP="00C36149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</w:p>
    <w:p w:rsidR="00C36149" w:rsidRDefault="00A410A5" w:rsidP="00C36149">
      <w:pPr>
        <w:jc w:val="both"/>
        <w:rPr>
          <w:rFonts w:ascii="Times New Roman" w:hAnsi="Times New Roman" w:cs="Times New Roman"/>
        </w:rPr>
      </w:pPr>
      <w:r w:rsidRPr="00A410A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36149" w:rsidRDefault="00C36149" w:rsidP="00C3614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36149" w:rsidRDefault="00C36149" w:rsidP="00C361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36149" w:rsidRDefault="00C36149" w:rsidP="00C3614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36149" w:rsidRDefault="00C36149" w:rsidP="00C361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36149" w:rsidRDefault="00C36149" w:rsidP="00C361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36149" w:rsidRDefault="00C36149" w:rsidP="00C3614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36149" w:rsidRDefault="00C36149" w:rsidP="00C361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36149" w:rsidRDefault="00C36149" w:rsidP="00C361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36149" w:rsidRDefault="00C36149" w:rsidP="00C361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36149" w:rsidRDefault="00C36149" w:rsidP="00C361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36149" w:rsidRDefault="00C36149" w:rsidP="00C3614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36149" w:rsidRDefault="00C36149" w:rsidP="00C3614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36149" w:rsidRPr="0005326B" w:rsidRDefault="00C36149" w:rsidP="00C36149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36149" w:rsidRPr="00867B7E" w:rsidRDefault="00C36149" w:rsidP="00C3614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№63</w:t>
      </w:r>
    </w:p>
    <w:p w:rsidR="00C36149" w:rsidRPr="001D783B" w:rsidRDefault="00C36149" w:rsidP="00C36149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C36149" w:rsidRPr="001D783B" w:rsidRDefault="00C36149" w:rsidP="00C3614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C36149" w:rsidRPr="001D783B" w:rsidRDefault="00C36149" w:rsidP="00C3614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C36149" w:rsidRPr="001D783B" w:rsidRDefault="00C36149" w:rsidP="00C3614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C36149" w:rsidRPr="001D783B" w:rsidRDefault="00C36149" w:rsidP="00C3614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Рендейко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О.К.</w:t>
      </w:r>
    </w:p>
    <w:p w:rsidR="00C36149" w:rsidRPr="001D783B" w:rsidRDefault="00C36149" w:rsidP="00C3614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C36149" w:rsidRPr="001D783B" w:rsidRDefault="00C36149" w:rsidP="00C361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1D783B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Рендейко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О.К.</w:t>
      </w:r>
      <w:r w:rsidRPr="001D783B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C36149" w:rsidRPr="001D783B" w:rsidRDefault="00C36149" w:rsidP="00C361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C36149" w:rsidRPr="00140FB9" w:rsidRDefault="00C36149" w:rsidP="00C361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Відмовити </w:t>
      </w:r>
      <w:proofErr w:type="spellStart"/>
      <w:r>
        <w:rPr>
          <w:rFonts w:ascii="Times New Roman" w:eastAsia="Calibri" w:hAnsi="Times New Roman" w:cs="Times New Roman"/>
          <w:sz w:val="24"/>
        </w:rPr>
        <w:t>Рендейко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Олександру Казимировичу, який зареєстрований за адресою: </w:t>
      </w:r>
      <w:r w:rsidR="009A14AA" w:rsidRPr="009A14AA">
        <w:rPr>
          <w:rFonts w:ascii="Times New Roman" w:eastAsia="Calibri" w:hAnsi="Times New Roman" w:cs="Times New Roman"/>
          <w:sz w:val="24"/>
        </w:rPr>
        <w:t>__________________</w:t>
      </w:r>
      <w:r>
        <w:rPr>
          <w:rFonts w:ascii="Times New Roman" w:eastAsia="Calibri" w:hAnsi="Times New Roman" w:cs="Times New Roman"/>
          <w:sz w:val="24"/>
        </w:rPr>
        <w:t xml:space="preserve">,  </w:t>
      </w:r>
      <w:r w:rsidRPr="001D783B">
        <w:rPr>
          <w:rFonts w:ascii="Times New Roman" w:eastAsia="Calibri" w:hAnsi="Times New Roman" w:cs="Times New Roman"/>
          <w:sz w:val="24"/>
        </w:rPr>
        <w:t xml:space="preserve">дозвіл на розробку проекту із землеустрою щодо відведення земельної ділянки,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 xml:space="preserve">2,0 </w:t>
      </w:r>
      <w:r w:rsidRPr="001D783B">
        <w:rPr>
          <w:rFonts w:ascii="Times New Roman" w:eastAsia="Calibri" w:hAnsi="Times New Roman" w:cs="Times New Roman"/>
          <w:sz w:val="24"/>
        </w:rPr>
        <w:t>га, для ведення особистого селянського господарства</w:t>
      </w:r>
      <w:r w:rsidRPr="00140FB9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у зв’язку з тим, що </w:t>
      </w:r>
      <w:r w:rsidRPr="00140FB9">
        <w:rPr>
          <w:rFonts w:ascii="Times New Roman" w:eastAsia="Calibri" w:hAnsi="Times New Roman" w:cs="Times New Roman"/>
          <w:sz w:val="24"/>
        </w:rPr>
        <w:t>земельна ділянка не перебуває в комунальній власності громади.</w:t>
      </w:r>
    </w:p>
    <w:p w:rsidR="00C36149" w:rsidRPr="00855D05" w:rsidRDefault="00C36149" w:rsidP="00C361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</w:t>
      </w:r>
      <w:r w:rsidRPr="0018511F">
        <w:rPr>
          <w:rFonts w:ascii="Times New Roman" w:eastAsia="Calibri" w:hAnsi="Times New Roman" w:cs="Times New Roman"/>
          <w:sz w:val="24"/>
        </w:rPr>
        <w:t xml:space="preserve"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>
        <w:rPr>
          <w:rFonts w:ascii="Times New Roman" w:eastAsia="Calibri" w:hAnsi="Times New Roman" w:cs="Times New Roman"/>
          <w:sz w:val="24"/>
        </w:rPr>
        <w:t>(Денисюк Т.В.)</w:t>
      </w:r>
    </w:p>
    <w:p w:rsidR="00C36149" w:rsidRPr="001D783B" w:rsidRDefault="00C36149" w:rsidP="00C361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36149" w:rsidRPr="001D783B" w:rsidRDefault="00C36149" w:rsidP="00C361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36149" w:rsidRPr="001D783B" w:rsidRDefault="00C36149" w:rsidP="00C361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36149" w:rsidRPr="001D783B" w:rsidRDefault="00C36149" w:rsidP="00C361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36149" w:rsidRPr="001D783B" w:rsidRDefault="00C36149" w:rsidP="00C361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36149" w:rsidRPr="001D783B" w:rsidRDefault="00C36149" w:rsidP="00C3614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36149" w:rsidRPr="001D783B" w:rsidRDefault="00C36149" w:rsidP="00C3614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</w:t>
      </w:r>
    </w:p>
    <w:p w:rsidR="001905D1" w:rsidRPr="00C36149" w:rsidRDefault="001905D1">
      <w:pPr>
        <w:rPr>
          <w:lang w:val="en-US"/>
        </w:rPr>
      </w:pPr>
    </w:p>
    <w:sectPr w:rsidR="001905D1" w:rsidRPr="00C36149" w:rsidSect="001905D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36149"/>
    <w:rsid w:val="00171A2E"/>
    <w:rsid w:val="001905D1"/>
    <w:rsid w:val="00304C90"/>
    <w:rsid w:val="00505B6D"/>
    <w:rsid w:val="006D3977"/>
    <w:rsid w:val="007D6C18"/>
    <w:rsid w:val="009A14AA"/>
    <w:rsid w:val="00A410A5"/>
    <w:rsid w:val="00AE1B72"/>
    <w:rsid w:val="00C36149"/>
    <w:rsid w:val="00D1641A"/>
    <w:rsid w:val="00FE0B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14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209</Words>
  <Characters>1193</Characters>
  <Application>Microsoft Office Word</Application>
  <DocSecurity>0</DocSecurity>
  <Lines>9</Lines>
  <Paragraphs>2</Paragraphs>
  <ScaleCrop>false</ScaleCrop>
  <Company>Microsoft</Company>
  <LinksUpToDate>false</LinksUpToDate>
  <CharactersWithSpaces>1400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2020-01-21T07:06:00Z</dcterms:created>
  <dcterms:modified xsi:type="dcterms:W3CDTF">2020-01-21T07:54:00Z</dcterms:modified>
</cp:coreProperties>
</file>