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DE" w:rsidRDefault="00AA3DDE" w:rsidP="00AA3D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DDE" w:rsidRDefault="00AA3DDE" w:rsidP="00AA3D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3DDE" w:rsidRDefault="00AA3DDE" w:rsidP="00AA3D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A3DDE" w:rsidRDefault="00AA3DDE" w:rsidP="00AA3D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3DDE" w:rsidRDefault="00AA3DDE" w:rsidP="00AA3D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A3DDE" w:rsidRDefault="00AA3DDE" w:rsidP="00AA3D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A3DDE" w:rsidRDefault="00AA3DDE" w:rsidP="00AA3D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№53</w:t>
      </w:r>
    </w:p>
    <w:p w:rsidR="00AA3DDE" w:rsidRPr="00D02183" w:rsidRDefault="00AA3DDE" w:rsidP="00AA3DDE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AA3DDE" w:rsidRPr="00D02183" w:rsidRDefault="00AA3DDE" w:rsidP="00AA3DDE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AA3DDE" w:rsidRPr="00D02183" w:rsidRDefault="00AA3DDE" w:rsidP="00AA3DDE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AA3DDE" w:rsidRPr="00D02183" w:rsidRDefault="00AA3DDE" w:rsidP="00AA3DDE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т</w:t>
      </w:r>
      <w:r w:rsidRPr="00D02183">
        <w:rPr>
          <w:rFonts w:ascii="Times New Roman" w:hAnsi="Times New Roman"/>
          <w:b/>
          <w:sz w:val="24"/>
          <w:lang w:val="ru-RU"/>
        </w:rPr>
        <w:t>ехнічної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</w:p>
    <w:p w:rsidR="00AA3DDE" w:rsidRPr="00D02183" w:rsidRDefault="00AA3DDE" w:rsidP="00AA3DDE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AA3DDE" w:rsidRPr="00D02183" w:rsidRDefault="00AA3DDE" w:rsidP="00AA3DDE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місцевості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AA3DDE" w:rsidRPr="00D02183" w:rsidRDefault="00AA3DDE" w:rsidP="00AA3DDE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Анохіній О.О.</w:t>
      </w:r>
    </w:p>
    <w:p w:rsidR="00AA3DDE" w:rsidRPr="00D02183" w:rsidRDefault="00AA3DDE" w:rsidP="00AA3DDE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AA3DDE" w:rsidRPr="00D02183" w:rsidRDefault="00AA3DDE" w:rsidP="00AA3DDE">
      <w:pPr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D02183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Анохіної  О.О.</w:t>
      </w:r>
      <w:r w:rsidRPr="00D0218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AA3DDE" w:rsidRPr="00D02183" w:rsidRDefault="00AA3DDE" w:rsidP="00AA3DDE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AA3DDE" w:rsidRPr="00D02183" w:rsidRDefault="00AA3DDE" w:rsidP="00AA3DDE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Анохіній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Олені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Олександрівні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47A5B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</w:t>
      </w:r>
      <w:proofErr w:type="gramStart"/>
      <w:r w:rsidRPr="00D02183">
        <w:rPr>
          <w:rFonts w:ascii="Times New Roman" w:hAnsi="Times New Roman"/>
          <w:sz w:val="24"/>
        </w:rPr>
        <w:t>га,  для</w:t>
      </w:r>
      <w:proofErr w:type="gramEnd"/>
      <w:r w:rsidRPr="00D02183">
        <w:rPr>
          <w:rFonts w:ascii="Times New Roman" w:hAnsi="Times New Roman"/>
          <w:sz w:val="24"/>
        </w:rPr>
        <w:t xml:space="preserve">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>, по вул. Незалежності, 79</w:t>
      </w:r>
      <w:r w:rsidRPr="00D02183">
        <w:rPr>
          <w:rFonts w:ascii="Times New Roman" w:hAnsi="Times New Roman"/>
          <w:sz w:val="24"/>
        </w:rPr>
        <w:t>.</w:t>
      </w:r>
    </w:p>
    <w:p w:rsidR="00AA3DDE" w:rsidRDefault="00AA3DDE" w:rsidP="00AA3DD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Анохіній О.О.</w:t>
      </w:r>
      <w:r w:rsidRPr="00D02183">
        <w:rPr>
          <w:rFonts w:ascii="Times New Roman" w:hAnsi="Times New Roman"/>
          <w:sz w:val="24"/>
        </w:rPr>
        <w:t>,</w:t>
      </w:r>
      <w:r w:rsidRPr="00E33128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A3DDE" w:rsidRPr="00F443C5" w:rsidRDefault="00AA3DDE" w:rsidP="00AA3D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AA3DDE" w:rsidRPr="00D02183" w:rsidRDefault="00AA3DDE" w:rsidP="00AA3DD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3DDE" w:rsidRPr="00F443C5" w:rsidRDefault="00AA3DDE" w:rsidP="00AA3DDE">
      <w:pPr>
        <w:spacing w:after="0"/>
        <w:jc w:val="both"/>
        <w:rPr>
          <w:rFonts w:ascii="Times New Roman" w:hAnsi="Times New Roman"/>
          <w:sz w:val="24"/>
        </w:rPr>
      </w:pPr>
    </w:p>
    <w:p w:rsidR="00546D76" w:rsidRPr="00AA3DDE" w:rsidRDefault="00AA3DDE" w:rsidP="00AA3DDE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Валерій МИХАЛЮК</w:t>
      </w:r>
    </w:p>
    <w:sectPr w:rsidR="00546D76" w:rsidRPr="00AA3D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DE"/>
    <w:rsid w:val="00171A2E"/>
    <w:rsid w:val="00304C90"/>
    <w:rsid w:val="00505B6D"/>
    <w:rsid w:val="00546D76"/>
    <w:rsid w:val="006D3977"/>
    <w:rsid w:val="007D6C18"/>
    <w:rsid w:val="00847A5B"/>
    <w:rsid w:val="00AA3DD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FDF5"/>
  <w15:docId w15:val="{F5017BCF-7BA9-48CB-9AC8-BE38088F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DD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A3D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A3D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A3DD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2021-04-28T11:49:00Z</dcterms:created>
  <dcterms:modified xsi:type="dcterms:W3CDTF">2021-04-28T13:05:00Z</dcterms:modified>
</cp:coreProperties>
</file>