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FF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8445FF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8445FF" w:rsidRPr="00A70248" w:rsidRDefault="008445FF" w:rsidP="008445FF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445FF" w:rsidRPr="00A70248" w:rsidRDefault="00C85FE0" w:rsidP="008445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85FE0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URIM3gAAG9ZBAAOAAAAZHJzL2Uyb0RvYy54bWzsfW1uJjmS3n8DvoOgnwNUK5nfWZiaxUxX&#10;18DA2B5gXh/gLUlVEqzSW5bUXbVeLGDAR/BFfANfYfdGfoIMMkkpIyKnutvohdkDdGpaoUgyIsgk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uSMIA&#10;AADdAAAADwAAAGRycy9kb3ducmV2LnhtbESPQYvCMBSE74L/ITzBm6ZrUUvXKCIqHgRR1/ujebZl&#10;m5fSRK3/3giCx2FmvmFmi9ZU4k6NKy0r+BlGIIgzq0vOFfydN4MEhPPIGivLpOBJDhbzbmeGqbYP&#10;PtL95HMRIOxSVFB4X6dSuqwgg25oa+LgXW1j0AfZ5FI3+AhwU8lRFE2kwZLDQoE1rQrK/k83o8DG&#10;293+ko+O8ZqnnpeH5Hpp90r1e+3yF4Sn1n/Dn/ZOK4jjZA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W5I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k0McgA&#10;AADdAAAADwAAAGRycy9kb3ducmV2LnhtbESPQWsCMRSE74X+h/AKXqRmW2G1W6OIsNp6ELSFXh+b&#10;183WzcuSRN3665tCocdhZr5hZovetuJMPjSOFTyMMhDEldMN1wre38r7KYgQkTW2jknBNwVYzG9v&#10;Zlhod+E9nQ+xFgnCoUAFJsaukDJUhiyGkeuIk/fpvMWYpK+l9nhJcNvKxyzLpcWG04LBjlaGquPh&#10;ZBV8lTvzsZpc1374tKfrsNxu2tdcqcFdv3wGEamP/+G/9otWMB5Pc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iTQ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3z1cQA&#10;AADdAAAADwAAAGRycy9kb3ducmV2LnhtbESPTWrDMBCF94HeQUyhm1DLrSExrpUQSlNCNsFJDzBY&#10;Y8vUGhlLjd3bR4VClo/38/HK7Wx7caXRd44VvCQpCOLa6Y5bBV+X/XMOwgdkjb1jUvBLHrabh0WJ&#10;hXYTV3Q9h1bEEfYFKjAhDIWUvjZk0SduII5e40aLIcqxlXrEKY7bXr6m6Upa7DgSDA70bqj+Pv/Y&#10;CDlleDo202X/OeOEH0fDy12l1NPjvHsDEWgO9/B/+6AVZFm+hr838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d89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myB8QA&#10;AADdAAAADwAAAGRycy9kb3ducmV2LnhtbERPTWsCMRC9F/ofwhS81Wy1tbI1SrEKUvCgLZTehs24&#10;u3QzCcnobv+9ORR6fLzvxWpwnbpQTK1nAw/jAhRx5W3LtYHPj+39HFQSZIudZzLwSwlWy9ubBZbW&#10;93ygy1FqlUM4lWigEQml1qlqyGEa+0CcuZOPDiXDWGsbsc/hrtOTophphy3nhgYDrRuqfo5nZ2Df&#10;b8L78+zpFL7j40SnNytfazFmdDe8voASGuRf/OfeWQPT6TzPzW/yE9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5sg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7CP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jR7g7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Owj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o3MQA&#10;AADdAAAADwAAAGRycy9kb3ducmV2LnhtbERPS0sDMRC+C/6HMII3m22rbd02LVIVRPDQBxRvw2a6&#10;u7iZhGTsrv/eHASPH997tRlcpy4UU+vZwHhUgCKuvG25NnA8vN4tQCVBtth5JgM/lGCzvr5aYWl9&#10;zzu67KVWOYRTiQYakVBqnaqGHKaRD8SZO/voUDKMtbYR+xzuOj0pipl22HJuaDDQtqHqa//tDHz0&#10;L+F9Pns4h894P9Hp2cppK8bc3gxPS1BCg/yL/9xv1sB0+pj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WKN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otOcYA&#10;AADdAAAADwAAAGRycy9kb3ducmV2LnhtbESPUWvCMBSF3wf7D+EOfJGZaplsnVHmIChMEN1gr5fm&#10;2pY1NyWJtvv3iyDs8XDO+Q5nsRpsKy7kQ+NYwXSSgSAunWm4UvD1qR+fQYSIbLB1TAp+KcBqeX+3&#10;wMK4ng90OcZKJAiHAhXUMXaFlKGsyWKYuI44eSfnLcYkfSWNxz7BbStnWTaXFhtOCzV29F5T+XM8&#10;WwXrfV/lflyuB/dx2nw/aW30Tis1ehjeXkFEGuJ/+NbeGgV5/jKF65v0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otO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DpC8QA&#10;AADdAAAADwAAAGRycy9kb3ducmV2LnhtbESPUWvCMBSF3wf+h3AHe5vpqhtajSKOgshe5vYDLs21&#10;qTY3JYm1/nsjDPZ4OOd8h7NcD7YVPfnQOFbwNs5AEFdON1wr+P0pX2cgQkTW2DomBTcKsF6NnpZY&#10;aHflb+oPsRYJwqFABSbGrpAyVIYshrHriJN3dN5iTNLXUnu8JrhtZZ5lH9Jiw2nBYEdbQ9X5cLEK&#10;yn3+1Z8v2pduM0wtvZvT7NMo9fI8bBYgIg3xP/zX3mkFk8k8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w6Q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QW1cYA&#10;AADdAAAADwAAAGRycy9kb3ducmV2LnhtbESPUWvCMBSF3wf+h3AHvgxNZ9mY1Sg6CA4mjKng66W5&#10;tmXNTUmi7f79Mhjs8XDO+Q5nuR5sK27kQ+NYweM0A0FcOtNwpeB01JMXECEiG2wdk4JvCrBeje6W&#10;WBjX8yfdDrESCcKhQAV1jF0hZShrshimriNO3sV5izFJX0njsU9w28pZlj1Liw2nhRo7eq2p/Dpc&#10;rYLtR1/l/qHcDu79sjs/aW30Xis1vh82CxCRhvgf/mu/GQV5Ps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QW1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U5MQA&#10;AADdAAAADwAAAGRycy9kb3ducmV2LnhtbESP3WoCMRSE74W+QziF3mnWv6KrUURZKMUbrQ9w2Bw3&#10;q5uTJYnr9u2bQqGXw8x8w6y3vW1ERz7UjhWMRxkI4tLpmisFl69iuAARIrLGxjEp+KYA283LYI25&#10;dk8+UXeOlUgQDjkqMDG2uZShNGQxjFxLnLyr8xZjkr6S2uMzwW0jJ1n2Li3WnBYMtrQ3VN7PD6ug&#10;+Jwcu/tD+8Lt+pmlubktDkapt9d+twIRqY//4b/2h1YwnS5n8PsmP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V1O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xrWcIA&#10;AADdAAAADwAAAGRycy9kb3ducmV2LnhtbESP0YrCMBRE3wX/IVzBN03dbkWrUURQ1kerH3Bprm2x&#10;ualN1ta/NwsLPg4zc4ZZb3tTiye1rrKsYDaNQBDnVldcKLheDpMFCOeRNdaWScGLHGw3w8EaU207&#10;PtMz84UIEHYpKii9b1IpXV6SQTe1DXHwbrY16INsC6lb7ALc1PIriubSYMVhocSG9iXl9+zXKPh+&#10;dcdHltyjgzY0O8XNiX2eKDUe9bsVCE+9/4T/2z9aQRwvE/h7E56A3L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nGt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zsMsMA&#10;AADdAAAADwAAAGRycy9kb3ducmV2LnhtbESPzarCMBSE94LvEI7gTlMVyrUaRRRFXN1bf9aH5tgW&#10;m5PSRK1vby4ILoeZ+YaZL1tTiQc1rrSsYDSMQBBnVpecKzgdt4MfEM4ja6wsk4IXOVguup05Jto+&#10;+Y8eqc9FgLBLUEHhfZ1I6bKCDLqhrYmDd7WNQR9kk0vd4DPATSXHURRLgyWHhQJrWheU3dK7UXCP&#10;L+MTXw/6N928dtPNduXkOVeq32tXMxCeWv8Nf9p7rWAymcbw/yY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zsM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M2rsgA&#10;AADdAAAADwAAAGRycy9kb3ducmV2LnhtbESPT2vCQBTE74V+h+UVvNWNjaSaukoVCm0PFf8dvL1m&#10;n0k0+zZmV43f3i0UPA4z8xtmNGlNJc7UuNKygl43AkGcWV1yrmC9+ngegHAeWWNlmRRcycFk/Pgw&#10;wlTbCy/ovPS5CBB2KSoovK9TKV1WkEHXtTVx8Ha2MeiDbHKpG7wEuKnkSxQl0mDJYaHAmmYFZYfl&#10;ySjYzAfJcD796u+/f34xNvq41WWiVOepfX8D4an19/B/+1MriOPhK/y9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Mza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RgL8MA&#10;AADdAAAADwAAAGRycy9kb3ducmV2LnhtbERPy2rCQBTdC/2H4Ra600mTEtLUMfSBWlylKnR7yVyT&#10;YOZOyIwa+/XOouDycN7zYjSdONPgWssKnmcRCOLK6pZrBfvdcpqBcB5ZY2eZFFzJQbF4mMwx1/bC&#10;P3Te+lqEEHY5Kmi873MpXdWQQTezPXHgDnYw6AMcaqkHvIRw08k4ilJpsOXQ0GBPnw1Vx+3JKPhL&#10;f7F06/jjK9Geri/Zym7KlVJPj+P7GwhPo7+L/93fWkGSvIa54U14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NRgL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CWDMUA&#10;AADdAAAADwAAAGRycy9kb3ducmV2LnhtbESP3WrCQBSE74W+w3IKvTOb+keTuoqIBe/UtA9wyJ5u&#10;gtmzMbvV1Kd3BcHLYWa+YebL3jbiTJ2vHSt4T1IQxKXTNRsFP99fww8QPiBrbByTgn/ysFy8DOaY&#10;a3fhA52LYESEsM9RQRVCm0vpy4os+sS1xNH7dZ3FEGVnpO7wEuG2kaM0nUmLNceFCltaV1Qeiz+r&#10;4ORGU90XG9wdN9m+NmZyuh4mSr299qtPEIH68Aw/2lutYDzOMr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JY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vtG8EA&#10;AADdAAAADwAAAGRycy9kb3ducmV2LnhtbERPyW7CMBC9I/EP1iD1Bg7QsgQMapGQuLIcOA72kATi&#10;cYhdSPl6fKjE8ent82VjS3Gn2heOFfR7CQhi7UzBmYLDft2dgPAB2WDpmBT8kYflot2aY2rcg7d0&#10;34VMxBD2KSrIQ6hSKb3OyaLvuYo4cmdXWwwR1pk0NT5iuC3lIElG0mLBsSHHilY56evu1yrYFCf6&#10;Gunz1E5+9Pb4vIXh+GKU+ug03zMQgZrwFv+7N0bB8DOJ+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77Rv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67dMIA&#10;AADdAAAADwAAAGRycy9kb3ducmV2LnhtbERPW2vCMBR+H/gfwhF8m4k6xlaNMgVhwwtMZXs9NMem&#10;rDkpTVbrvzfCYI/fnW+26FwlWmpC6VnDaKhAEOfelFxoOB3Xjy8gQkQ2WHkmDVcKsJj3HmaYGX/h&#10;T2oPsRCphEOGGmyMdSZlyC05DENfEyft7BuHMcGmkKbBSyp3lRwr9SwdlpwWLNa0spT/HH6dhhb3&#10;V/Vtl7vXj3Kbj/fLr41JvB70u7cpiEhd/Df/pd+NhsmTGsH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rt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ebY8QA&#10;AADdAAAADwAAAGRycy9kb3ducmV2LnhtbESPQUvDQBSE70L/w/IK3uymUURit6UUKh419uDxmX3N&#10;ps2+F3bXJvrrXUHwOMzMN8xqM/leXSjETtjAclGAIm7EdtwaOLztbx5AxYRssRcmA18UYbOeXa2w&#10;sjLyK13q1KoM4VihAZfSUGkdG0ce40IG4uwdJXhMWYZW24Bjhvtel0Vxrz12nBccDrRz1JzrT29g&#10;fGo+TuXx3brvMMi+fpFT2Ysx1/Np+wgq0ZT+w3/tZ2vg9q4o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Xm2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B4X8cA&#10;AADdAAAADwAAAGRycy9kb3ducmV2LnhtbESP3WoCMRSE7wu+QzhC77rZaqmyNYrVCkUU8e/+dHO6&#10;u5qcLJtUt2/fCAUvh5n5hhlNWmvEhRpfOVbwnKQgiHOnKy4UHPaLpyEIH5A1Gsek4Jc8TMadhxFm&#10;2l15S5ddKESEsM9QQRlCnUnp85Is+sTVxNH7do3FEGVTSN3gNcKtkb00fZUWK44LJdY0Kyk/736s&#10;gsVmbk699XZ6lGH2Mfgyw+X7fKXUY7edvoEI1IZ7+L/9qRX0X9I+3N7EJ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we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4tksYA&#10;AADdAAAADwAAAGRycy9kb3ducmV2LnhtbESPW4vCMBSE3wX/QzjCvoimrhekGkUE0YUVvIGvx+bY&#10;FpuT0mRr999vFgQfh5n5hpkvG1OImiqXW1Yw6EcgiBOrc04VXM6b3hSE88gaC8uk4JccLBft1hxj&#10;bZ98pPrkUxEg7GJUkHlfxlK6JCODrm9L4uDdbWXQB1mlUlf4DHBTyM8omkiDOYeFDEtaZ5Q8Tj9G&#10;QX34vqW72pVfj2nXjYe37Xavr0p9dJrVDISnxr/Dr/ZOKxiOohH8vw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z4tk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P0wMcA&#10;AADdAAAADwAAAGRycy9kb3ducmV2LnhtbESPT2sCMRTE7wW/Q3hCbzWpf4rdGqUKhV4EtT3U23Pz&#10;uru4edkmqa5+eiMIHoeZ+Q0zmbW2FgfyoXKs4bmnQBDnzlRcaPj++ngagwgR2WDtmDScKMBs2nmY&#10;YGbckdd02MRCJAiHDDWUMTaZlCEvyWLouYY4eb/OW4xJ+kIaj8cEt7XsK/UiLVacFkpsaFFSvt/8&#10;Ww3z1/H8bzXk5Xm929L2Z7cf9b3S+rHbvr+BiNTGe/jW/jQaBkM1guub9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T9MDHAAAA3QAAAA8AAAAAAAAAAAAAAAAAmAIAAGRy&#10;cy9kb3ducmV2LnhtbFBLBQYAAAAABAAEAPUAAACMAwAAAAA=&#10;" fillcolor="black" stroked="f"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ipucgA&#10;AADd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l+S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KKm5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Eyl8YA&#10;AADdAAAADwAAAGRycy9kb3ducmV2LnhtbESPQU8CMRSE7yb+h+aZeJNWMUIWCiESohcPIoTry/ax&#10;XXf7urQFFn69NTHxOJmZbzLTee9acaIQa88aHgcKBHHpTc2Vhs3X6mEMIiZkg61n0nChCPPZ7c0U&#10;C+PP/EmndapEhnAsUINNqSukjKUlh3HgO+Ls7X1wmLIMlTQBzxnuWvmk1It0WHNesNjRq6WyWR+d&#10;hrDYLZsrH7eNun5c4tt3fxij1fr+rl9MQCTq03/4r/1uNAyf1Qh+3+Qn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Eyl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oDV8MA&#10;AADdAAAADwAAAGRycy9kb3ducmV2LnhtbERP22oCMRB9L/QfwhR8KTWpFmu3RikFQVAELx8wbqa7&#10;S5PJspnq2q9vHoQ+Hs59tuiDV2fqUhPZwvPQgCIuo2u4snA8LJ+moJIgO/SRycKVEizm93czLFy8&#10;8I7Oe6lUDuFUoIVapC20TmVNAdMwtsSZ+4pdQMmwq7Tr8JLDg9cjYyY6YMO5ocaWPmsqv/c/wYIf&#10;nfzb+jVt5HrUG/MbZPe4ddYOHvqPd1BCvfyLb+6VszB+MXlufpOfgJ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oDV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piMYA&#10;AADdAAAADwAAAGRycy9kb3ducmV2LnhtbESPT2sCMRTE7wW/Q3gFbzVbK6XdGsU/CHvx0NXi9bl5&#10;3SxNXpZNqquf3hQKHoeZ+Q0znffOihN1ofGs4HmUgSCuvG64VrDfbZ7eQISIrNF6JgUXCjCfDR6m&#10;mGt/5k86lbEWCcIhRwUmxjaXMlSGHIaRb4mT9+07hzHJrpa6w3OCOyvHWfYqHTacFgy2tDJU/ZS/&#10;TsG6bO14X5hlOHxtj0dbXDd0WCs1fOwXHyAi9fEe/m8XWsHLJHuH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qpi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7ZecEA&#10;AADdAAAADwAAAGRycy9kb3ducmV2LnhtbERPy4rCMBTdD/gP4QruxsQHjlSjiCgIsxpHF+4uybWt&#10;Njelibb+/WQhzPJw3st15yrxpCaUnjWMhgoEsfG25FzD6Xf/OQcRIrLFyjNpeFGA9ar3scTM+pZ/&#10;6HmMuUghHDLUUMRYZ1IGU5DDMPQ1ceKuvnEYE2xyaRtsU7ir5FipmXRYcmoosKZtQeZ+fDgNt738&#10;9kahOZ/O7cF+XXYzqpTWg363WYCI1MV/8dt9sBom01Han96kJyB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+2Xn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vezMUA&#10;AADdAAAADwAAAGRycy9kb3ducmV2LnhtbESPQWvCQBSE74X+h+UJvdVNVEpIXcUKQlF6qIr0+Mw+&#10;k5Ds27C7avz3XUHwOMzMN8x03ptWXMj52rKCdJiAIC6srrlUsN+t3jMQPiBrbC2Tght5mM9eX6aY&#10;a3vlX7psQykihH2OCqoQulxKX1Rk0A9tRxy9k3UGQ5SulNrhNcJNK0dJ8iEN1hwXKuxoWVHRbM9G&#10;wd95w6ef8XrhvsLB9jvfjI5Zo9TboF98ggjUh2f40f7WCsaTNIX7m/g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97M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P6ac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bwPBqm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j+mnHAAAA3QAAAA8AAAAAAAAAAAAAAAAAmAIAAGRy&#10;cy9kb3ducmV2LnhtbFBLBQYAAAAABAAEAPUAAACMAwAAAAA=&#10;" fillcolor="black" stroked="f"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Ol88UA&#10;AADdAAAADwAAAGRycy9kb3ducmV2LnhtbESPQUsDMRSE70L/Q3gFbzbbroisTctSKIqnbVW8vm5e&#10;N0s3L0sS0/XfG0HwOMzMN8x6O9lBJPKhd6xguShAELdO99wpeH/b3z2CCBFZ4+CYFHxTgO1mdrPG&#10;SrsrHygdYycyhEOFCkyMYyVlaA1ZDAs3Emfv7LzFmKXvpPZ4zXA7yFVRPEiLPecFgyPtDLWX45dV&#10;kE67pi7TZzKHV1933jXPH6dGqdv5VD+BiDTF//Bf+0UrKO+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06X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3ddcYA&#10;AADdAAAADwAAAGRycy9kb3ducmV2LnhtbESPQUvDQBSE74X+h+UVvJlNtBRNsylSVNRLNS3o8ZF9&#10;zQazb0N2TaO/3hWEHoeZ+YYpNpPtxEiDbx0ryJIUBHHtdMuNgsP+4fIGhA/IGjvHpOCbPGzK+azA&#10;XLsTv9FYhUZECPscFZgQ+lxKXxuy6BPXE0fv6AaLIcqhkXrAU4TbTl6l6UpabDkuGOxpa6j+rL6s&#10;Ap9t799f7M/t+PFoeFc9m9VrY5S6WEx3axCBpnAO/7eftILrZbaEvzfxCcj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3dd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445FF" w:rsidRDefault="008445FF" w:rsidP="008445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8445FF" w:rsidRPr="00A70248" w:rsidRDefault="008445FF" w:rsidP="008445F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РІШЕННЯ</w:t>
      </w: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Х______  сесії сільської ради 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8445FF" w:rsidRPr="00A70248" w:rsidRDefault="008445FF" w:rsidP="008445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___.01.2020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року                                            Крупець                                                       №___</w:t>
      </w:r>
    </w:p>
    <w:p w:rsidR="008445FF" w:rsidRPr="00A70248" w:rsidRDefault="008445FF" w:rsidP="008445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8445FF" w:rsidRPr="00A70248" w:rsidRDefault="008445FF" w:rsidP="008445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8445FF" w:rsidRPr="00A70248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Рекульського В.І.</w:t>
      </w:r>
    </w:p>
    <w:p w:rsidR="008445FF" w:rsidRPr="00A70248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Рекульського В..І.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</w:t>
      </w:r>
    </w:p>
    <w:p w:rsidR="008445FF" w:rsidRDefault="008445FF" w:rsidP="00844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ВИРІШИЛА:</w:t>
      </w:r>
    </w:p>
    <w:p w:rsidR="008445FF" w:rsidRPr="00A70248" w:rsidRDefault="008445FF" w:rsidP="00844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45FF" w:rsidRPr="00A70248" w:rsidRDefault="008445FF" w:rsidP="00844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Рекульському Віктору Івановичу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ділянки, 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для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,0710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Хмельницька область, Славутський  район, 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Стригани</w:t>
      </w:r>
      <w:r w:rsidRPr="00A7024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8445FF" w:rsidRPr="00B668A1" w:rsidRDefault="008445FF" w:rsidP="008445F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 Передати Рекульському Віктору Івановичу, який зареєстрована за адресою: </w:t>
      </w:r>
      <w:r w:rsidR="001F13BE" w:rsidRPr="001F13BE">
        <w:rPr>
          <w:rFonts w:ascii="Times New Roman" w:eastAsia="Arial Unicode MS" w:hAnsi="Times New Roman" w:cs="Times New Roman"/>
          <w:sz w:val="24"/>
          <w:szCs w:val="24"/>
          <w:lang w:eastAsia="uk-UA"/>
        </w:rPr>
        <w:t>______________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ідентифікаційний номер </w:t>
      </w:r>
      <w:r w:rsidR="001F13B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___________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власність земельну ділянку, площею 0,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1200 га, кадастровий номер: 6823984000:02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08:0039, для індивідуального садівництва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 розташована Хмельницька область, Славутськ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 район, с.Стригани.</w:t>
      </w:r>
    </w:p>
    <w:p w:rsidR="008445FF" w:rsidRPr="00B668A1" w:rsidRDefault="008445FF" w:rsidP="008445F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Рекульському В.І., якому</w:t>
      </w: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445FF" w:rsidRDefault="008445FF" w:rsidP="008445F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445FF" w:rsidRPr="008445FF" w:rsidRDefault="008445FF" w:rsidP="008445F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E807B3" w:rsidRPr="008445FF" w:rsidRDefault="008445FF" w:rsidP="00844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      В.А.Михалюк </w:t>
      </w:r>
    </w:p>
    <w:sectPr w:rsidR="00E807B3" w:rsidRPr="008445FF" w:rsidSect="008445FF">
      <w:pgSz w:w="12240" w:h="15840"/>
      <w:pgMar w:top="1440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8445FF"/>
    <w:rsid w:val="00171A2E"/>
    <w:rsid w:val="001F13BE"/>
    <w:rsid w:val="00304C90"/>
    <w:rsid w:val="00476F5D"/>
    <w:rsid w:val="00505B6D"/>
    <w:rsid w:val="006D3977"/>
    <w:rsid w:val="007D6C18"/>
    <w:rsid w:val="008445FF"/>
    <w:rsid w:val="00AB4BB8"/>
    <w:rsid w:val="00C85FE0"/>
    <w:rsid w:val="00D1641A"/>
    <w:rsid w:val="00E80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FF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284</Words>
  <Characters>1621</Characters>
  <Application>Microsoft Office Word</Application>
  <DocSecurity>0</DocSecurity>
  <Lines>13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2020-01-13T07:12:00Z</dcterms:created>
  <dcterms:modified xsi:type="dcterms:W3CDTF">2020-01-13T07:24:00Z</dcterms:modified>
</cp:coreProperties>
</file>