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2D" w:rsidRPr="003B50D1" w:rsidRDefault="0013222D" w:rsidP="00132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13222D" w:rsidRPr="003B50D1" w:rsidRDefault="0013222D" w:rsidP="00132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13222D" w:rsidRPr="003B50D1" w:rsidRDefault="0013222D" w:rsidP="00132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5DD377" wp14:editId="55864955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724" name="Группа 12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7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22D" w:rsidRDefault="0013222D" w:rsidP="001322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2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YIcQA&#10;AADeAAAADwAAAGRycy9kb3ducmV2LnhtbERPyWrDMBC9F/oPYgq5NXIc2gQnijGlDT4EShbfB2u8&#10;EGtkLDV2/j4qFHqbx1tnm06mEzcaXGtZwWIegSAurW65VnA5f72uQTiPrLGzTAru5CDdPT9tMdF2&#10;5CPdTr4WIYRdggoa7/tESlc2ZNDNbU8cuMoOBn2AQy31gGMIN52Mo+hdGmw5NDTY00dD5fX0YxTY&#10;5T4/FHV8XH7yynP2va6K6aDU7GXKNiA8Tf5f/OfOdZgfr+I3+H0n3C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A2CH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b09ccA&#10;AADeAAAADwAAAGRycy9kb3ducmV2LnhtbERPTWsCMRC9C/0PYQpepGa7h7XdGqUIa60HQVvoddhM&#10;N9tuJkuS6uqvbwoFb/N4nzNfDrYTR/KhdazgfpqBIK6dbrlR8P5W3T2ACBFZY+eYFJwpwHJxM5pj&#10;qd2J93Q8xEakEA4lKjAx9qWUoTZkMUxdT5y4T+ctxgR9I7XHUwq3ncyzrJAWW04NBntaGaq/Dz9W&#10;wVe1Mx+r2WXtJ497ukyq7Uv3Wig1vh2en0BEGuJV/O/e6DQ/n+UF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W9P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1b8UA&#10;AADeAAAADwAAAGRycy9kb3ducmV2LnhtbESP0YrCMBBF3wX/IYywL7KmW0GXahRZdBFfpOoHDM3Y&#10;FJtJaaLt/v1GEHyb4d65585y3dtaPKj1lWMFX5MEBHHhdMWlgst59/kNwgdkjbVjUvBHHtar4WCJ&#10;mXYd5/Q4hVLEEPYZKjAhNJmUvjBk0U9cQxy1q2sthri2pdQtdjHc1jJNkpm0WHEkGGzox1BxO91t&#10;hByneDxcu/Put8cOtwfD402u1Meo3yxABOrD2/y63utYP52nc3i+E2e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ifV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J0J8YA&#10;AADeAAAADwAAAGRycy9kb3ducmV2LnhtbESPQUvEQAyF74L/YYjgzZ1adFfqzi6yKojgwVUQb6GT&#10;bYudzDATt/Xfm4PgLeG9vPdlvZ3DaI6UyxDZweWiAkPcRj9w5+D97fHiBkwRZI9jZHLwQwW2m9OT&#10;NTY+TvxKx710RkO4NOigF0mNtaXtKWBZxESs2iHmgKJr7qzPOGl4GG1dVUsbcGBt6DHRrqf2a/8d&#10;HLxMD+l5tbw+pM98Vdty7+VjJ86dn813t2CEZvk3/10/ecWvV7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J0J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rEhsUA&#10;AADeAAAADwAAAGRycy9kb3ducmV2LnhtbESP0YrCMBBF3xf8hzCCL4umVljdrlFEVMQXUfcDhmZs&#10;yjaT0kRb/94Iwr7NcO/cc2e+7Gwl7tT40rGC8SgBQZw7XXKh4PeyHc5A+ICssXJMCh7kYbnofcwx&#10;067lE93PoRAxhH2GCkwIdSalzw1Z9CNXE0ft6hqLIa5NIXWDbQy3lUyT5EtaLDkSDNa0NpT/nW82&#10;Qo4TPB6u7WW767DFzcHw5+qk1KDfrX5ABOrCv/l9vdexfjpNv+H1TpxB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WsS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3u/McA&#10;AADeAAAADwAAAGRycy9kb3ducmV2LnhtbESPQUsDMRCF74L/IUyhN5vtqm1ZmxapCiL0YBWkt2Ez&#10;3V3cTEKSdtd/7xwEbzPMm/fet96OrlcXiqnzbGA+K0AR19523Bj4/Hi5WYFKGdli75kM/FCC7eb6&#10;ao2V9QO/0+WQGyUmnCo00OYcKq1T3ZLDNPOBWG4nHx1mWWOjbcRBzF2vy6JYaIcdS0KLgXYt1d+H&#10;szOwH57D23JxfwrHeFfq9GTz1y4bM52Mjw+gMo35X/z3/Wqlfrm8FQDBkR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97vz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RWjsUA&#10;AADeAAAADwAAAGRycy9kb3ducmV2LnhtbERP32vCMBB+H/g/hBv4IjNVmRvVKCqECRNkbuDr0Zxt&#10;WXMpSWa7/34RhL3dx/fzluveNuJKPtSOFUzGGQjiwpmaSwVfn/rpFUSIyAYbx6TglwKsV4OHJebG&#10;dfxB11MsRQrhkKOCKsY2lzIUFVkMY9cSJ+7ivMWYoC+l8dilcNvIaZbNpcWaU0OFLe0qKr5PP1bB&#10;9tiVMz8qtr17v7ydn7U2+qCVGj72mwWISH38F9/de5PmT19mE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Fa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CBsMA&#10;AADe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p+/zXP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aCB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ptYsUA&#10;AADeAAAADwAAAGRycy9kb3ducmV2LnhtbERP32vCMBB+H+x/CDfwRWY6y9zojDKFoDBBdIO9Hs3Z&#10;ljWXkkTb/feLIOztPr6fN18OthUX8qFxrOBpkoEgLp1puFLw9akfX0GEiGywdUwKfinAcnF/N8fC&#10;uJ4PdDnGSqQQDgUqqGPsCilDWZPFMHEdceJOzluMCfpKGo99CretnGbZTFpsODXU2NG6pvLneLYK&#10;Vvu+yv24XA3u47T5ftba6J1WavQwvL+BiDTEf/HNvTVp/vQlz+H6Tr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6m1i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/6cMA&#10;AADeAAAADwAAAGRycy9kb3ducmV2LnhtbERP3WrCMBS+H/gO4Qi7m6mdm1KNIo7CGLuZ+gCH5thU&#10;m5OSxNq9/TIQvDsf3+9ZbQbbip58aBwrmE4yEMSV0w3XCo6H8mUBIkRkja1jUvBLATbr0dMKC+1u&#10;/EP9PtYihXAoUIGJsSukDJUhi2HiOuLEnZy3GBP0tdQebynctjLPsndpseHUYLCjnaHqsr9aBeVX&#10;/t1frtqXbjvMLL2Z8+LDKPU8HrZLEJGG+BDf3Z86zc/nrz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O/6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GEmsIA&#10;AADeAAAADwAAAGRycy9kb3ducmV2LnhtbERPzWrCQBC+F/oOywje6iZqrETXUISIHhv7AEN2TILZ&#10;2TS7TeLbu4VCb/Px/c4+m0wrBupdY1lBvIhAEJdWN1wp+Lrmb1sQziNrbC2Tggc5yA6vL3tMtR35&#10;k4bCVyKEsEtRQe19l0rpypoMuoXtiAN3s71BH2BfSd3jGMJNK5dRtJEGGw4NNXZ0rKm8Fz9Gwfox&#10;nr6L5B7l2lB8WXUX9mWi1Hw2fexAeJr8v/jPfdZh/vJ9lcDvO+EG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sYS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EMQsQA&#10;AADeAAAADwAAAGRycy9kb3ducmV2LnhtbERPTWvCQBC9C/0PyxR6M5umENvUVaRiKZ40TXsesmMS&#10;mp0N2TWJ/74rCN7m8T5nuZ5MKwbqXWNZwXMUgyAurW64UlB87+avIJxH1thaJgUXcrBePcyWmGk7&#10;8pGG3FcihLDLUEHtfZdJ6cqaDLrIdsSBO9neoA+wr6TucQzhppVJHKfSYMOhocaOPmoq//KzUXBO&#10;f5OCT3t9yLeXz7ftbuPkT6XU0+O0eQfhafJ38c39pcP8ZPGSwvWdcIN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hDE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IZxMYA&#10;AADeAAAADwAAAGRycy9kb3ducmV2LnhtbERPS2vCQBC+F/wPywje6kYt0UZXqUKh7UHx0YO3MTsm&#10;sdnZNLvV+O+7guBtPr7nTGaNKcWZaldYVtDrRiCIU6sLzhTstu/PIxDOI2ssLZOCKzmYTVtPE0y0&#10;vfCazhufiRDCLkEFufdVIqVLczLourYiDtzR1gZ9gHUmdY2XEG5K2Y+iWBosODTkWNEip/Rn82cU&#10;fK9G8etq/vly+loecGD0714XsVKddvM2BuGp8Q/x3f2hw/z+cDCE2zvhBj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IZx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aIscA&#10;AADeAAAADwAAAGRycy9kb3ducmV2LnhtbESPT2vCQBDF70K/wzKF3urGWFRSV9GWWvHkP/A6ZKdJ&#10;MDsbsluN/fTOoeBthvfmvd9M552r1YXaUHk2MOgnoIhzbysuDBwPX68TUCEiW6w9k4EbBZjPnnpT&#10;zKy/8o4u+1goCeGQoYEyxibTOuQlOQx93xCL9uNbh1HWttC2xauEu1qnSTLSDiuWhhIb+igpP+9/&#10;nYG/0Qm34Ttdfg5tpNvbZOU325UxL8/d4h1UpC4+zP/Xayv46XgovPKOzK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kGi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HWF8QA&#10;AADeAAAADwAAAGRycy9kb3ducmV2LnhtbERPzWrCQBC+C32HZQRvdWPUtqbZSCkK3qxpH2DITjfB&#10;7GzMbjX26btCwdt8fL+TrwfbijP1vnGsYDZNQBBXTjdsFHx9bh9fQPiArLF1TAqu5GFdPIxyzLS7&#10;8IHOZTAihrDPUEEdQpdJ6auaLPqp64gj9+16iyHC3kjd4yWG21amSfIkLTYcG2rs6L2m6lj+WAUn&#10;ly71UG5wf9ysPhpjFqffw0KpyXh4ewURaAh38b97p+P89Hm+gts78QZ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R1h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qHMYA&#10;AADeAAAADwAAAGRycy9kb3ducmV2LnhtbESPQW/CMAyF70j8h8hI3CAdMGAdAQ0kJK6wHXb0EtN2&#10;a5yuCVD26+fDpN1s+fm99602na/VldpYBTbwMM5AEdvgKi4MvL3uR0tQMSE7rAOTgTtF2Kz7vRXm&#10;Ltz4SNdTKpSYcMzRQJlSk2sdbUke4zg0xHI7h9ZjkrUttGvxJua+1pMsm2uPFUtCiQ3tSrJfp4s3&#10;cKg+6HFuz09+ubXH95/vNF18OmOGg+7lGVSiLv2L/74PTupPFjMBEBy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FqH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w2UMYA&#10;AADeAAAADwAAAGRycy9kb3ducmV2LnhtbERP0WrCQBB8L/gPxwp9ay6GojZ6Si0UKlWhtujrkltz&#10;obm9kLvG+Pc9QfBtdmdnZme+7G0tOmp95VjBKElBEBdOV1wq+Pl+f5qC8AFZY+2YFFzIw3IxeJhj&#10;rt2Zv6jbh1JEE/Y5KjAhNLmUvjBk0SeuIY7cybUWQxzbUuoWz9Hc1jJL07G0WHFMMNjQm6Hid/9n&#10;FXS4u6RHs9q+rKtNke1Wh08d9+px2L/OQATqw/34pv7Q8f1s8jyC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w2U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3vcIA&#10;AADeAAAADwAAAGRycy9kb3ducmV2LnhtbERPTUsDMRC9C/6HMII3mzWIytq0FKHiUdcePI6b6Wbb&#10;zcySxO7qrzeC4G0e73OW6zkM6kQx9cIWrhcVKOJWXM+dhd3b9uoeVMrIDgdhsvBFCdar87Ml1k4m&#10;fqVTkztVQjjVaMHnPNZap9ZTwLSQkbhwe4kBc4Gx0y7iVMLDoE1V3eqAPZcGjyM9emqPzWewMD21&#10;Hwezf3f+O46ybV7kYAax9vJi3jyAyjTnf/Gf+9mV+ebuxs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3e9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CMcUA&#10;AADeAAAADwAAAGRycy9kb3ducmV2LnhtbERP22oCMRB9F/oPYQq+adZtUdkaxXqBIpWi1ffpZtzd&#10;Npksm1TXv2+Egm9zONeZzFprxJkaXzlWMOgnIIhzpysuFBw+170xCB+QNRrHpOBKHmbTh84EM+0u&#10;vKPzPhQihrDPUEEZQp1J6fOSLPq+q4kjd3KNxRBhU0jd4CWGWyPTJBlKixXHhhJrWpSU/+x/rYL1&#10;x9J8p9vd/CjDYjX6MuPN6/Jdqe5jO38BEagNd/G/+03H+eno+Qlu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8I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H0cYA&#10;AADeAAAADwAAAGRycy9kb3ducmV2LnhtbERPTWvCQBC9F/oflhF6Ed3UWivRVUQosaBQY8HrmB2T&#10;YHY2ZLdJ+u+7BaG3ebzPWa57U4mWGldaVvA8jkAQZ1aXnCv4Or2P5iCcR9ZYWSYFP+RgvXp8WGKs&#10;bcdHalOfixDCLkYFhfd1LKXLCjLoxrYmDtzVNgZ9gE0udYNdCDeVnETRTBosOTQUWNO2oOyWfhsF&#10;7ef+ku9aV3/c5kP3+nJJkoM+K/U06DcLEJ56/y++u3c6zJ+8Tafw9064Q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iH0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222D" w:rsidRDefault="0013222D" w:rsidP="0013222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cV8YA&#10;AADeAAAADwAAAGRycy9kb3ducmV2LnhtbERPTWvCQBC9F/wPywi9NRuDthpdpRYKvQhqe6i3MTsm&#10;wexsurvV1F/vCgVv83ifM1t0phEncr62rGCQpCCIC6trLhV8fb4/jUH4gKyxsUwK/sjDYt57mGGu&#10;7Zk3dNqGUsQQ9jkqqEJocyl9UZFBn9iWOHIH6wyGCF0ptcNzDDeNzNL0WRqsOTZU2NJbRcVx+2sU&#10;LCfj5c96yKvLZr+j3ff+OMpcqtRjv3udggjUhbv43/2h4/zsZTiC2zvxBj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hcV8YAAADeAAAADwAAAAAAAAAAAAAAAACYAgAAZHJz&#10;L2Rvd25yZXYueG1sUEsFBgAAAAAEAAQA9QAAAIsDAAAAAA==&#10;" fillcolor="black" stroked="f">
                  <v:textbox>
                    <w:txbxContent>
                      <w:p w:rsidR="0013222D" w:rsidRDefault="0013222D" w:rsidP="0013222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MIMYA&#10;AADeAAAADwAAAGRycy9kb3ducmV2LnhtbERPTWvCQBC9C/0Pywi96cbQppK6Sm0tCLUHbQ89TrPT&#10;ZEl2NmRXjf56Vyh4m8f7nNmit404UOeNYwWTcQKCuHDacKng++t9NAXhA7LGxjEpOJGHxfxuMMNc&#10;uyNv6bALpYgh7HNUUIXQ5lL6oiKLfuxa4sj9uc5iiLArpe7wGMNtI9MkyaRFw7GhwpZeKyrq3d4q&#10;+PnIzHRrKP3dnJcrvXmsl59vtVL3w/7lGUSgPtzE/+61jvPTp4cMru/EG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nMI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cEicQA&#10;AADeAAAADwAAAGRycy9kb3ducmV2LnhtbERPS2sCMRC+F/wPYYTealYpVbZGEYvoxYMveh020812&#10;N5NtEnX11zdCobf5+J4znXe2ERfyoXKsYDjIQBAXTldcKjgeVi8TECEia2wck4IbBZjPek9TzLW7&#10;8o4u+1iKFMIhRwUmxjaXMhSGLIaBa4kT9+W8xZigL6X2eE3htpGjLHuTFitODQZbWhoq6v3ZKvCL&#10;z4/6zudTnd23t7D+7n4maJR67neLdxCRuvgv/nNvdJo/Gr+O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nBI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msMcA&#10;AADeAAAADwAAAGRycy9kb3ducmV2LnhtbESP3UoDQQyF74W+wxDBG2lnXcTWtdNSBEGwCP15gLgT&#10;dxdnMstObLc+vbkQvEs4J+d8Wa7HGMyJhtwldnA3K8AQ18l33Dg4Hl6mCzBZkD2GxOTgQhnWq8nV&#10;Eiufzryj014aoyGcK3TQivSVtbluKWKepZ5Ytc80RBRdh8b6Ac8aHoMti+LBRuxYG1rs6bml+mv/&#10;HR2E8iM8vs3zVi5Huy1+ouxu371zN9fj5gmM0Cj/5r/rV6/45fxeefUd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JJrD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XCccUA&#10;AADeAAAADwAAAGRycy9kb3ducmV2LnhtbERPyWrDMBC9F/IPYgq5NXJN6OJGCVkI+NJD3ZRcJ9bE&#10;MpFGxlISp19fFQq9zeOtM1sMzooL9aH1rOBxkoEgrr1uuVGw+9w+vIAIEVmj9UwKbhRgMR/dzbDQ&#10;/sofdKliI1IIhwIVmBi7QspQG3IYJr4jTtzR9w5jgn0jdY/XFO6szLPsSTpsOTUY7GhtqD5VZ6dg&#10;U3U235VmFfZf74eDLb+3tN8oNb4flm8gIg3xX/znLnWanz9PX+H3nXSD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cJx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NPB8UA&#10;AADeAAAADwAAAGRycy9kb3ducmV2LnhtbESPQWsCMRCF74X+hzCF3mpSoSqrUUqpIHjS6sHbkIy7&#10;q5vJsknd7b93DkJvM8yb9963WA2hUTfqUh3ZwvvIgCJ20ddcWjj8rN9moFJG9thEJgt/lGC1fH5a&#10;YOFjzzu67XOpxIRTgRaqnNtC6+QqCphGsSWW2zl2AbOsXal9h72Yh0aPjZnogDVLQoUtfVXkrvvf&#10;YOGy1tvoDLrj4dhv/PT0PaHGWPv6MnzOQWUa8r/48b3xUn88/RAAwZ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08H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Z+8QA&#10;AADeAAAADwAAAGRycy9kb3ducmV2LnhtbERPS2vCQBC+F/wPywi91Y2RVomuooJQKj34QDyO2TEJ&#10;yc6G3VXTf98VCr3Nx/ec2aIzjbiT85VlBcNBAoI4t7riQsHxsHmbgPABWWNjmRT8kIfFvPcyw0zb&#10;B+/ovg+FiCHsM1RQhtBmUvq8JIN+YFviyF2tMxgidIXUDh8x3DQyTZIPabDi2FBiS+uS8np/MwrO&#10;ty1fv0dfS7cKJ9sdfJ1eJrVSr/1uOQURqAv/4j/3p47z0/H7EJ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XGf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222D" w:rsidRDefault="0013222D" w:rsidP="0013222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S/sYA&#10;AADeAAAADwAAAGRycy9kb3ducmV2LnhtbERPS2sCMRC+F/wPYQRvNeuiVVejaKHQS6E+DnobN+Pu&#10;4mayTVLd9tc3QsHbfHzPmS9bU4srOV9ZVjDoJyCIc6srLhTsd2/PExA+IGusLZOCH/KwXHSe5php&#10;e+MNXbehEDGEfYYKyhCaTEqfl2TQ921DHLmzdQZDhK6Q2uEthptapknyIg1WHBtKbOi1pPyy/TYK&#10;1tPJ+utzyB+/m9ORjofTZZS6RKlet13NQARqw0P8737XcX46HqVw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hS/sYAAADeAAAADwAAAAAAAAAAAAAAAACYAgAAZHJz&#10;L2Rvd25yZXYueG1sUEsFBgAAAAAEAAQA9QAAAIsDAAAAAA==&#10;" fillcolor="black" stroked="f">
                  <v:textbox>
                    <w:txbxContent>
                      <w:p w:rsidR="0013222D" w:rsidRDefault="0013222D" w:rsidP="0013222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L8z8QA&#10;AADeAAAADwAAAGRycy9kb3ducmV2LnhtbERPTUsDMRC9C/0PYQrebLYtalmblqUgiqdtVXqdbsbN&#10;0s1kSWK6/nsjCL3N433OejvaXiTyoXOsYD4rQBA3TnfcKvh4f75bgQgRWWPvmBT8UIDtZnKzxlK7&#10;C+8pHWIrcgiHEhWYGIdSytAYshhmbiDO3JfzFmOGvpXa4yWH214uiuJBWuw4NxgcaGeoOR++rYJ0&#10;2tXVMh2T2b/5qvWufvk81UrdTsfqCUSkMV7F/+5XnecvHu+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i/M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222D" w:rsidRDefault="0013222D" w:rsidP="0013222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cgssYA&#10;AADeAAAADwAAAGRycy9kb3ducmV2LnhtbERPTUvDQBC9F/wPywje2k2KbTVmW6TYol6ssVCPQ3bM&#10;BrOzIbtNo7/eFQq9zeN9Tr4abCN66nztWEE6SUAQl07XXCnYf2zGdyB8QNbYOCYFP+Rhtbwa5Zhp&#10;d+J36otQiRjCPkMFJoQ2k9KXhiz6iWuJI/flOoshwq6SusNTDLeNnCbJXFqsOTYYbGltqPwujlaB&#10;T9dPh1f7e99/bg2/FS9mvquMUjfXw+MDiEBDuIjP7mcd508Xs1v4fyfe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cgss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222D" w:rsidRDefault="0013222D" w:rsidP="0013222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222D" w:rsidRPr="003B50D1" w:rsidRDefault="0013222D" w:rsidP="00132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13222D" w:rsidRPr="003B50D1" w:rsidRDefault="0013222D" w:rsidP="00132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13222D" w:rsidRPr="003B50D1" w:rsidRDefault="0013222D" w:rsidP="0013222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3222D" w:rsidRPr="003B50D1" w:rsidRDefault="0013222D" w:rsidP="00132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13222D" w:rsidRPr="003B50D1" w:rsidRDefault="0013222D" w:rsidP="00132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3222D" w:rsidRPr="003B50D1" w:rsidRDefault="0013222D" w:rsidP="001322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222D" w:rsidRPr="003B50D1" w:rsidRDefault="0013222D" w:rsidP="001322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3222D" w:rsidRPr="003B50D1" w:rsidRDefault="0013222D" w:rsidP="001322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222D" w:rsidRPr="003B50D1" w:rsidRDefault="0013222D" w:rsidP="001322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3222D" w:rsidRPr="003B50D1" w:rsidRDefault="0013222D" w:rsidP="0013222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3222D" w:rsidRPr="003B50D1" w:rsidRDefault="0013222D" w:rsidP="0013222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3222D" w:rsidRPr="003B50D1" w:rsidRDefault="0013222D" w:rsidP="001322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13222D" w:rsidRPr="003B50D1" w:rsidRDefault="0013222D" w:rsidP="0013222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3222D" w:rsidRPr="003B50D1" w:rsidRDefault="0013222D" w:rsidP="001322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222D" w:rsidRPr="003B50D1" w:rsidRDefault="0013222D" w:rsidP="001322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3222D" w:rsidRPr="003B50D1" w:rsidRDefault="0013222D" w:rsidP="001322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</w:t>
      </w:r>
      <w:r>
        <w:rPr>
          <w:rFonts w:ascii="Times New Roman" w:eastAsia="Calibri" w:hAnsi="Times New Roman" w:cs="Times New Roman"/>
          <w:b/>
          <w:sz w:val="24"/>
          <w:szCs w:val="24"/>
        </w:rPr>
        <w:t>ння земельної ділянки  зі</w:t>
      </w:r>
    </w:p>
    <w:p w:rsidR="0013222D" w:rsidRDefault="0013222D" w:rsidP="0013222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зміною цільового призначення та</w:t>
      </w:r>
    </w:p>
    <w:p w:rsidR="0013222D" w:rsidRPr="003B50D1" w:rsidRDefault="0013222D" w:rsidP="0013222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передачі її у власність</w:t>
      </w: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13222D" w:rsidRPr="003B50D1" w:rsidRDefault="0013222D" w:rsidP="0013222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Н. В.</w:t>
      </w:r>
    </w:p>
    <w:p w:rsidR="0013222D" w:rsidRPr="003B50D1" w:rsidRDefault="0013222D" w:rsidP="00132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22D" w:rsidRPr="003B50D1" w:rsidRDefault="0013222D" w:rsidP="00132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22D" w:rsidRPr="003B50D1" w:rsidRDefault="0013222D" w:rsidP="00132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3222D" w:rsidRPr="003B50D1" w:rsidRDefault="0013222D" w:rsidP="00132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3222D" w:rsidRPr="003B50D1" w:rsidRDefault="0013222D" w:rsidP="00132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22D" w:rsidRPr="003B50D1" w:rsidRDefault="0013222D" w:rsidP="00132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Назару Валерійовичу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>о відведення земельної ділянки зі зміною цільового призначення, 01.17 земельні ділянки запасу (земельні ділянки, які не надані у власність або користування громадянами чи юридичними особами) площею  1,2000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землі 01.03 для ведення особистого селянського господарства,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Крупець.</w:t>
      </w:r>
    </w:p>
    <w:p w:rsidR="0013222D" w:rsidRPr="003B50D1" w:rsidRDefault="0013222D" w:rsidP="00132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Назару Валерійовичу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0AB1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D00AB1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1,2000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6823984000:03:002:0181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Крупець</w:t>
      </w:r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3222D" w:rsidRPr="003B50D1" w:rsidRDefault="0013222D" w:rsidP="00132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 В.,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3222D" w:rsidRPr="003B50D1" w:rsidRDefault="0013222D" w:rsidP="00132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3B50D1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13222D" w:rsidRPr="003B50D1" w:rsidRDefault="0013222D" w:rsidP="001322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22D" w:rsidRPr="003B50D1" w:rsidRDefault="0013222D" w:rsidP="001322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22D" w:rsidRPr="003B50D1" w:rsidRDefault="0013222D" w:rsidP="0013222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22D" w:rsidRPr="003B50D1" w:rsidRDefault="0013222D" w:rsidP="0013222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3222D" w:rsidRDefault="0013222D" w:rsidP="00132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CD4B4F" w:rsidRDefault="00CD4B4F"/>
    <w:sectPr w:rsidR="00CD4B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2D"/>
    <w:rsid w:val="0013222D"/>
    <w:rsid w:val="00CD4B4F"/>
    <w:rsid w:val="00D0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2D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2D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2022-02-11T13:29:00Z</dcterms:created>
  <dcterms:modified xsi:type="dcterms:W3CDTF">2022-02-14T07:34:00Z</dcterms:modified>
</cp:coreProperties>
</file>