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4D1" w:rsidRPr="00B614FD" w:rsidRDefault="006734D1" w:rsidP="006734D1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B614FD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6734D1" w:rsidRPr="00B614FD" w:rsidRDefault="006734D1" w:rsidP="006734D1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614FD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84D1B10" wp14:editId="51142355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1028" name="Группа 110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8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028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wvecIA&#10;AADcAAAADwAAAGRycy9kb3ducmV2LnhtbESPS4vCQBCE78L+h6EXvOnECGvIZhQRFQ+C+Lo3mc6D&#10;zfSEzKjx3zsLgseiqr6iskVvGnGnztWWFUzGEQji3OqaSwWX82aUgHAeWWNjmRQ8ycFi/jXIMNX2&#10;wUe6n3wpAoRdigoq79tUSpdXZNCNbUscvMJ2Bn2QXSl1h48AN42Mo+hHGqw5LFTY0qqi/O90Mwrs&#10;dLvbX8v4OF3zzPPykBTXfq/U8Ltf/oLw1PtP+N3eaQVxMoH/M+EIy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jC95wgAAANw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4vEccA&#10;AADcAAAADwAAAGRycy9kb3ducmV2LnhtbESPT2sCMRTE74LfIbxCL6LZ7kHtahQRtv8OBa3g9bF5&#10;3Wy7eVmSVLd+eiMUehxm5jfMct3bVpzIh8axgodJBoK4crrhWsHhoxzPQYSIrLF1TAp+KcB6NRws&#10;sdDuzDs67WMtEoRDgQpMjF0hZagMWQwT1xEn79N5izFJX0vt8ZzgtpV5lk2lxYbTgsGOtoaq7/2P&#10;VfBVvpvjdnZ58qPHHV1G5dtz+zpV6v6u3yxAROrjf/iv/aIV5PMcbmfSE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8OLxH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hfgsIA&#10;AADcAAAADwAAAGRycy9kb3ducmV2LnhtbESP3YrCMBCF74V9hzCCN7KmKizSbSqyqCzeiNUHGJqx&#10;KTaT0kRb334jCHt5OD8fJ1sPthEP6nztWMF8loAgLp2uuVJwOe8+VyB8QNbYOCYFT/Kwzj9GGaba&#10;9XyiRxEqEUfYp6jAhNCmUvrSkEU/cy1x9K6usxii7CqpO+zjuG3kIkm+pMWaI8FgSz+GyltxtxFy&#10;XOLxcO3Pu/2APW4Phqebk1KT8bD5BhFoCP/hd/tXK1islvA6E4+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uF+C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ieKcUA&#10;AADcAAAADwAAAGRycy9kb3ducmV2LnhtbESPQUsDMRSE74L/IbyCN5vtUmtZmxapClLwYBVKb4/N&#10;6+7i5iUkz+767xtB8DjMzDfMajO6Xp0pps6zgdm0AEVce9txY+Dz4+V2CSoJssXeMxn4oQSb9fXV&#10;CivrB36n814alSGcKjTQioRK61S35DBNfSDO3slHh5JlbLSNOGS463VZFAvtsOO80GKgbUv11/7b&#10;GXgbnsPufnF3Csc4L3V6snLYijE3k/HxAZTQKP/hv/arNVAu5/B7Jh8Bvb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SJ4p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1ibcEA&#10;AADcAAAADwAAAGRycy9kb3ducmV2LnhtbESP3YrCMBCF7xd8hzCCN4umuihSjSKisngj/jzA0IxN&#10;sZmUJtr69kYQvDycn48zX7a2FA+qfeFYwXCQgCDOnC44V3A5b/tTED4gaywdk4IneVguOj9zTLVr&#10;+EiPU8hFHGGfogITQpVK6TNDFv3AVcTRu7raYoiyzqWusYnjtpSjJJlIiwVHgsGK1oay2+luI+Tw&#10;h4f9tTlvdy02uNkb/l0dlep129UMRKA2fMOf9r9WMJqO4X0mHgG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dYm3BAAAA3A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alxcUA&#10;AADcAAAADwAAAGRycy9kb3ducmV2LnhtbESPQUvDQBSE74L/YXmCN7sxaFpit6W0CiJ4aCuIt0f2&#10;NQlm3y67zyb+e1cQPA4z8w2zXE9uUGeKqfds4HZWgCJuvO25NfB2fLpZgEqCbHHwTAa+KcF6dXmx&#10;xNr6kfd0PkirMoRTjQY6kVBrnZqOHKaZD8TZO/noULKMrbYRxwx3gy6LotIOe84LHQbadtR8Hr6c&#10;gdfxMbzMq/tT+Ih3pU47K+9bMeb6ato8gBKa5D/81362BspFBb9n8hH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1qXF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H8T8UA&#10;AADcAAAADwAAAGRycy9kb3ducmV2LnhtbESPQWsCMRSE7wX/Q3gFL1KzVWxlaxQtBAULpSr0+tg8&#10;d5duXpYkutt/3whCj8PMfMMsVr1txJV8qB0reB5nIIgLZ2ouFZyO+mkOIkRkg41jUvBLAVbLwcMC&#10;c+M6/qLrIZYiQTjkqKCKsc2lDEVFFsPYtcTJOztvMSbpS2k8dgluGznJshdpsea0UGFL7xUVP4eL&#10;VbD57MqpHxWb3u3P2++Z1kZ/aKWGj/36DUSkPv6H7+2dUTCZv8LtTDo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fxP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KMuMAA&#10;AADcAAAADwAAAGRycy9kb3ducmV2LnhtbERP3WrCMBS+H+wdwhl4N1OLG6UzFlEKIruZ2wMcmrOm&#10;tjkpSaz17c3FYJcf3/+mmu0gJvKhc6xgtcxAEDdOd9wq+PmuXwsQISJrHByTgjsFqLbPTxsstbvx&#10;F03n2IoUwqFEBSbGsZQyNIYshqUbiRP367zFmKBvpfZ4S+F2kHmWvUuLHacGgyPtDTX9+WoV1Kf8&#10;c+qv2tduN68tvZlLcTBKLV7m3QeISHP8F/+5j1pBXqS16Uw6An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hKMuM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LNpsUA&#10;AADcAAAADwAAAGRycy9kb3ducmV2LnhtbESPQWsCMRSE74X+h/AKXkrNVlF0NUotBAULRSt4fWye&#10;u0s3L0sS3e2/b4RCj8PMfMMs171txI18qB0reB1mIIgLZ2ouFZy+9MsMRIjIBhvHpOCHAqxXjw9L&#10;zI3r+EC3YyxFgnDIUUEVY5tLGYqKLIaha4mTd3HeYkzSl9J47BLcNnKUZVNpsea0UGFL7xUV38er&#10;VbD57Mqxfy42vdtftueJ1kZ/aKUGT/3bAkSkPv6H/9o7o2A0m8P9TDo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8s2m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0WY8AA&#10;AADcAAAADwAAAGRycy9kb3ducmV2LnhtbERP3WrCMBS+H/gO4QjezdTihlajiFKQsZupD3Bojk21&#10;OSlJrPXtl4vBLj++//V2sK3oyYfGsYLZNANBXDndcK3gci7fFyBCRNbYOiYFLwqw3Yze1lho9+Qf&#10;6k+xFimEQ4EKTIxdIWWoDFkMU9cRJ+7qvMWYoK+l9vhM4baVeZZ9SosNpwaDHe0NVffTwyoov/Lv&#10;/v7QvnS7YW7pw9wWB6PUZDzsViAiDfFf/Oc+agX5Ms1PZ9IRkJ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b0WY8AAAADc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rGO8EA&#10;AADcAAAADwAAAGRycy9kb3ducmV2LnhtbESP0YrCMBRE3wX/IVxh3zStq6LVKLKg6KPVD7g017bY&#10;3NQma+vfG0HwcZiZM8xq05lKPKhxpWUF8SgCQZxZXXKu4HLeDecgnEfWWFkmBU9ysFn3eytMtG35&#10;RI/U5yJA2CWooPC+TqR0WUEG3cjWxMG72sagD7LJpW6wDXBTyXEUzaTBksNCgTX9FZTd0n+jYPJs&#10;9/d0eot22lB8/K2P7LOpUj+DbrsE4anz3/CnfdAKxosY3mfCEZ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axjv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OrOcIA&#10;AADcAAAADwAAAGRycy9kb3ducmV2LnhtbESPQYvCMBSE74L/ITzBm6b2INo1iqwo4klr3fOjebZl&#10;m5fSRK3/3giCx2FmvmEWq87U4k6tqywrmIwjEMS51RUXCrLzdjQD4TyyxtoyKXiSg9Wy31tgou2D&#10;T3RPfSEChF2CCkrvm0RKl5dk0I1tQxy8q20N+iDbQuoWHwFuahlH0VQarDgslNjQb0n5f3ozCm7T&#10;vzjj60Ef081zN99s105eCqWGg279A8JT57/hT3uvFcTzGN5nwhG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A6s5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ZpsMcA&#10;AADcAAAADwAAAGRycy9kb3ducmV2LnhtbESPT2vCQBTE7wW/w/KE3uqmKkFjNqKFgvZQqX8O3p7Z&#10;1yRt9m2aXTX99m5B6HGYmd8w6bwztbhQ6yrLCp4HEQji3OqKCwX73evTBITzyBpry6TglxzMs95D&#10;iom2V/6gy9YXIkDYJaig9L5JpHR5SQbdwDbEwfu0rUEfZFtI3eI1wE0th1EUS4MVh4USG3opKf/e&#10;no2Cw2YSTzfL9fjr7f2EI6N/jrqKlXrsd4sZCE+d/w/f2yutYDgdwd+ZcARkd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xGabD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74v8UA&#10;AADcAAAADwAAAGRycy9kb3ducmV2LnhtbESPQWvCQBSE7wX/w/IEb82mUSRNXUOrVMWTtYVeH9nX&#10;JDT7NmS3MfrrXUHocZiZb5hFPphG9NS52rKCpygGQVxYXXOp4Ovz/TEF4TyyxsYyKTiTg3w5elhg&#10;pu2JP6g/+lIECLsMFVTet5mUrqjIoItsSxy8H9sZ9EF2pdQdngLcNDKJ47k0WHNYqLClVUXF7/HP&#10;KLjMv/Hgtsnbeqo9nWfpxu4PG6Um4+H1BYSnwf+H7+2dVpA8z+B2Jhw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bvi/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UgysMA&#10;AADcAAAADwAAAGRycy9kb3ducmV2LnhtbESP0YrCMBRE3xf8h3AF39bUootWo8ii4Jta/YBLc02L&#10;zU1tslr36zeCsI/DzJxhFqvO1uJOra8cKxgNExDEhdMVGwXn0/ZzCsIHZI21Y1LwJA+rZe9jgZl2&#10;Dz7SPQ9GRAj7DBWUITSZlL4oyaIfuoY4ehfXWgxRtkbqFh8RbmuZJsmXtFhxXCixoe+Simv+YxXc&#10;XDrRXb7B/XUzO1TGjG+/x7FSg363noMI1IX/8Lu90wrS2QReZ+IR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Ugys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os6sUA&#10;AADcAAAADwAAAGRycy9kb3ducmV2LnhtbESPS2/CMBCE75X6H6ytxA2cgkhDGoOgUiWuPA49bu3N&#10;A+J1GruQ8uvrSkg9jmbmG02xGmwrLtT7xrGC50kCglg703Cl4Hh4H2cgfEA22DomBT/kYbV8fCgw&#10;N+7KO7rsQyUihH2OCuoQulxKr2uy6CeuI45e6XqLIcq+kqbHa4TbVk6TJJUWG44LNXb0VpM+77+t&#10;gm3zSfNUlwubbfTu4/YVZi8no9ToaVi/ggg0hP/wvb01CqaLFP7Ox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Kizq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Y1VsEA&#10;AADcAAAADwAAAGRycy9kb3ducmV2LnhtbERPXWvCMBR9F/Yfwh3sTdP1YdNqFB0MJlNBN/T10lyb&#10;YnNTmljrvzeC4OP55kxmna1ES40vHSt4HyQgiHOnSy4U/P9994cgfEDWWDkmBVfyMJu+9CaYaXfh&#10;LbW7UIhYwj5DBSaEOpPS54Ys+oGriaN2dI3FEGFTSN3gJZbbSqZJ8iEtlhwXDNb0ZSg/7c5WQYub&#10;a3Iwi/VoWa7ydLPY/+rIq7fXbj4GEagLT/Mj/aMVpKNPuJ+JR0BO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WNVb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0UKsAA&#10;AADcAAAADwAAAGRycy9kb3ducmV2LnhtbERPPU/DMBDdkfgP1iF1ow4ZqhLqVgipqGNJO3Q84muc&#10;Et9FtmkCvx4PlRif3vdqM/leXSnETtjA07wARdyI7bg1cDxsH5egYkK22AuTgR+KsFnf362wsjLy&#10;B13r1KocwrFCAy6lodI6No48xrkMxJk7S/CYMgyttgHHHO57XRbFQnvsODc4HOjNUfNVf3sD43vz&#10;eSnPJ+t+wyDbei+XshdjZg/T6wuoRFP6F9/cO2ugfM5r85l8BP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0UKsAAAADc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78kMYA&#10;AADcAAAADwAAAGRycy9kb3ducmV2LnhtbESPS2/CMBCE75X6H6ytxK045MAjYBCFIiFUhHj0vo2X&#10;JK29jmID6b+vKyFxHM3MN5rJrLVGXKnxlWMFvW4Cgjh3uuJCwem4eh2C8AFZo3FMCn7Jw2z6/DTB&#10;TLsb7+l6CIWIEPYZKihDqDMpfV6SRd91NXH0zq6xGKJsCqkbvEW4NTJNkr60WHFcKLGmRUn5z+Fi&#10;Fax2S/OdbvfzTxkW74MvM9y8LT+U6ry08zGIQG14hO/ttVaQjkbwfyYeATn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678kM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+8vMIA&#10;AADcAAAADwAAAGRycy9kb3ducmV2LnhtbERPy4rCMBTdC/5DuIIbGVNHFOkYRYShHVDwMTDba3Nt&#10;i81NaWLt/L1ZCC4P571cd6YSLTWutKxgMo5AEGdWl5wr+D1/fyxAOI+ssbJMCv7JwXrV7y0x1vbB&#10;R2pPPhchhF2MCgrv61hKlxVk0I1tTRy4q20M+gCbXOoGHyHcVPIziubSYMmhocCatgVlt9PdKGgP&#10;u0uetq7+uS1Gbja9JMle/yk1HHSbLxCeOv8Wv9ypVjCNwvxwJhw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/7y8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WYV8YA&#10;AADcAAAADwAAAGRycy9kb3ducmV2LnhtbESPT2sCMRTE7wW/Q3hCbzXRatGtUWqh0ItQ/xz09ty8&#10;7i5uXrZJqqufvhGEHoeZ+Q0znbe2FifyoXKsod9TIIhzZyouNGw3H09jECEiG6wdk4YLBZjPOg9T&#10;zIw784pO61iIBOGQoYYyxiaTMuQlWQw91xAn79t5izFJX0jj8ZzgtpYDpV6kxYrTQokNvZeUH9e/&#10;VsNiMl78fA15eV0d9rTfHY6jgVdaP3bbt1cQkdr4H763P42GZ9WH25l0BO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iWYV8YAAADcAAAADwAAAAAAAAAAAAAAAACYAgAAZHJz&#10;L2Rvd25yZXYueG1sUEsFBgAAAAAEAAQA9QAAAIsDAAAAAA==&#10;" fillcolor="black" stroked="f"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WnOMYA&#10;AADcAAAADwAAAGRycy9kb3ducmV2LnhtbESPQWvCQBSE74X+h+UJ3urGSEWiq9RqoVA9qD30+My+&#10;Jkuyb0N2q9Ff7xYEj8PMfMPMFp2txYlabxwrGA4SEMS504YLBd+Hj5cJCB+QNdaOScGFPCzmz08z&#10;zLQ7845O+1CICGGfoYIyhCaT0uclWfQD1xBH79e1FkOUbSF1i+cIt7VMk2QsLRqOCyU29F5SXu3/&#10;rIKfr7GZ7Aylx811udab12q5XVVK9Xvd2xREoC48wvf2p1YwSlL4PxOP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sWnOMYAAADc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QoTcQA&#10;AADcAAAADwAAAGRycy9kb3ducmV2LnhtbESPQWsCMRSE74X+h/AEbzVRocjWKGIpeumh1tLrY/O6&#10;WXfzsk2irv76RhB6HGbmG2a+7F0rThRi7VnDeKRAEJfe1Fxp2H++Pc1AxIRssPVMGi4UYbl4fJhj&#10;YfyZP+i0S5XIEI4FarApdYWUsbTkMI58R5y9Hx8cpixDJU3Ac4a7Vk6UepYOa84LFjtaWyqb3dFp&#10;CKvv1+bKx69GXd8vcXPof2dotR4O+tULiER9+g/f21ujYaqmcDuTj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UKE3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DvIcUA&#10;AADcAAAADwAAAGRycy9kb3ducmV2LnhtbESP3UoDMRSE7wXfIZxCb6RNrGLbtWmRgiBYhP48wOnm&#10;uLs0OVk2x3br0xtB8HKYmW+YxaoPXp2pS01kC/djA4q4jK7hysJh/zqagUqC7NBHJgtXSrBa3t4s&#10;sHDxwls676RSGcKpQAu1SFtoncqaAqZxbImz9xm7gJJlV2nX4SXDg9cTY550wIbzQo0trWsqT7uv&#10;YMFPjn7+Pk0buR70xnwH2d59OGuHg/7lGZRQL//hv/abs/BgHuH3TD4C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cO8h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HrscUA&#10;AADcAAAADwAAAGRycy9kb3ducmV2LnhtbESPQWsCMRSE7wX/Q3iCt5pVaZGtUWpF2EsPXRWvz83r&#10;ZmnysmxSXf31jSD0OMzMN8xi1TsrztSFxrOCyTgDQVx53XCtYL/bPs9BhIis0XomBVcKsFoOnhaY&#10;a3/hLzqXsRYJwiFHBSbGNpcyVIYchrFviZP37TuHMcmulrrDS4I7K6dZ9iodNpwWDLb0Yaj6KX+d&#10;gk3Z2um+MOtwPHyeTra4bem4UWo07N/fQETq43/40S60gln2Avcz6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seux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0LgsMA&#10;AADcAAAADwAAAGRycy9kb3ducmV2LnhtbESPQWsCMRSE74X+h/AEbzVRYSurUaQoCD3Vrgdvj+S5&#10;u7p5WTbRXf99Uyj0OMzMN8xqM7hGPKgLtWcN04kCQWy8rbnUUHzv3xYgQkS22HgmDU8KsFm/vqww&#10;t77nL3ocYykShEOOGqoY21zKYCpyGCa+JU7exXcOY5JdKW2HfYK7Rs6UyqTDmtNChS19VGRux7vT&#10;cN3LT28UmlNx6g/2/bzLqFFaj0fDdgki0hD/w3/tg9UwVxn8nklHQ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0Lgs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u6D8QA&#10;AADcAAAADwAAAGRycy9kb3ducmV2LnhtbESPQYvCMBSE7wv+h/AEb2uqwq5Uo6ggiIuH1UU8Pptn&#10;W9q8lCRq/fdGEPY4zMw3zHTemlrcyPnSsoJBPwFBnFldcq7g77D+HIPwAVljbZkUPMjDfNb5mGKq&#10;7Z1/6bYPuYgQ9ikqKEJoUil9VpBB37cNcfQu1hkMUbpcaof3CDe1HCbJlzRYclwosKFVQVm1vxoF&#10;p+sPX3aj7cItw9G2B18Nz+NKqV63XUxABGrDf/jd3mgFo+QbXmfiEZ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7ug/EAAAA3A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8xysMA&#10;AADcAAAADwAAAGRycy9kb3ducmV2LnhtbERPy2oCMRTdF/oP4Rbc1aTaio5GqYVCN0J9LHR3nVxn&#10;Bic30yTV0a83C8Hl4bwns9bW4kQ+VI41vHUVCOLcmYoLDZv19+sQRIjIBmvHpOFCAWbT56cJZsad&#10;eUmnVSxECuGQoYYyxiaTMuQlWQxd1xAn7uC8xZigL6TxeE7htpY9pQbSYsWpocSGvkrKj6t/q2E+&#10;Gs7/ft95cV3ud7Tb7o8fPa+07ry0n2MQkdr4EN/dP0ZDX6W16Uw6AnJ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8xysMAAADcAAAADwAAAAAAAAAAAAAAAACYAgAAZHJzL2Rv&#10;d25yZXYueG1sUEsFBgAAAAAEAAQA9QAAAIgDAAAAAA==&#10;" fillcolor="black" stroked="f"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uZcMQA&#10;AADcAAAADwAAAGRycy9kb3ducmV2LnhtbESPQWsCMRSE70L/Q3iF3jTbCsVujbIIxdLTqi29Pjev&#10;m6WblyWJcfvvG0HwOMzMN8xyPdpeJPKhc6zgcVaAIG6c7rhV8Hl4my5AhIissXdMCv4owHp1N1li&#10;qd2Zd5T2sRUZwqFEBSbGoZQyNIYshpkbiLP347zFmKVvpfZ4znDby6eieJYWO84LBgfaGGp+9yer&#10;IB03dTVP38nsPnzVeldvv461Ug/3Y/UKItIYb+Fr+10rmBcvcDmTj4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7mXD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ohssIA&#10;AADcAAAADwAAAGRycy9kb3ducmV2LnhtbERPz2vCMBS+C/sfwhvstqadIK4aZcgmuovaCXp8NM+m&#10;2LyUJqvd/vrlMPD48f2eLwfbiJ46XztWkCUpCOLS6ZorBcevj+cpCB+QNTaOScEPeVguHkZzzLW7&#10;8YH6IlQihrDPUYEJoc2l9KUhiz5xLXHkLq6zGCLsKqk7vMVw28iXNJ1IizXHBoMtrQyV1+LbKvDZ&#10;6v30aX9f+/Pa8K7Ymsm+Mko9PQ5vMxCBhnAX/7s3WsE4i/PjmXg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miGywgAAANwAAAAPAAAAAAAAAAAAAAAAAJgCAABkcnMvZG93&#10;bnJldi54bWxQSwUGAAAAAAQABAD1AAAAhw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734D1" w:rsidRPr="00B614FD" w:rsidRDefault="006734D1" w:rsidP="006734D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6734D1" w:rsidRPr="00B614FD" w:rsidRDefault="006734D1" w:rsidP="006734D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734D1" w:rsidRPr="00B614FD" w:rsidRDefault="006734D1" w:rsidP="006734D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734D1" w:rsidRPr="00B614FD" w:rsidRDefault="006734D1" w:rsidP="006734D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734D1" w:rsidRPr="00B614FD" w:rsidRDefault="006734D1" w:rsidP="006734D1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val="ru-RU"/>
        </w:rPr>
      </w:pPr>
    </w:p>
    <w:p w:rsidR="006734D1" w:rsidRPr="00B614FD" w:rsidRDefault="006734D1" w:rsidP="006734D1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614F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6734D1" w:rsidRPr="00B614FD" w:rsidRDefault="006734D1" w:rsidP="006734D1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614F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734D1" w:rsidRPr="00B614FD" w:rsidRDefault="006734D1" w:rsidP="006734D1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614F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734D1" w:rsidRPr="00B614FD" w:rsidRDefault="006734D1" w:rsidP="006734D1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614F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734D1" w:rsidRPr="00B614FD" w:rsidRDefault="006734D1" w:rsidP="006734D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B614FD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C9C4AA6" wp14:editId="62E882D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2563" name="Группа 125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50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34D1" w:rsidRDefault="006734D1" w:rsidP="006734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563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Cmpb0A&#10;AADcAAAADwAAAGRycy9kb3ducmV2LnhtbERPyQrCMBC9C/5DGMGbplZcqEYRUfEgiNt9aMa22ExK&#10;E7X+vTkIHh9vny8bU4oX1a6wrGDQj0AQp1YXnCm4Xra9KQjnkTWWlknBhxwsF+3WHBNt33yi19ln&#10;IoSwS1BB7n2VSOnSnAy6vq2IA3e3tUEfYJ1JXeM7hJtSxlE0lgYLDg05VrTOKX2cn0aBHe72h1sW&#10;n4YbnnheHaf3W3NQqttpVjMQnhr/F//ce60gHoX54Uw4AnLx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qCmpb0AAADcAAAADwAAAAAAAAAAAAAAAACYAgAAZHJzL2Rvd25yZXYu&#10;eG1sUEsFBgAAAAAEAAQA9QAAAII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ydIccA&#10;AADcAAAADwAAAGRycy9kb3ducmV2LnhtbESPT2sCMRTE7wW/Q3gFL1KzCrXt1igibP94KKwKvT42&#10;r5utm5clSXXrpzdCocdhZn7DzJe9bcWRfGgcK5iMMxDEldMN1wr2u+LuEUSIyBpbx6TglwIsF4Ob&#10;Oebanbik4zbWIkE45KjAxNjlUobKkMUwdh1x8r6ctxiT9LXUHk8Jbls5zbKZtNhwWjDY0dpQddj+&#10;WAXfxYf5XD+cX/zoqaTzqNi8tu8zpYa3/eoZRKQ+/of/2m9awfR+Atcz6QjIx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G8nSH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TWXsEA&#10;AADcAAAADwAAAGRycy9kb3ducmV2LnhtbESP3YrCMBCF7xd8hzCCN4umdnGRahQRlcUbUfcBhmZs&#10;is2kNNHWtzeC4OXh/Hyc+bKzlbhT40vHCsajBARx7nTJhYL/83Y4BeEDssbKMSl4kIflovc1x0y7&#10;lo90P4VCxBH2GSowIdSZlD43ZNGPXE0cvYtrLIYom0LqBts4biuZJsmvtFhyJBisaW0ov55uNkIO&#10;P3jYX9rzdtdhi5u94e/VUalBv1vNQATqwif8bv9pBekkhdeZeAT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2U1l7BAAAA3A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EqGsUA&#10;AADcAAAADwAAAGRycy9kb3ducmV2LnhtbESPQUsDMRSE74L/ITzBm8262irbpkWqQhE8WAvF22Pz&#10;urt08xKSZ3f9940geBxm5htmsRpdr04UU+fZwO2kAEVce9txY2D3+XrzCCoJssXeMxn4oQSr5eXF&#10;AivrB/6g01YalSGcKjTQioRK61S35DBNfCDO3sFHh5JlbLSNOGS463VZFDPtsOO80GKgdUv1cfvt&#10;DLwPL+HtYTY9hK94X+r0bGW/FmOur8anOSihUf7Df+2NNVBO7+D3TD4Cenk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wSoa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HrscIA&#10;AADcAAAADwAAAGRycy9kb3ducmV2LnhtbESP3YrCMBCF7wXfIYzgjaypri5SjSKyLuJN8ecBhmZs&#10;is2kNFlb336zIHh5OD8fZ7XpbCUe1PjSsYLJOAFBnDtdcqHgetl/LED4gKyxckwKnuRhs+73Vphq&#10;1/KJHudQiDjCPkUFJoQ6ldLnhiz6sauJo3dzjcUQZVNI3WAbx20lp0nyJS2WHAkGa9oZyu/nXxsh&#10;2Sdmx1t72f902OL30fBoe1JqOOi2SxCBuvAOv9oHrWA6n8H/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Meux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QX9cUA&#10;AADcAAAADwAAAGRycy9kb3ducmV2LnhtbESPQUvDQBSE70L/w/IEb3ZjMK3EbkupCiJ4aCuIt0f2&#10;NQlm3y67zyb+e1cQPA4z8w2z2kxuUGeKqfds4GZegCJuvO25NfB2fLq+A5UE2eLgmQx8U4LNenax&#10;wtr6kfd0PkirMoRTjQY6kVBrnZqOHKa5D8TZO/noULKMrbYRxwx3gy6LYqEd9pwXOgy066j5PHw5&#10;A6/jY3hZLqpT+Ii3pU4PVt53YszV5bS9ByU0yX/4r/1sDZRVBb9n8hH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ZBf1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11k8UA&#10;AADcAAAADwAAAGRycy9kb3ducmV2LnhtbESPQWsCMRSE7wX/Q3iCl6LZWhRZjaKF0IKFUhW8PjbP&#10;3cXNy5JEd/vvTaHQ4zAz3zCrTW8bcScfascKXiYZCOLCmZpLBaejHi9AhIhssHFMCn4owGY9eFph&#10;blzH33Q/xFIkCIccFVQxtrmUoajIYpi4ljh5F+ctxiR9KY3HLsFtI6dZNpcWa04LFbb0VlFxPdys&#10;gt1XV77652LXu/3l/TzT2uhPrdRo2G+XICL18T/81/4wCqazOfyeSUdAr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DXWT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00jcQA&#10;AADcAAAADwAAAGRycy9kb3ducmV2LnhtbESPwWrDMBBE74X8g9hAb41c0zTBjRxCiyGUXprkAxZr&#10;a7m2VkZSHOfvq0Cgx2Fm3jCb7WR7MZIPrWMFz4sMBHHtdMuNgtOxelqDCBFZY++YFFwpwLacPWyw&#10;0O7C3zQeYiMShEOBCkyMQyFlqA1ZDAs3ECfvx3mLMUnfSO3xkuC2l3mWvUqLLacFgwO9G6q7w9kq&#10;qD7zr7E7a1+53fRiaWl+1x9Gqcf5tHsDEWmK/+F7e68V5MsV3M6kIy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tNI3EAAAA3A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5EesIA&#10;AADcAAAADwAAAGRycy9kb3ducmV2LnhtbERPXWvCMBR9F/Yfwh34IjOd4hidUaYQFBREN9jrpbm2&#10;Zc1NSaKt/948CD4ezvd82dtGXMmH2rGC93EGgrhwpuZSwe+PfvsEESKywcYxKbhRgOXiZTDH3LiO&#10;j3Q9xVKkEA45KqhibHMpQ1GRxTB2LXHizs5bjAn6UhqPXQq3jZxk2Ye0WHNqqLCldUXF/+liFawO&#10;XTn1o2LVu9158zfT2ui9Vmr42n9/gYjUx6f44d4aBZNZWpvOpCM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kR6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4FZMQA&#10;AADcAAAADwAAAGRycy9kb3ducmV2LnhtbESPwWrDMBBE74X8g9hAb41c05TEjRxCiyGUXprkAxZr&#10;a7m2VkZSHOfvq0Cgx2Fm3jCb7WR7MZIPrWMFz4sMBHHtdMuNgtOxelqBCBFZY++YFFwpwLacPWyw&#10;0O7C3zQeYiMShEOBCkyMQyFlqA1ZDAs3ECfvx3mLMUnfSO3xkuC2l3mWvUqLLacFgwO9G6q7w9kq&#10;qD7zr7E7a1+53fRiaWl+Vx9Gqcf5tHsDEWmK/+F7e68V5Ms13M6kIy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+BWTEAAAA3A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MTh7wA&#10;AADcAAAADwAAAGRycy9kb3ducmV2LnhtbERPSwrCMBDdC94hjOBOU39FqlFEUHRp9QBDM7bFZlKb&#10;aOvtzUJw+Xj/9bYzlXhT40rLCibjCARxZnXJuYLb9TBagnAeWWNlmRR8yMF20++tMdG25Qu9U5+L&#10;EMIuQQWF93UipcsKMujGtiYO3N02Bn2ATS51g20IN5WcRlEsDZYcGgqsaV9Q9khfRsH80x6f6eIR&#10;HbShyXlWn9lnC6WGg263AuGp83/xz33SCqZxmB/OhCMgN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cgxOHvAAAANw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RFacIA&#10;AADcAAAADwAAAGRycy9kb3ducmV2LnhtbESPzarCMBSE9xd8h3AEd9fULoq3GkUURVxp/VkfmmNb&#10;bE5KE7W+vRGEuxxm5htmOu9MLR7UusqygtEwAkGcW11xoeB0XP+OQTiPrLG2TApe5GA+6/1MMdX2&#10;yQd6ZL4QAcIuRQWl900qpctLMuiGtiEO3tW2Bn2QbSF1i88AN7WMoyiRBisOCyU2tCwpv2V3o+Ce&#10;XOITX3d6n61em7/VeuHkuVBq0O8WExCeOv8f/ra3WkGcjOBzJhwBOX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BEVp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+8DMYA&#10;AADcAAAADwAAAGRycy9kb3ducmV2LnhtbESPQWvCQBSE74X+h+UJvdWNqQQbXcUWBPWgaNuDt2f2&#10;maRm38bsqvHfd4WCx2FmvmFGk9ZU4kKNKy0r6HUjEMSZ1SXnCr6/Zq8DEM4ja6wsk4IbOZiMn59G&#10;mGp75Q1dtj4XAcIuRQWF93UqpcsKMui6tiYO3sE2Bn2QTS51g9cAN5WMoyiRBksOCwXW9FlQdtye&#10;jYKf9SB5X38s+r/L1R7fjD7tdJko9dJpp0MQnlr/CP+351pBnMRwPxOOgB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t+8DM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IQ7MUA&#10;AADcAAAADwAAAGRycy9kb3ducmV2LnhtbESPT2vCQBTE7wW/w/KE3ppNYwkhZpX+obZ4slHw+sg+&#10;k2D2bchuNfrp3YLQ4zAzv2GK5Wg6caLBtZYVPEcxCOLK6pZrBbvt51MGwnlkjZ1lUnAhB8vF5KHA&#10;XNsz/9Cp9LUIEHY5Kmi873MpXdWQQRfZnjh4BzsY9EEOtdQDngPcdDKJ41QabDksNNjTe0PVsfw1&#10;Cq7pHjfuK3n7mGlPl5dsZdeblVKP0/F1DsLT6P/D9/a3VpCkM/g7E46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UhDs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z1dsQA&#10;AADcAAAADwAAAGRycy9kb3ducmV2LnhtbESP0WrCQBRE3wX/YbkF33TTkEpNs4oUBd9aUz/gkr3d&#10;hGTvxuxWY7++WxB8HGbmDFNsRtuJCw2+cazgeZGAIK6cbtgoOH3t568gfEDW2DkmBTfysFlPJwXm&#10;2l35SJcyGBEh7HNUUIfQ51L6qiaLfuF64uh9u8FiiHIwUg94jXDbyTRJltJiw3Ghxp7ea6ra8scq&#10;OLv0RY/lDj/a3eqzMSY7/x4zpWZP4/YNRKAxPML39kErSJcZ/J+JR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c9Xb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3CusMA&#10;AADcAAAADwAAAGRycy9kb3ducmV2LnhtbESPwW7CMBBE75X4B2uReisOIAIEDAKkSlyhPXBc7CUJ&#10;xOsQGwh8fV2pUo+jmXmjmS9bW4k7Nb50rKDfS0AQa2dKzhV8f31+TED4gGywckwKnuRhuei8zTEz&#10;7sE7uu9DLiKEfYYKihDqTEqvC7Loe64mjt7JNRZDlE0uTYOPCLeVHCRJKi2WHBcKrGlTkL7sb1bB&#10;tjzSKNWnqZ2s9e7wuobh+GyUeu+2qxmIQG34D/+1t0bBIB3B75l4BO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3Cus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/g6sIA&#10;AADcAAAADwAAAGRycy9kb3ducmV2LnhtbERPW2vCMBR+F/Yfwhn4pql9KFtnLOtgoHiBubG9Hpqz&#10;pticlCbW+u8XYeDjd+dbFqNtxUC9bxwrWMwTEMSV0w3XCr4+32dPIHxA1tg6JgVX8lCsHiZLzLW7&#10;8AcNx1CLWMI+RwUmhC6X0leGLPq564ij9ut6iyHCvpa6x0sst61MkySTFhuOCwY7ejNUnY5nq2DA&#10;wzX5MeX+edPsqvRQfm915NX0cXx9ARFoDHfzf3qtFaRZBrcz8Qj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T+DqwgAAANw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fwf8QA&#10;AADcAAAADwAAAGRycy9kb3ducmV2LnhtbESPwU7DMBBE70j9B2srcaMOORQU6lYVUlGPJXDocYm3&#10;cdp4N7JNE/h6jITEcTQzbzSrzeR7daUQO2ED94sCFHEjtuPWwPvb7u4RVEzIFnthMvBFETbr2c0K&#10;Kysjv9K1Tq3KEI4VGnApDZXWsXHkMS5kIM7eSYLHlGVotQ04ZrjvdVkUS+2x47zgcKBnR82l/vQG&#10;xpfm41yejtZ9h0F29UHOZS/G3M6n7ROoRFP6D/+199ZAuXyA3zP5CO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X8H/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pLMMA&#10;AADcAAAADwAAAGRycy9kb3ducmV2LnhtbERPz2vCMBS+D/wfwhN2m+l6cNIZxbUKIsqo2+5vzVvb&#10;mbyUJtPuvzcHwePH93u+HKwRZ+p961jB8yQBQVw53XKt4PNj8zQD4QOyRuOYFPyTh+Vi9DDHTLsL&#10;l3Q+hlrEEPYZKmhC6DIpfdWQRT9xHXHkflxvMUTY11L3eInh1sg0SabSYsuxocGO8oaq0/HPKti8&#10;F+Y3PZSrLxny9cu3me3eir1Sj+Nh9Qoi0BDu4pt7qxWk07g2nolHQC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TcpLM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v/HMYA&#10;AADcAAAADwAAAGRycy9kb3ducmV2LnhtbESPQWvCQBSE70L/w/IKvYhuVCpp6ipSKKZQQaPQ6zP7&#10;mgSzb0N2m8R/3y0UPA4z8w2z2gymFh21rrKsYDaNQBDnVldcKDif3icxCOeRNdaWScGNHGzWD6MV&#10;Jtr2fKQu84UIEHYJKii9bxIpXV6SQTe1DXHwvm1r0AfZFlK32Ae4qeU8ipbSYMVhocSG3krKr9mP&#10;UdAdPi9F2rnm4xqP3fPistvt9ZdST4/D9hWEp8Hfw//tVCuYL1/g70w4AnL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v/HM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5BLMMA&#10;AADcAAAADwAAAGRycy9kb3ducmV2LnhtbERPu27CMBTdK/UfrFuJrTiNgEKKQaUSEgsSrwG2S3yb&#10;RMTXqW0g8PV4QOp4dN7jaWtqcSHnK8sKProJCOLc6ooLBbvt/H0IwgdkjbVlUnAjD9PJ68sYM22v&#10;vKbLJhQihrDPUEEZQpNJ6fOSDPqubYgj92udwRChK6R2eI3hppZpkgykwYpjQ4kN/ZSUnzZno2A2&#10;Gs7+Vj1e3tfHAx32x1M/dYlSnbf2+wtEoDb8i5/uhVaQfsb58Uw8AnL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45BLMMAAADcAAAADwAAAAAAAAAAAAAAAACYAgAAZHJzL2Rv&#10;d25yZXYueG1sUEsFBgAAAAAEAAQA9QAAAIgDAAAAAA==&#10;" fillcolor="black" stroked="f"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BFr8cA&#10;AADcAAAADwAAAGRycy9kb3ducmV2LnhtbESPT2vCQBTE74LfYXmF3nRjoFaiq1TbglA9+Ofg8TX7&#10;mizJvg3ZrcZ+elcoeBxm5jfMbNHZWpyp9caxgtEwAUGcO224UHA8fA4mIHxA1lg7JgVX8rCY93sz&#10;zLS78I7O+1CICGGfoYIyhCaT0uclWfRD1xBH78e1FkOUbSF1i5cIt7VMk2QsLRqOCyU2tCopr/a/&#10;VsHpa2wmO0Pp9+Zv+aE3L9Vy+14p9fzUvU1BBOrCI/zfXmsF6esI7mfiEZ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wRa/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/xNsUA&#10;AADcAAAADwAAAGRycy9kb3ducmV2LnhtbESPzW7CMBCE75V4B2sr9QZOcygoYBACVe2lh/Ijrqt4&#10;iUPidWobCDw9rlSpx9HMfKOZLXrbigv5UDtW8DrKQBCXTtdcKdht34cTECEia2wdk4IbBVjMB08z&#10;LLS78jddNrESCcKhQAUmxq6QMpSGLIaR64iTd3TeYkzSV1J7vCa4bWWeZW/SYs1pwWBHK0Nlszlb&#10;BX55WDd3Pu+b7P51Cx+n/meCRqmX5345BRGpj//hv/anVpCPc/g9k46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P/E2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4LtcUA&#10;AADcAAAADwAAAGRycy9kb3ducmV2LnhtbESPUWvCQBCE3wv+h2MFX4pemkK1qadIQRCUgtYfsM1t&#10;k+DdXsitGv31vUKhj8PMfMPMl7136kJdbAIbeJpkoIjLYBuuDBw/1+MZqCjIFl1gMnCjCMvF4GGO&#10;hQ1X3tPlIJVKEI4FGqhF2kLrWNbkMU5CS5y879B5lCS7StsOrwnunc6z7EV7bDgt1NjSe03l6XD2&#10;Blz+5V6307iT21HvsruX/eOHNWY07FdvoIR6+Q//tTfWQD59ht8z6Qjo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gu1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oyysUA&#10;AADcAAAADwAAAGRycy9kb3ducmV2LnhtbESPQWsCMRSE74X+h/CE3jTrUrSsRrEVYS8eulq8PjfP&#10;zWLysmxS3fbXN4VCj8PMfMMs14Oz4kZ9aD0rmE4yEMS11y03Co6H3fgFRIjIGq1nUvBFAdarx4cl&#10;Ftrf+Z1uVWxEgnAoUIGJsSukDLUhh2HiO+LkXXzvMCbZN1L3eE9wZ2WeZTPpsOW0YLCjN0P1tfp0&#10;CrZVZ/NjaV7D6WN/Ptvye0enrVJPo2GzABFpiP/hv3apFeTzZ/g9k4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GjLK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jpFcMA&#10;AADcAAAADwAAAGRycy9kb3ducmV2LnhtbESPT4vCMBTE74LfITzBmyYK/qEaRURB2NO6evD2SJ5t&#10;tXkpTbTdb79ZWNjjMDO/YdbbzlXiTU0oPWuYjBUIYuNtybmGy9dxtAQRIrLFyjNp+KYA202/t8bM&#10;+pY/6X2OuUgQDhlqKGKsMymDKchhGPuaOHl33ziMSTa5tA22Ce4qOVVqLh2WnBYKrGlfkHmeX07D&#10;4yg/vFForpdre7KL22FOldJ6OOh2KxCRuvgf/mufrIbpYga/Z9IR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jpFc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BjdMUA&#10;AADcAAAADwAAAGRycy9kb3ducmV2LnhtbESPT2vCQBTE70K/w/IEb7oxBQ3RVWyhUCwe/EPp8Zl9&#10;JiHZt2F31fTbu4WCx2FmfsMs171pxY2cry0rmE4SEMSF1TWXCk7Hj3EGwgdkja1lUvBLHtarl8ES&#10;c23vvKfbIZQiQtjnqKAKocul9EVFBv3EdsTRu1hnMETpSqkd3iPctDJNkpk0WHNcqLCj94qK5nA1&#10;Cn6uX3zZvW437i182/7om/ScNUqNhv1mASJQH57h//anVpDOZ/B3Jh4B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EGN0xQAAANw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fZWMcA&#10;AADcAAAADwAAAGRycy9kb3ducmV2LnhtbESPT2sCMRTE7wW/Q3iCt5p1sf7ZGkULhV4KanvQ23Pz&#10;uru4edkmqW799EYQPA4z8xtmtmhNLU7kfGVZwaCfgCDOra64UPD99f48AeEDssbaMin4Jw+Leedp&#10;hpm2Z97QaRsKESHsM1RQhtBkUvq8JIO+bxvi6P1YZzBE6QqpHZ4j3NQyTZKRNFhxXCixobeS8uP2&#10;zyhYTSer3/WQPy+bw572u8PxJXWJUr1uu3wFEagNj/C9/aEVpOMx3M7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n2VjHAAAA3AAAAA8AAAAAAAAAAAAAAAAAmAIAAGRy&#10;cy9kb3ducmV2LnhtbFBLBQYAAAAABAAEAPUAAACMAwAAAAA=&#10;" fillcolor="black" stroked="f"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BAC8EA&#10;AADcAAAADwAAAGRycy9kb3ducmV2LnhtbERPz2vCMBS+D/wfwhO8zVSFbXRGKYJMPFW3seuzeTbF&#10;5qUkWez+++Uw2PHj+73ejrYXiXzoHCtYzAsQxI3THbcKPt73jy8gQkTW2DsmBT8UYLuZPKyx1O7O&#10;J0rn2IocwqFEBSbGoZQyNIYshrkbiDN3dd5izNC3Unu853Dby2VRPEmLHecGgwPtDDW387dVkC67&#10;ulqlr2ROR1+13tVvn5daqdl0rF5BRBrjv/jPfdAKls95bT6Tj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QQAvBAAAA3AAAAA8AAAAAAAAAAAAAAAAAmAIAAGRycy9kb3du&#10;cmV2LnhtbFBLBQYAAAAABAAEAPUAAACG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5iEsYA&#10;AADcAAAADwAAAGRycy9kb3ducmV2LnhtbESPT2vCQBTE74V+h+UVvDUbPfgndZUiragXNS20x0f2&#10;NRuafRuya0z76V1B8DjMzG+Y+bK3teio9ZVjBcMkBUFcOF1xqeDz4/15CsIHZI21Y1LwRx6Wi8eH&#10;OWbanflIXR5KESHsM1RgQmgyKX1hyKJPXEMcvR/XWgxRtqXULZ4j3NZylKZjabHiuGCwoZWh4jc/&#10;WQV+uHr72tn/Wfe9NrzPt2Z8KI1Sg6f+9QVEoD7cw7f2RisYTWZwPROPgFx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J5iEsYAAADc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734D1" w:rsidRDefault="006734D1" w:rsidP="006734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734D1" w:rsidRPr="00B614FD" w:rsidRDefault="006734D1" w:rsidP="006734D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B614FD">
        <w:rPr>
          <w:rFonts w:ascii="Times New Roman" w:eastAsia="Calibri" w:hAnsi="Times New Roman" w:cs="Times New Roman"/>
          <w:b/>
          <w:lang w:eastAsia="en-US"/>
        </w:rPr>
        <w:t>РІШЕННЯ</w:t>
      </w:r>
    </w:p>
    <w:p w:rsidR="006734D1" w:rsidRPr="00B614FD" w:rsidRDefault="006734D1" w:rsidP="006734D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6734D1" w:rsidRPr="00B614FD" w:rsidRDefault="006734D1" w:rsidP="006734D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</w:t>
      </w:r>
      <w:proofErr w:type="gramStart"/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ради  </w:t>
      </w:r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</w:t>
      </w:r>
      <w:proofErr w:type="gramEnd"/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скликання</w:t>
      </w:r>
    </w:p>
    <w:p w:rsidR="006734D1" w:rsidRPr="00B614FD" w:rsidRDefault="006734D1" w:rsidP="006734D1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6734D1" w:rsidRPr="00B614FD" w:rsidRDefault="006734D1" w:rsidP="006734D1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6734D1" w:rsidRPr="00B614FD" w:rsidRDefault="006734D1" w:rsidP="006734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B614FD">
        <w:rPr>
          <w:rFonts w:ascii="Times New Roman" w:eastAsia="Calibri" w:hAnsi="Times New Roman" w:cs="Times New Roman"/>
          <w:sz w:val="24"/>
          <w:lang w:eastAsia="en-US"/>
        </w:rPr>
        <w:t>__.06.2021р.                         Крупець                                        №_____</w:t>
      </w:r>
    </w:p>
    <w:p w:rsidR="006734D1" w:rsidRPr="00B614FD" w:rsidRDefault="006734D1" w:rsidP="006734D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734D1" w:rsidRPr="00B614FD" w:rsidRDefault="006734D1" w:rsidP="006734D1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734D1" w:rsidRPr="00B614FD" w:rsidRDefault="006734D1" w:rsidP="006734D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614F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передачу у приватну власність</w:t>
      </w:r>
    </w:p>
    <w:p w:rsidR="006734D1" w:rsidRPr="00B614FD" w:rsidRDefault="006734D1" w:rsidP="006734D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614F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 ділянки</w:t>
      </w:r>
    </w:p>
    <w:p w:rsidR="006734D1" w:rsidRPr="00B614FD" w:rsidRDefault="006734D1" w:rsidP="006734D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614F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Степаненку О.Л.</w:t>
      </w:r>
    </w:p>
    <w:p w:rsidR="006734D1" w:rsidRPr="00B614FD" w:rsidRDefault="006734D1" w:rsidP="006734D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734D1" w:rsidRPr="00B614FD" w:rsidRDefault="006734D1" w:rsidP="006734D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Степаненка О.Л.,  сільська  рада </w:t>
      </w:r>
    </w:p>
    <w:p w:rsidR="006734D1" w:rsidRPr="00B614FD" w:rsidRDefault="006734D1" w:rsidP="006734D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6734D1" w:rsidRPr="00B614FD" w:rsidRDefault="006734D1" w:rsidP="006734D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734D1" w:rsidRPr="00B614FD" w:rsidRDefault="006734D1" w:rsidP="006734D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Передати </w:t>
      </w:r>
      <w:r w:rsidRPr="00B614FD">
        <w:rPr>
          <w:rFonts w:ascii="Times New Roman" w:eastAsia="Calibri" w:hAnsi="Times New Roman" w:cs="Times New Roman"/>
          <w:sz w:val="24"/>
          <w:lang w:eastAsia="en-US"/>
        </w:rPr>
        <w:t xml:space="preserve">Степаненку Олександру Леонідовичу, який зареєстрований за </w:t>
      </w:r>
      <w:proofErr w:type="spellStart"/>
      <w:r w:rsidRPr="00B614F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B614FD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EC2429">
        <w:rPr>
          <w:rFonts w:ascii="Times New Roman" w:eastAsia="Calibri" w:hAnsi="Times New Roman" w:cs="Times New Roman"/>
          <w:sz w:val="24"/>
          <w:lang w:eastAsia="en-US"/>
        </w:rPr>
        <w:t>_______</w:t>
      </w:r>
      <w:r w:rsidRPr="00B614FD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B614FD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EC2429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</w:rPr>
        <w:t>, у приватну власність земельну ділянку, площею 0,2500 га,  кадастровий номер: 6823986800:02:011:0019, д</w:t>
      </w:r>
      <w:r w:rsidRPr="00B614FD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 Шепетівський (</w:t>
      </w:r>
      <w:proofErr w:type="spellStart"/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 район, </w:t>
      </w:r>
      <w:proofErr w:type="spellStart"/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</w:rPr>
        <w:t>с.Колом’є</w:t>
      </w:r>
      <w:proofErr w:type="spellEnd"/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</w:rPr>
        <w:t>вул.</w:t>
      </w:r>
      <w:r w:rsidRPr="00B614FD">
        <w:rPr>
          <w:rFonts w:ascii="Times New Roman" w:eastAsia="Calibri" w:hAnsi="Times New Roman" w:cs="Times New Roman"/>
          <w:sz w:val="24"/>
          <w:lang w:eastAsia="en-US"/>
        </w:rPr>
        <w:t>Платона</w:t>
      </w:r>
      <w:proofErr w:type="spellEnd"/>
      <w:r w:rsidRPr="00B614FD">
        <w:rPr>
          <w:rFonts w:ascii="Times New Roman" w:eastAsia="Calibri" w:hAnsi="Times New Roman" w:cs="Times New Roman"/>
          <w:sz w:val="24"/>
          <w:lang w:eastAsia="en-US"/>
        </w:rPr>
        <w:t xml:space="preserve"> Семенюка, 10.</w:t>
      </w:r>
    </w:p>
    <w:p w:rsidR="006734D1" w:rsidRPr="00B614FD" w:rsidRDefault="006734D1" w:rsidP="006734D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614FD">
        <w:rPr>
          <w:rFonts w:ascii="Times New Roman" w:eastAsia="Arial Unicode MS" w:hAnsi="Times New Roman" w:cs="Times New Roman"/>
          <w:color w:val="FF0000"/>
          <w:sz w:val="24"/>
          <w:szCs w:val="24"/>
        </w:rPr>
        <w:t xml:space="preserve">      </w:t>
      </w:r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</w:rPr>
        <w:t>2. Степаненку О.Л.,</w:t>
      </w:r>
      <w:r w:rsidRPr="00B614F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6734D1" w:rsidRPr="00B614FD" w:rsidRDefault="006734D1" w:rsidP="006734D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614F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734D1" w:rsidRPr="00B614FD" w:rsidRDefault="006734D1" w:rsidP="006734D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734D1" w:rsidRPr="00B614FD" w:rsidRDefault="006734D1" w:rsidP="006734D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734D1" w:rsidRPr="00B614FD" w:rsidRDefault="006734D1" w:rsidP="006734D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734D1" w:rsidRPr="00B614FD" w:rsidRDefault="006734D1" w:rsidP="006734D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734D1" w:rsidRPr="00B614FD" w:rsidRDefault="006734D1" w:rsidP="006734D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176A1" w:rsidRPr="006734D1" w:rsidRDefault="006734D1" w:rsidP="006734D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B614FD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7176A1" w:rsidRPr="006734D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4D1"/>
    <w:rsid w:val="006734D1"/>
    <w:rsid w:val="007176A1"/>
    <w:rsid w:val="00EC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4D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4D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233</Words>
  <Characters>1334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2021-06-22T10:18:00Z</dcterms:created>
  <dcterms:modified xsi:type="dcterms:W3CDTF">2021-06-22T13:18:00Z</dcterms:modified>
</cp:coreProperties>
</file>