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6A09" w:rsidRPr="00C92EA5" w:rsidRDefault="008B6A09" w:rsidP="008B6A0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</w:t>
      </w:r>
      <w:r w:rsidRPr="00C92EA5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КТ</w:t>
      </w:r>
    </w:p>
    <w:p w:rsidR="008B6A09" w:rsidRPr="00C92EA5" w:rsidRDefault="008B6A09" w:rsidP="008B6A0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" name="Группа 100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A09" w:rsidRPr="00E77963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6A09" w:rsidRDefault="008B6A09" w:rsidP="008B6A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098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6A09" w:rsidRPr="00E77963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B6A09" w:rsidRDefault="008B6A09" w:rsidP="008B6A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B6A09" w:rsidRPr="00C92EA5" w:rsidRDefault="008B6A09" w:rsidP="008B6A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6A09" w:rsidRPr="00C92EA5" w:rsidRDefault="008B6A09" w:rsidP="008B6A0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6A09" w:rsidRPr="00C92EA5" w:rsidRDefault="008B6A09" w:rsidP="008B6A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6A09" w:rsidRDefault="008B6A09" w:rsidP="008B6A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8B6A09" w:rsidRPr="00C92EA5" w:rsidRDefault="008B6A09" w:rsidP="008B6A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B6A09" w:rsidRPr="00C92EA5" w:rsidRDefault="008B6A09" w:rsidP="008B6A0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B6A09" w:rsidRPr="00C92EA5" w:rsidRDefault="008B6A09" w:rsidP="008B6A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B6A09" w:rsidRPr="00C92EA5" w:rsidRDefault="008B6A09" w:rsidP="008B6A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B6A09" w:rsidRPr="00C92EA5" w:rsidRDefault="008B6A09" w:rsidP="008B6A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6A09" w:rsidRPr="00C92EA5" w:rsidRDefault="008B6A09" w:rsidP="008B6A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B6A09" w:rsidRPr="00C92EA5" w:rsidRDefault="008B6A09" w:rsidP="008B6A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6A09" w:rsidRPr="00C92EA5" w:rsidRDefault="008B6A09" w:rsidP="008B6A0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8B6A09" w:rsidRPr="00C92EA5" w:rsidRDefault="008B6A09" w:rsidP="008B6A0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B6A09" w:rsidRPr="00C92EA5" w:rsidRDefault="008B6A09" w:rsidP="008B6A0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22.04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8B6A09" w:rsidRPr="00C92EA5" w:rsidRDefault="008B6A09" w:rsidP="008B6A09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B6A09" w:rsidRPr="00C92EA5" w:rsidRDefault="008B6A09" w:rsidP="008B6A09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8B6A09" w:rsidRPr="00C92EA5" w:rsidRDefault="008B6A09" w:rsidP="008B6A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8B6A09" w:rsidRPr="00C92EA5" w:rsidRDefault="008B6A09" w:rsidP="008B6A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8B6A09" w:rsidRDefault="008B6A09" w:rsidP="008B6A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Андрощук  О.І.</w:t>
      </w:r>
    </w:p>
    <w:p w:rsidR="008B6A09" w:rsidRDefault="008B6A09" w:rsidP="008B6A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8B6A09" w:rsidRPr="00C92EA5" w:rsidRDefault="008B6A09" w:rsidP="008B6A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B6A09" w:rsidRPr="00C92EA5" w:rsidRDefault="008B6A09" w:rsidP="008B6A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ро</w:t>
      </w:r>
      <w:r>
        <w:rPr>
          <w:rFonts w:ascii="Times New Roman" w:eastAsia="Calibri" w:hAnsi="Times New Roman" w:cs="Times New Roman"/>
          <w:sz w:val="24"/>
        </w:rPr>
        <w:t>зглянувши   заяву   Андрощук О.І.</w:t>
      </w:r>
      <w:r w:rsidRPr="00C92EA5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8B6A09" w:rsidRPr="00C92EA5" w:rsidRDefault="008B6A09" w:rsidP="008B6A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8B6A09" w:rsidRPr="00C92EA5" w:rsidRDefault="008B6A09" w:rsidP="008B6A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B6A09" w:rsidRPr="00C92EA5" w:rsidRDefault="008B6A09" w:rsidP="008B6A0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B6A09" w:rsidRDefault="008B6A09" w:rsidP="008B6A09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>
        <w:rPr>
          <w:rFonts w:ascii="Times New Roman" w:eastAsia="Calibri" w:hAnsi="Times New Roman" w:cs="Times New Roman"/>
          <w:sz w:val="24"/>
        </w:rPr>
        <w:t xml:space="preserve">. Надати Андрощук Ользі Іванівні,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3D3C1B">
        <w:rPr>
          <w:rFonts w:ascii="Times New Roman" w:eastAsia="Calibri" w:hAnsi="Times New Roman" w:cs="Times New Roman"/>
          <w:sz w:val="24"/>
        </w:rPr>
        <w:t>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C92EA5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>2,0000</w:t>
      </w:r>
      <w:r w:rsidRPr="00C92EA5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за рахунок земель колективної власності колишнього КСП,</w:t>
      </w:r>
      <w:r w:rsidRPr="00C92EA5">
        <w:rPr>
          <w:rFonts w:ascii="Times New Roman" w:eastAsia="Calibri" w:hAnsi="Times New Roman" w:cs="Times New Roman"/>
          <w:sz w:val="24"/>
        </w:rPr>
        <w:t xml:space="preserve">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 xml:space="preserve">, яка розташована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Шепетівський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район,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території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сільської ради.</w:t>
      </w:r>
    </w:p>
    <w:p w:rsidR="008B6A09" w:rsidRPr="00C92EA5" w:rsidRDefault="008B6A09" w:rsidP="008B6A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Андрощук О.І.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8B6A09" w:rsidRPr="00C92EA5" w:rsidRDefault="008B6A09" w:rsidP="008B6A0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8B6A09" w:rsidRPr="00C92EA5" w:rsidRDefault="008B6A09" w:rsidP="008B6A0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B6A09" w:rsidRPr="00C92EA5" w:rsidRDefault="008B6A09" w:rsidP="008B6A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B6A09" w:rsidRPr="00C92EA5" w:rsidRDefault="008B6A09" w:rsidP="008B6A0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36FBA" w:rsidRPr="008B6A09" w:rsidRDefault="008B6A09" w:rsidP="008B6A0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F36FBA" w:rsidRPr="008B6A0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09"/>
    <w:rsid w:val="00171A2E"/>
    <w:rsid w:val="00304C90"/>
    <w:rsid w:val="003D3C1B"/>
    <w:rsid w:val="00505B6D"/>
    <w:rsid w:val="006D3977"/>
    <w:rsid w:val="007D6C18"/>
    <w:rsid w:val="008B6A09"/>
    <w:rsid w:val="00D1641A"/>
    <w:rsid w:val="00F3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1A8B8"/>
  <w15:docId w15:val="{85CC0966-630F-45EE-A8A8-517FF326E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A09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251</Words>
  <Characters>1432</Characters>
  <Application>Microsoft Office Word</Application>
  <DocSecurity>0</DocSecurity>
  <Lines>11</Lines>
  <Paragraphs>3</Paragraphs>
  <ScaleCrop>false</ScaleCrop>
  <Company>Microsoft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2021-04-14T12:06:00Z</dcterms:created>
  <dcterms:modified xsi:type="dcterms:W3CDTF">2021-04-15T12:20:00Z</dcterms:modified>
</cp:coreProperties>
</file>