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4C2" w:rsidRPr="00C92EA5" w:rsidRDefault="009224C2" w:rsidP="009224C2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КТ</w:t>
      </w:r>
    </w:p>
    <w:p w:rsidR="009224C2" w:rsidRPr="00C92EA5" w:rsidRDefault="009224C2" w:rsidP="00922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" name="Группа 10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24C2" w:rsidRPr="00E77963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24C2" w:rsidRDefault="009224C2" w:rsidP="009224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377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24C2" w:rsidRPr="00E77963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224C2" w:rsidRDefault="009224C2" w:rsidP="009224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224C2" w:rsidRPr="00C92EA5" w:rsidRDefault="009224C2" w:rsidP="009224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224C2" w:rsidRPr="00C92EA5" w:rsidRDefault="009224C2" w:rsidP="009224C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224C2" w:rsidRPr="00C92EA5" w:rsidRDefault="009224C2" w:rsidP="009224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224C2" w:rsidRDefault="009224C2" w:rsidP="009224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9224C2" w:rsidRPr="00C92EA5" w:rsidRDefault="009224C2" w:rsidP="009224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224C2" w:rsidRPr="00C92EA5" w:rsidRDefault="009224C2" w:rsidP="009224C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224C2" w:rsidRPr="00C92EA5" w:rsidRDefault="009224C2" w:rsidP="009224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224C2" w:rsidRPr="00C92EA5" w:rsidRDefault="009224C2" w:rsidP="009224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224C2" w:rsidRPr="00C92EA5" w:rsidRDefault="009224C2" w:rsidP="009224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224C2" w:rsidRPr="00C92EA5" w:rsidRDefault="009224C2" w:rsidP="009224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224C2" w:rsidRPr="00C92EA5" w:rsidRDefault="009224C2" w:rsidP="009224C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224C2" w:rsidRPr="00C92EA5" w:rsidRDefault="009224C2" w:rsidP="009224C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224C2" w:rsidRPr="00C92EA5" w:rsidRDefault="009224C2" w:rsidP="009224C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224C2" w:rsidRPr="00C92EA5" w:rsidRDefault="009224C2" w:rsidP="009224C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22.04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9224C2" w:rsidRPr="00C92EA5" w:rsidRDefault="009224C2" w:rsidP="009224C2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224C2" w:rsidRPr="00C92EA5" w:rsidRDefault="009224C2" w:rsidP="009224C2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9224C2" w:rsidRPr="00C92EA5" w:rsidRDefault="009224C2" w:rsidP="009224C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9224C2" w:rsidRPr="00C92EA5" w:rsidRDefault="009224C2" w:rsidP="009224C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9224C2" w:rsidRPr="0040408C" w:rsidRDefault="009224C2" w:rsidP="009224C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Майданович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 О.В.</w:t>
      </w:r>
    </w:p>
    <w:p w:rsidR="009224C2" w:rsidRDefault="009224C2" w:rsidP="009224C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9224C2" w:rsidRPr="00C92EA5" w:rsidRDefault="009224C2" w:rsidP="009224C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224C2" w:rsidRPr="00C92EA5" w:rsidRDefault="009224C2" w:rsidP="009224C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ро</w:t>
      </w:r>
      <w:r>
        <w:rPr>
          <w:rFonts w:ascii="Times New Roman" w:eastAsia="Calibri" w:hAnsi="Times New Roman" w:cs="Times New Roman"/>
          <w:sz w:val="24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Майданович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О.В.</w:t>
      </w:r>
      <w:r w:rsidRPr="00C92EA5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9224C2" w:rsidRPr="00C92EA5" w:rsidRDefault="009224C2" w:rsidP="009224C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9224C2" w:rsidRPr="00C92EA5" w:rsidRDefault="009224C2" w:rsidP="009224C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224C2" w:rsidRPr="00C92EA5" w:rsidRDefault="009224C2" w:rsidP="009224C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224C2" w:rsidRDefault="009224C2" w:rsidP="009224C2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. </w:t>
      </w:r>
      <w:r w:rsidRPr="002B46B1">
        <w:rPr>
          <w:rFonts w:ascii="Times New Roman" w:eastAsia="Calibri" w:hAnsi="Times New Roman" w:cs="Times New Roman"/>
          <w:sz w:val="24"/>
        </w:rPr>
        <w:t>Надати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Майданович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Ользі Володимирівні,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2B2C92">
        <w:rPr>
          <w:rFonts w:ascii="Times New Roman" w:eastAsia="Calibri" w:hAnsi="Times New Roman" w:cs="Times New Roman"/>
          <w:sz w:val="24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 xml:space="preserve"> 2,0000</w:t>
      </w:r>
      <w:r w:rsidRPr="00C92EA5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за рахунок земель комунальної власності </w:t>
      </w:r>
      <w:r w:rsidRPr="00A7261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6823984700:04:009:0001,</w:t>
      </w:r>
      <w:r w:rsidRPr="00C92EA5">
        <w:rPr>
          <w:rFonts w:ascii="Times New Roman" w:eastAsia="Calibri" w:hAnsi="Times New Roman" w:cs="Times New Roman"/>
          <w:sz w:val="24"/>
        </w:rPr>
        <w:t xml:space="preserve">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 xml:space="preserve">,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Шепетівський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район,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території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сільської ради, за межами 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с.Потереба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9224C2" w:rsidRPr="00C92EA5" w:rsidRDefault="009224C2" w:rsidP="009224C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Майданович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О.В.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9224C2" w:rsidRPr="00C92EA5" w:rsidRDefault="009224C2" w:rsidP="009224C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224C2" w:rsidRPr="00C92EA5" w:rsidRDefault="009224C2" w:rsidP="009224C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224C2" w:rsidRPr="00C92EA5" w:rsidRDefault="009224C2" w:rsidP="009224C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224C2" w:rsidRPr="00C92EA5" w:rsidRDefault="009224C2" w:rsidP="009224C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F4A45" w:rsidRPr="009224C2" w:rsidRDefault="009224C2" w:rsidP="009224C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8F4A45" w:rsidRPr="009224C2" w:rsidSect="009224C2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4C2"/>
    <w:rsid w:val="00171A2E"/>
    <w:rsid w:val="002B2C92"/>
    <w:rsid w:val="00304C90"/>
    <w:rsid w:val="00505B6D"/>
    <w:rsid w:val="006D3977"/>
    <w:rsid w:val="007D6C18"/>
    <w:rsid w:val="008F4A45"/>
    <w:rsid w:val="009224C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B5A80"/>
  <w15:docId w15:val="{A2530259-DB3B-4030-9EC4-18B5950BBF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4C2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284</Words>
  <Characters>1620</Characters>
  <Application>Microsoft Office Word</Application>
  <DocSecurity>0</DocSecurity>
  <Lines>13</Lines>
  <Paragraphs>3</Paragraphs>
  <ScaleCrop>false</ScaleCrop>
  <Company>Microsoft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2021-04-14T12:11:00Z</dcterms:created>
  <dcterms:modified xsi:type="dcterms:W3CDTF">2021-04-15T12:22:00Z</dcterms:modified>
</cp:coreProperties>
</file>