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DD2" w:rsidRDefault="00871DD2" w:rsidP="00871D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71DD2" w:rsidRDefault="00871DD2" w:rsidP="00871DD2"/>
    <w:p w:rsidR="00871DD2" w:rsidRDefault="00871DD2" w:rsidP="00871DD2"/>
    <w:p w:rsidR="00871DD2" w:rsidRDefault="00871DD2" w:rsidP="00871D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71DD2" w:rsidRDefault="00871DD2" w:rsidP="00871D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71DD2" w:rsidRDefault="00871DD2" w:rsidP="00871D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71DD2" w:rsidRDefault="00871DD2" w:rsidP="00871D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71DD2" w:rsidRDefault="00871DD2" w:rsidP="00871D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DD2" w:rsidRDefault="00871DD2" w:rsidP="00871D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71DD2" w:rsidRDefault="00871DD2" w:rsidP="00871D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1DD2" w:rsidRDefault="00871DD2" w:rsidP="00871D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71DD2" w:rsidRPr="007256E4" w:rsidRDefault="00871DD2" w:rsidP="00871DD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871DD2" w:rsidRPr="00025A8C" w:rsidRDefault="00871DD2" w:rsidP="00871DD2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71DD2" w:rsidRPr="00025A8C" w:rsidRDefault="00871DD2" w:rsidP="00871D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A8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71DD2" w:rsidRPr="00025A8C" w:rsidRDefault="00871DD2" w:rsidP="00871D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871DD2" w:rsidRPr="00025A8C" w:rsidRDefault="00871DD2" w:rsidP="00871DD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Бурмій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871DD2" w:rsidRPr="00025A8C" w:rsidRDefault="00871DD2" w:rsidP="00871DD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71DD2" w:rsidRPr="00025A8C" w:rsidRDefault="00871DD2" w:rsidP="00871DD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25A8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proofErr w:type="gramEnd"/>
      <w:r w:rsidRPr="00025A8C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871DD2" w:rsidRPr="00025A8C" w:rsidRDefault="00871DD2" w:rsidP="00871DD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871DD2" w:rsidRPr="00025A8C" w:rsidRDefault="00871DD2" w:rsidP="00871DD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0,0800 га, яка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25A8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>.</w:t>
      </w:r>
    </w:p>
    <w:p w:rsidR="00871DD2" w:rsidRPr="00025A8C" w:rsidRDefault="00871DD2" w:rsidP="00871D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: </w:t>
      </w:r>
      <w:r w:rsidR="00F5786F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5786F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025A8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0,0800 га,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номер: 6823986800:01:007:0048, для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25A8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>.</w:t>
      </w:r>
    </w:p>
    <w:p w:rsidR="00871DD2" w:rsidRPr="00025A8C" w:rsidRDefault="00871DD2" w:rsidP="00871D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5A8C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871DD2" w:rsidRPr="00025A8C" w:rsidRDefault="00871DD2" w:rsidP="00871D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5A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871DD2" w:rsidRPr="00871DD2" w:rsidRDefault="00871DD2" w:rsidP="00871DD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3FF2" w:rsidRPr="00871DD2" w:rsidRDefault="00871DD2" w:rsidP="00871DD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A3FF2" w:rsidRPr="00871D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DD2"/>
    <w:rsid w:val="00171A2E"/>
    <w:rsid w:val="00304C90"/>
    <w:rsid w:val="00505B6D"/>
    <w:rsid w:val="006D3977"/>
    <w:rsid w:val="007D6C18"/>
    <w:rsid w:val="00871DD2"/>
    <w:rsid w:val="009A3FF2"/>
    <w:rsid w:val="00D1641A"/>
    <w:rsid w:val="00F5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2020-05-20T14:15:00Z</dcterms:created>
  <dcterms:modified xsi:type="dcterms:W3CDTF">2020-05-20T14:21:00Z</dcterms:modified>
</cp:coreProperties>
</file>