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B0D" w:rsidRPr="00CB71B2" w:rsidRDefault="00F61B0D" w:rsidP="00F61B0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F61B0D" w:rsidRPr="00CB71B2" w:rsidRDefault="00F61B0D" w:rsidP="00F61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61B0D" w:rsidRPr="00CB71B2" w:rsidRDefault="00F61B0D" w:rsidP="00F61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B0D" w:rsidRDefault="00F61B0D" w:rsidP="00F61B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1B0D" w:rsidRDefault="00F61B0D" w:rsidP="00F61B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61B0D" w:rsidRPr="00CB71B2" w:rsidRDefault="00F61B0D" w:rsidP="00F61B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61B0D" w:rsidRPr="00CB71B2" w:rsidRDefault="00F61B0D" w:rsidP="00F61B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F61B0D" w:rsidRPr="00CB71B2" w:rsidRDefault="00F61B0D" w:rsidP="00F61B0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61B0D" w:rsidRPr="00CB71B2" w:rsidRDefault="00F61B0D" w:rsidP="00F61B0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61B0D" w:rsidRPr="00CB71B2" w:rsidRDefault="00F61B0D" w:rsidP="00F61B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F61B0D" w:rsidRPr="00CB71B2" w:rsidRDefault="00F61B0D" w:rsidP="00F61B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61B0D" w:rsidRPr="00CB71B2" w:rsidRDefault="00F61B0D" w:rsidP="00F61B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Бірюковій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 Л.Д.</w:t>
      </w:r>
    </w:p>
    <w:p w:rsidR="00F61B0D" w:rsidRPr="00CB71B2" w:rsidRDefault="00F61B0D" w:rsidP="00F61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1B0D" w:rsidRPr="00CB71B2" w:rsidRDefault="00F61B0D" w:rsidP="00F61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1B0D" w:rsidRPr="00CB71B2" w:rsidRDefault="00F61B0D" w:rsidP="00F61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61B0D" w:rsidRPr="00CB71B2" w:rsidRDefault="00F61B0D" w:rsidP="00F61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61B0D" w:rsidRPr="00CB71B2" w:rsidRDefault="00F61B0D" w:rsidP="00F61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1B0D" w:rsidRPr="00CB71B2" w:rsidRDefault="00F61B0D" w:rsidP="00F61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0,2100га,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1B0D" w:rsidRPr="00CB71B2" w:rsidRDefault="00F61B0D" w:rsidP="00F61B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A1728E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A1728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0,2100 га, кадастровий номер: 6823984000:01:019:0017,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1B0D" w:rsidRPr="00CB71B2" w:rsidRDefault="00F61B0D" w:rsidP="00F61B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61B0D" w:rsidRPr="00CB71B2" w:rsidRDefault="00F61B0D" w:rsidP="00F61B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61B0D" w:rsidRPr="00CB71B2" w:rsidRDefault="00F61B0D" w:rsidP="00F61B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1B0D" w:rsidRPr="00CB71B2" w:rsidRDefault="00F61B0D" w:rsidP="00F61B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6E2B4C" w:rsidRDefault="006E2B4C"/>
    <w:sectPr w:rsidR="006E2B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B0D"/>
    <w:rsid w:val="00171A2E"/>
    <w:rsid w:val="00304C90"/>
    <w:rsid w:val="00505B6D"/>
    <w:rsid w:val="006D3977"/>
    <w:rsid w:val="006E2B4C"/>
    <w:rsid w:val="007D6C18"/>
    <w:rsid w:val="00A1728E"/>
    <w:rsid w:val="00D1641A"/>
    <w:rsid w:val="00F6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F687"/>
  <w15:docId w15:val="{6C4B208B-24D8-4364-B208-03C6869E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0D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273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2021-04-14T11:44:00Z</dcterms:created>
  <dcterms:modified xsi:type="dcterms:W3CDTF">2021-04-15T05:11:00Z</dcterms:modified>
</cp:coreProperties>
</file>