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218" w:rsidRPr="0066767B" w:rsidRDefault="00B96218" w:rsidP="00B96218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66767B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B96218" w:rsidRPr="0066767B" w:rsidRDefault="00B96218" w:rsidP="00B96218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F97A3FE" wp14:editId="277B4707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1491" name="Группа 109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149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9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0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1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47" o:spid="_x0000_s1026" style="position:absolute;left:0;text-align:left;margin-left:0;margin-top:12.9pt;width:32.3pt;height:50.05pt;z-index:251660288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mV38MA&#10;AADeAAAADwAAAGRycy9kb3ducmV2LnhtbERPS4vCMBC+L/gfwix409Qq6naNIqLiQRAfvQ/N9ME2&#10;k9JErf/eLCzsbT6+5yxWnanFg1pXWVYwGkYgiDOrKy4U3K67wRyE88gaa8uk4EUOVsvexwITbZ98&#10;psfFFyKEsEtQQel9k0jpspIMuqFtiAOX29agD7AtpG7xGcJNLeMomkqDFYeGEhvalJT9XO5GgR3v&#10;D8e0iM/jLc88r0/zPO2OSvU/u/U3CE+d/xf/uQ86zB9NvmL4fSfcIJ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NmV3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GC58cA&#10;AADeAAAADwAAAGRycy9kb3ducmV2LnhtbERPTWsCMRC9F/ofwhR6kZrVFqtbo4iwtvZQUAu9Dpvp&#10;ZtvNZElSXf31RhB6m8f7nOm8s43Ykw+1YwWDfgaCuHS65krB5654GIMIEVlj45gUHCnAfHZ7M8Vc&#10;uwNvaL+NlUghHHJUYGJscylDachi6LuWOHHfzluMCfpKao+HFG4bOcyykbRYc2ow2NLSUPm7/bMK&#10;fooP87V8Pq18b7KhU694f23WI6Xu77rFC4hIXfwXX91vOs0fPE0e4fJOukHO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lRgu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u+kscA&#10;AADeAAAADwAAAGRycy9kb3ducmV2LnhtbESPzWrDMBCE74W8g9hCLiWRk5rSOJFNCE0pvoT8PMBi&#10;bSxTa2UsNXbePioUettlZueb3RSjbcWNet84VrCYJyCIK6cbrhVczvvZOwgfkDW2jknBnTwU+eRp&#10;g5l2Ax/pdgq1iCHsM1RgQugyKX1lyKKfu444alfXWwxx7WupexxiuG3lMknepMWGI8FgRztD1ffp&#10;x0bI4RUP5XU47z9HHPCjNPyyPSo1fR63axCBxvBv/rv+0rH+Il2l8PtOnEHm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irvpL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MOM8UA&#10;AADeAAAADwAAAGRycy9kb3ducmV2LnhtbERPTUsDMRC9C/0PYQRvNtvSVrs2LaUqFMGDVSjehs10&#10;d3EzCcnYXf99Iwje5vE+Z7UZXKfOFFPr2cBkXIAirrxtuTbw8f58ew8qCbLFzjMZ+KEEm/XoaoWl&#10;9T2/0fkgtcohnEo00IiEUutUNeQwjX0gztzJR4eSYay1jdjncNfpaVEstMOWc0ODgXYNVV+Hb2fg&#10;tX8KL3eL+Sl8xtlUp0crx50Yc3M9bB9ACQ3yL/5z722eP5kt5/D7Tr5Br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w4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FfsYA&#10;AADeAAAADwAAAGRycy9kb3ducmV2LnhtbESP0WrCQBBF3wv+wzKCL6VubEuo0VVEmlLyIlE/YMiO&#10;2WB2NmRXE/++Wyj0bYZ755476+1oW3Gn3jeOFSzmCQjiyumGawXnU/7yAcIHZI2tY1LwIA/bzeRp&#10;jZl2A5d0P4ZaxBD2GSowIXSZlL4yZNHPXUcctYvrLYa49rXUPQ4x3LbyNUlSabHhSDDY0d5QdT3e&#10;bIQc3vBQXIZT/jXigJ+F4eddqdRsOu5WIAKN4d/8d/2tY/3F+zKF33fiDH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WFf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0138UA&#10;AADeAAAADwAAAGRycy9kb3ducmV2LnhtbERPTUsDMRC9C/6HMII3m22prW6bltIqiODBWijehs10&#10;d+lmEpKxu/57Iwje5vE+Z7keXKcuFFPr2cB4VIAirrxtuTZw+Hi+ewCVBNli55kMfFOC9er6aoml&#10;9T2/02UvtcohnEo00IiEUutUNeQwjXwgztzJR4eSYay1jdjncNfpSVHMtMOWc0ODgbYNVef9lzPw&#10;1j+F1/ns/hQ+43Si087KcSvG3N4MmwUooUH+xX/uF5vnj6ePc/h9J9+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/TXf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e8RMgA&#10;AADeAAAADwAAAGRycy9kb3ducmV2LnhtbESPT0sDMRDF74LfIYzgRdps/VPstmmxQlCoUFoFr8Nm&#10;uru4mSxJ7K7f3jkI3mZ4b977zWoz+k6dKaY2sIHZtABFXAXXcm3g491OHkGljOywC0wGfijBZn15&#10;scLShYEPdD7mWkkIpxINNDn3pdapashjmoaeWLRTiB6zrLHWLuIg4b7Tt0Ux1x5bloYGe3puqPo6&#10;fnsD2/1Q38WbajuG3enl88FaZ9+sMddX49MSVKYx/5v/rl+d4M/uF8Ir78gMev0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Z7xE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tTIMMA&#10;AADeAAAADwAAAGRycy9kb3ducmV2LnhtbERP3WrCMBS+H+wdwhnsbqaKinamIkphyG78eYBDc2y6&#10;NiclibV7+2Uw2N35+H7PZjvaTgzkQ+NYwXSSgSCunG64VnC9lG8rECEia+wck4JvCrAtnp82mGv3&#10;4BMN51iLFMIhRwUmxj6XMlSGLIaJ64kTd3PeYkzQ11J7fKRw28lZli2lxYZTg8Ge9oaq9ny3Csrj&#10;7HNo79qXbjfOLS3M1+pglHp9GXfvICKN8V/85/7Qaf50vl7D7zvpBln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htTI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oqWMcA&#10;AADeAAAADwAAAGRycy9kb3ducmV2LnhtbESPQUsDMRCF74L/IYzQi9hsWyqyNi1WCC0oiFXwOmym&#10;u4ubyZKk3e2/7xwEbzPMm/fet9qMvlNniqkNbGA2LUARV8G1XBv4/rIPT6BSRnbYBSYDF0qwWd/e&#10;rLB0YeBPOh9yrcSEU4kGmpz7UutUNeQxTUNPLLdjiB6zrLHWLuIg5r7T86J41B5bloQGe3ptqPo9&#10;nLyB7cdQL+J9tR3D23H3s7TW2XdrzORufHkGlWnM/+K/772T+rNlIQCCIzPo9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6Klj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bFPMMA&#10;AADeAAAADwAAAGRycy9kb3ducmV2LnhtbERPS2rDMBDdB3oHMYXuYtmhKcGJHEKCoZRumuQAgzW1&#10;XFsjIymOe/uqUOhuHu87u/1sBzGRD51jBUWWgyBunO64VXC91MsNiBCRNQ6OScE3BdhXD4sdltrd&#10;+YOmc2xFCuFQogIT41hKGRpDFkPmRuLEfTpvMSboW6k93lO4HeQqz1+kxY5Tg8GRjoaa/nyzCuq3&#10;1fvU37Sv3WF+trQ2X5uTUerpcT5sQUSa47/4z/2q0/xinRfw+066QV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obFP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rFo8IA&#10;AADeAAAADwAAAGRycy9kb3ducmV2LnhtbERPzWqDQBC+F/oOyxR6q7smNQTjJoRCQj3W9gEGd6IS&#10;d9a426hv3y0UepuP73eKw2x7cafRd441pIkCQVw703Gj4evz9LIF4QOywd4xaVjIw2H/+FBgbtzE&#10;H3SvQiNiCPscNbQhDLmUvm7Jok/cQBy5ixsthgjHRpoRpxhue7lSaiMtdhwbWhzoraX6Wn1bDa/L&#10;dL5V2VWdjKW0XA8lhzrT+vlpPu5ABJrDv/jP/W7i/DRTK/h9J94g9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msW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R2l8QA&#10;AADeAAAADwAAAGRycy9kb3ducmV2LnhtbERPS2vCQBC+F/wPywi91U0UpU2zCUGxSE9tqp6H7ORB&#10;s7Mhu2r8991Cobf5+J6T5pPpxZVG11lWEC8iEMSV1R03Co5f+6dnEM4ja+wtk4I7Ociz2UOKibY3&#10;/qRr6RsRQtglqKD1fkikdFVLBt3CDsSBq+1o0Ac4NlKPeAvhppfLKNpIgx2HhhYH2rZUfZcXo+Cy&#10;OS+PXL/rj3J3f3vZ7QsnT41Sj/OpeAXhafL/4j/3QYf58Tpawe874Qa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Udp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Je/sYA&#10;AADeAAAADwAAAGRycy9kb3ducmV2LnhtbERPTWvCQBC9C/6HZYTedGOrQaOr2EKheqjU6sHbmB2T&#10;aHY2ZldN/71bKPQ2j/c503ljSnGj2hWWFfR7EQji1OqCMwXb7/fuCITzyBpLy6TghxzMZ+3WFBNt&#10;7/xFt43PRAhhl6CC3PsqkdKlORl0PVsRB+5oa4M+wDqTusZ7CDelfI6iWBosODTkWNFbTul5czUK&#10;dutRPF6/Lgen1ecBX4y+7HURK/XUaRYTEJ4a/y/+c3/oML8/jAbw+064Qc4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VJe/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ds8cMA&#10;AADeAAAADwAAAGRycy9kb3ducmV2LnhtbERPS4vCMBC+L+x/CCN4W1NdLVKNsrroiidf4HVoxrbY&#10;TEoTte6vN4LgbT6+54ynjSnFlWpXWFbQ7UQgiFOrC84UHPaLryEI55E1lpZJwZ0cTCefH2NMtL3x&#10;lq47n4kQwi5BBbn3VSKlS3My6Dq2Ig7cydYGfYB1JnWNtxBuStmLolgaLDg05FjRPKf0vLsYBf/x&#10;ETfurzf7/dae7v3h0q43S6XareZnBMJT49/il3ulw/zuIBrA851wg5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ds8c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ybKMEA&#10;AADeAAAADwAAAGRycy9kb3ducmV2LnhtbERPzYrCMBC+L/gOYQRva6qoaDXKsih4U6sPMDRjWmwm&#10;tYlafXojLOxtPr7fWaxaW4k7Nb50rGDQT0AQ506XbBScjpvvKQgfkDVWjknBkzyslp2vBabaPfhA&#10;9ywYEUPYp6igCKFOpfR5QRZ939XEkTu7xmKIsDFSN/iI4baSwySZSIslx4YCa/otKL9kN6vg6oZj&#10;3WZr3F3Ws31pzOj6OoyU6nXbnzmIQG34F/+5tzrOH4yTCXzeiTfI5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AMmyjBAAAA3g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xYWMIA&#10;AADeAAAADwAAAGRycy9kb3ducmV2LnhtbERPS4vCMBC+L/gfwgjeNHUXX9Uo64Lg1cfB45iMbbWZ&#10;1CZq9ddvFoS9zcf3nNmisaW4U+0Lxwr6vQQEsXam4EzBfrfqjkH4gGywdEwKnuRhMW99zDA17sEb&#10;um9DJmII+xQV5CFUqZRe52TR91xFHLmTqy2GCOtMmhofMdyW8jNJhtJiwbEhx4p+ctKX7c0qWBdH&#10;Ggz1aWLHS705vK7ha3Q2SnXazfcURKAm/Ivf7rWJ8/uDZAR/78Qb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/FhY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I1/cQA&#10;AADeAAAADwAAAGRycy9kb3ducmV2LnhtbERPS0sDMRC+C/6HMII3m7Sg2G3TYgsFRS30Qb0Om3Gz&#10;uJksm7jd/nvnIPQ2873mm/lyCI3qqUt1ZAvjkQFFXEZXc2XheNg8PINKGdlhE5ksXCjBcnF7M8fC&#10;xTPvqN/nSkkIpwIt+JzbQutUegqYRrElFu47dgGzrF2lXYdnCQ+NnhjzpAPWLBc8trT2VP7sf4OF&#10;HrcX8+VXn9O3+qOcbFendye4vb8bXmagMg35Kv53vzqpP3400lfekRn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CNf3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NP/MMA&#10;AADeAAAADwAAAGRycy9kb3ducmV2LnhtbERPTUvDQBC9C/0PyxS82U0DFY3dllKo9KjRg8cxO82m&#10;ZmfC7tpEf70rCN7m8T5nvZ18ry4UYidsYLkoQBE3YjtuDby+HG7uQMWEbLEXJgNfFGG7mV2tsbIy&#10;8jNd6tSqHMKxQgMupaHSOjaOPMaFDMSZO0nwmDIMrbYBxxzue10Wxa322HFucDjQ3lHzUX96A+Nj&#10;834uT2/WfYdBDvWTnMtejLmeT7sHUImm9C/+cx9tnr9cFf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NP/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hgq8gA&#10;AADeAAAADwAAAGRycy9kb3ducmV2LnhtbESPT0/CQBDF7yZ+h82YcJNtSRBSWQjyJzFEY0C9j92x&#10;re7ONt0Fyrd3DiTeZjJv3nu/2aL3Tp2oi01gA/kwA0VcBttwZeDjfXs/BRUTskUXmAxcKMJifnsz&#10;w8KGM+/pdEiVEhOOBRqoU2oLrWNZk8c4DC2x3L5D5zHJ2lXadngWc+/0KMsetMeGJaHGllY1lb+H&#10;ozewfVu7n9Hrfvmp02oz+XLT3dP6xZjBXb98BJWoT//i6/ezlfr5OBcAwZEZ9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GGCr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IYpMUA&#10;AADeAAAADwAAAGRycy9kb3ducmV2LnhtbERPTWvCQBC9F/wPywhepG5iiYTUVaRQtGChjYVex+yY&#10;BLOzIbtN0n/vFoTe5vE+Z70dTSN66lxtWUG8iEAQF1bXXCr4Or0+piCcR9bYWCYFv+Rgu5k8rDHT&#10;duBP6nNfihDCLkMFlfdtJqUrKjLoFrYlDtzFdgZ9gF0pdYdDCDeNXEbRShqsOTRU2NJLRcU1/zEK&#10;+o/juTz0rn27pnOXPJ33+3f9rdRsOu6eQXga/b/47j7oMD9O4hj+3gk3yM0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ohik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z4zsYA&#10;AADeAAAADwAAAGRycy9kb3ducmV2LnhtbERPS2vCQBC+C/0PyxR6001CLRpdpQqFXgo+eqi3MTtN&#10;gtnZuLvV6K/vCoK3+fieM513phEncr62rCAdJCCIC6trLhV8bz/6IxA+IGtsLJOCC3mYz556U8y1&#10;PfOaTptQihjCPkcFVQhtLqUvKjLoB7YljtyvdQZDhK6U2uE5hptGZknyJg3WHBsqbGlZUXHY/BkF&#10;i/FocVy98td1vd/R7md/GGYuUerluXufgAjUhYf47v7UcX46TDO4vRNvkL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Bz4zsYAAADeAAAADwAAAAAAAAAAAAAAAACYAgAAZHJz&#10;L2Rvd25yZXYueG1sUEsFBgAAAAAEAAQA9QAAAIsDAAAAAA==&#10;" fillcolor="black" stroked="f"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NTVcYA&#10;AADeAAAADwAAAGRycy9kb3ducmV2LnhtbERPTWvCQBC9F/wPywi91U0sSkhdpWoLhepB7aHHaXaa&#10;LMnOhuxWo7/eLQje5vE+Z7bobSOO1HnjWEE6SkAQF04bLhV8Hd6fMhA+IGtsHJOCM3lYzAcPM8y1&#10;O/GOjvtQihjCPkcFVQhtLqUvKrLoR64ljtyv6yyGCLtS6g5PMdw2cpwkU2nRcGyosKVVRUW9/7MK&#10;vj+nJtsZGv9sLss3vZnUy+26Vupx2L++gAjUh7v45v7QcX46SZ/h/514g5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pNTV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imE8UA&#10;AADeAAAADwAAAGRycy9kb3ducmV2LnhtbERPS2sCMRC+F/wPYQreanbFFtkaRSyilx7qA6/DZrrZ&#10;7mayTaKu/vqmUOhtPr7nzBa9bcWFfKgdK8hHGQji0umaKwWH/fppCiJEZI2tY1JwowCL+eBhhoV2&#10;V/6gyy5WIoVwKFCBibErpAylIYth5DrixH06bzEm6CupPV5TuG3lOMtepMWaU4PBjlaGymZ3tgr8&#10;8vTW3Pl8bLL7+y1svvrvKRqlho/98hVEpD7+i//cW53m58/5BH7fSTfI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KKYT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W1w8QA&#10;AADeAAAADwAAAGRycy9kb3ducmV2LnhtbERP22rCQBB9L/gPyxR8KXUTwbamriIFQagUtH7AmJ0m&#10;obuzITvV6Nd3BcG3OZzrzBa9d+pIXWwCG8hHGSjiMtiGKwP779XzG6goyBZdYDJwpgiL+eBhhoUN&#10;J97ScSeVSiEcCzRQi7SF1rGsyWMchZY4cT+h8ygJdpW2HZ5SuHd6nGUv2mPDqaHGlj5qKn93f96A&#10;Gx/c9PM1buS815vs4mX79GWNGT72y3dQQr3cxTf32qb5+SSfwP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MVtc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dq7sQA&#10;AADeAAAADwAAAGRycy9kb3ducmV2LnhtbERPTWvCQBC9C/0PyxR6002EiqSu0laEXHpoTPE6Zsds&#10;cHc2ZLea+uvdQqG3ebzPWW1GZ8WFhtB5VpDPMhDEjdcdtwrq/W66BBEiskbrmRT8UIDN+mGywkL7&#10;K3/SpYqtSCEcClRgYuwLKUNjyGGY+Z44cSc/OIwJDq3UA15TuLNynmUL6bDj1GCwp3dDzbn6dgq2&#10;VW/ndWnewuHr43i05W1Hh61ST4/j6wuISGP8F/+5S53m58/5An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Xau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59Q8MA&#10;AADeAAAADwAAAGRycy9kb3ducmV2LnhtbERPTWvCQBC9F/oflin0VncjVCW6hiIGhJ5q9eBt2B2T&#10;2OxsyK4m/fddQehtHu9zVsXoWnGjPjSeNWQTBYLYeNtwpeHwXb4tQISIbLH1TBp+KUCxfn5aYW79&#10;wF9028dKpBAOOWqoY+xyKYOpyWGY+I44cWffO4wJ9pW0PQ4p3LVyqtRMOmw4NdTY0aYm87O/Og2X&#10;Un56o9AcD8dhZ+en7YxapfXry/ixBBFpjP/ih3tn0/zsPZvD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l59Q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kaVscA&#10;AADeAAAADwAAAGRycy9kb3ducmV2LnhtbESPQWvCQBCF7wX/wzJCb3UTS4tEV7EFQVo8VKX0OGbH&#10;JCQ7G3ZXTf+9cyj0NsN78943i9XgOnWlEBvPBvJJBoq49LbhysDxsHmagYoJ2WLnmQz8UoTVcvSw&#10;wML6G3/RdZ8qJSEcCzRQp9QXWseyJodx4nti0c4+OEyyhkrbgDcJd52eZtmrdtiwNNTY03tNZbu/&#10;OAM/l08+754/1uEtffvhENvpadYa8zge1nNQiYb0b/673lrBz19y4ZV3ZAa9v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4pGlb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qv8UA&#10;AADeAAAADwAAAGRycy9kb3ducmV2LnhtbERPTWsCMRC9C/6HMAVvml3RolujqCB4EdT2UG/jZrq7&#10;uJmsSdRtf30jFHqbx/uc2aI1tbiT85VlBekgAUGcW11xoeDjfdOfgPABWWNtmRR8k4fFvNuZYabt&#10;gw90P4ZCxBD2GSooQ2gyKX1ekkE/sA1x5L6sMxgidIXUDh8x3NRymCSv0mDFsaHEhtYl5ZfjzShY&#10;TSer637Eu5/D+USnz/NlPHSJUr2XdvkGIlAb/sV/7q2O89NxOoXnO/EG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uGq/xQAAAN4AAAAPAAAAAAAAAAAAAAAAAJgCAABkcnMv&#10;ZG93bnJldi54bWxQSwUGAAAAAAQABAD1AAAAigMAAAAA&#10;" fillcolor="black" stroked="f"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gCNcYA&#10;AADeAAAADwAAAGRycy9kb3ducmV2LnhtbESPQUsDMRCF74L/IYzgzWZbUWRtWpaCKJ62reJ1uhk3&#10;i5vJksR0/ffOQfA2w7x5733r7exHVSimIbCB5aICRdwFO3Bv4O34dPMAKmVki2NgMvBDCbaby4s1&#10;1jaceU/lkHslJpxqNOBynmqtU+fIY1qEiVhunyF6zLLGXtuIZzH3o15V1b32OLAkOJxo56j7Onx7&#10;A+W0a5vb8lHc/jU2fQzt8/upNeb6am4eQWWa87/47/vFSv3l3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gCN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jjp8UA&#10;AADeAAAADwAAAGRycy9kb3ducmV2LnhtbERPTWvCQBC9C/0PyxS86SaCYlNXKdIW60VNC+1xyE6z&#10;odnZkF1j6q93BcHbPN7nLFa9rUVHra8cK0jHCQjiwumKSwVfn2+jOQgfkDXWjknBP3lYLR8GC8y0&#10;O/GBujyUIoawz1CBCaHJpPSFIYt+7BriyP261mKIsC2lbvEUw20tJ0kykxYrjg0GG1obKv7yo1Xg&#10;0/Xr99aen7qfd8O7/MPM9qVRavjYvzyDCNSHu/jm3ug4P51OUri+E2+Qyw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uOOn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96218" w:rsidRPr="0066767B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96218" w:rsidRPr="0066767B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96218" w:rsidRPr="0066767B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96218" w:rsidRPr="0066767B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96218" w:rsidRPr="0066767B" w:rsidRDefault="00B96218" w:rsidP="00B9621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16"/>
          <w:szCs w:val="16"/>
          <w:lang w:eastAsia="uk-UA"/>
        </w:rPr>
      </w:pPr>
    </w:p>
    <w:p w:rsidR="00B96218" w:rsidRPr="0066767B" w:rsidRDefault="00B96218" w:rsidP="00B9621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B96218" w:rsidRPr="0066767B" w:rsidRDefault="00B96218" w:rsidP="00B96218">
      <w:pPr>
        <w:keepNext/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B96218" w:rsidRPr="0066767B" w:rsidRDefault="00B96218" w:rsidP="00B9621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B96218" w:rsidRPr="0066767B" w:rsidRDefault="00B96218" w:rsidP="00B96218">
      <w:pPr>
        <w:tabs>
          <w:tab w:val="left" w:pos="4424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B96218" w:rsidRPr="0066767B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F60A5D8" wp14:editId="79C72230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1522" name="Группа 109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152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2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3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4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5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96218" w:rsidRDefault="00B96218" w:rsidP="00B9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978" o:spid="_x0000_s1057" style="position:absolute;margin-left:219.6pt;margin-top:717.85pt;width:42.8pt;height:57.85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v2PsMA&#10;AADeAAAADwAAAGRycy9kb3ducmV2LnhtbERPS4vCMBC+C/sfwizsTVNbfFCNIuIuHgTx0fvQTB/Y&#10;TEqT1e6/3wiCt/n4nrNc96YRd+pcbVnBeBSBIM6trrlUcL18D+cgnEfW2FgmBX/kYL36GCwx1fbB&#10;J7qffSlCCLsUFVTet6mULq/IoBvZljhwhe0M+gC7UuoOHyHcNDKOoqk0WHNoqLClbUX57fxrFNjk&#10;Z3/IyviU7HjmeXOcF1l/UOrrs98sQHjq/Vv8cu91mD+exAk83w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v2P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bc6ccA&#10;AADeAAAADwAAAGRycy9kb3ducmV2LnhtbERPTWsCMRC9F/ofwhS8SM0q1tqtUYqw2vZQUAu9Dpvp&#10;ZtvNZEmirv56IxR6m8f7nNmis404kA+1YwXDQQaCuHS65krB5664n4IIEVlj45gUnCjAYn57M8Nc&#10;uyNv6LCNlUghHHJUYGJscylDachiGLiWOHHfzluMCfpKao/HFG4bOcqyibRYc2ow2NLSUPm73VsF&#10;P8WH+Vo+nle+/7Shc794XzdvE6V6d93LM4hIXfwX/7lfdZo/fBiN4fpOukH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m3O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ndc8UA&#10;AADeAAAADwAAAGRycy9kb3ducmV2LnhtbESP3YrCMBCF74V9hzAL3siaqihLbRRZdBFvxJ8HGJpp&#10;U2wmpcna7tsbQfBuhnPmfGeydW9rcafWV44VTMYJCOLc6YpLBdfL7usbhA/IGmvHpOCfPKxXH4MM&#10;U+06PtH9HEoRQ9inqMCE0KRS+tyQRT92DXHUCtdaDHFtS6lb7GK4reU0SRbSYsWRYLChH0P57fxn&#10;I+Q4w+Oh6C673x473B4MjzYnpYaf/WYJIlAf3ubX9V7H+pP5dA7Pd+IMcvU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d1z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9WPsQA&#10;AADeAAAADwAAAGRycy9kb3ducmV2LnhtbERPTUvDQBC9C/0Pywje7KahjRK7LaVWEMGDVRBvQ3aa&#10;BLOzy+7YxH/vCoK3ebzPWW8nN6gzxdR7NrCYF6CIG297bg28vT5c34JKgmxx8EwGvinBdjO7WGNt&#10;/cgvdD5Kq3IIpxoNdCKh1jo1HTlMcx+IM3fy0aFkGFttI4453A26LIpKO+w5N3QYaN9R83n8cgae&#10;x0N4uqlWp/ARl6VO91be92LM1eW0uwMlNMm/+M/9aPP8xaq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vVj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Sfmn8YA&#10;AADeAAAADwAAAGRycy9kb3ducmV2LnhtbESP0WoCMRBF3wv+Q5hCX4pmVdrKahSRKsUX2dUPGDbj&#10;ZulmsmxSs/17IxT6NsO9c8+d1WawrbhR7xvHCqaTDARx5XTDtYLLeT9egPABWWPrmBT8kofNevS0&#10;wly7yAXdylCLFMI+RwUmhC6X0leGLPqJ64iTdnW9xZDWvpa6x5jCbStnWfYuLTacCAY72hmqvssf&#10;myCnOZ6O13jeHwaM+Hk0/LotlHp5HrZLEIGG8G/+u/7Sqf70bfYBj3fSDHJ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Sfmn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xn18cA&#10;AADeAAAADwAAAGRycy9kb3ducmV2LnhtbESPQUsDMRCF74L/IYzgzWa72Cpr01LaCiJ4aBVKb2Ez&#10;3V3cTEIy7a7/3jkI3mZ4b977ZrEafa+umHIXyMB0UoBCqoPrqDHw9fn68AwqsyVn+0Bo4AczrJa3&#10;NwtbuTDQHq8HbpSEUK6sgZY5VlrnukVv8yREJNHOIXnLsqZGu2QHCfe9Lotirr3tSBpaG3HTYv19&#10;uHgDH8Muvj/NZ+d4So+lzlvHxw0bc383rl9AMY78b/67fnOCP52Vwivv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8Z9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3XfpcUA&#10;AADeAAAADwAAAGRycy9kb3ducmV2LnhtbERP32vCMBB+H/g/hBvsRWaq4tiqUXQQJiiMuYGvR3O2&#10;Zc2lJJmt/70RhL3dx/fzFqveNuJMPtSOFYxHGQjiwpmaSwU/3/r5FUSIyAYbx6TgQgFWy8HDAnPj&#10;Ov6i8yGWIoVwyFFBFWObSxmKiiyGkWuJE3dy3mJM0JfSeOxSuG3kJMtepMWaU0OFLb1XVPwe/qyC&#10;zWdXTv2w2PRud/o4zrQ2eq+Venrs13MQkfr4L767tybNH88mb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dd+l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aqGsYA&#10;AADeAAAADwAAAGRycy9kb3ducmV2LnhtbESPQW/CMAyF75P4D5GRuI0UNibUERBiqjRNuwz2A6zG&#10;awqNUyWhlH8/HybtZsvP771vsxt9pwaKqQ1sYDEvQBHXwbbcGPg+VY9rUCkjW+wCk4E7JdhtJw8b&#10;LG248RcNx9woMeFUogGXc19qnWpHHtM89MRy+wnRY5Y1NtpGvIm57/SyKF60x5YlwWFPB0f15Xj1&#10;BqqP5edwudpYhf347Gnlzus3Z8xsOu5fQWUa87/47/vdSv3F6kk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aqGs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pFfsQA&#10;AADeAAAADwAAAGRycy9kb3ducmV2LnhtbERP32vCMBB+H+x/CDfwZWjaiSKdUVQIChuMqeDr0Zxt&#10;WXMpSWbrf78MBnu7j+/nLdeDbcWNfGgcK8gnGQji0pmGKwXnkx4vQISIbLB1TAruFGC9enxYYmFc&#10;z590O8ZKpBAOBSqoY+wKKUNZk8UwcR1x4q7OW4wJ+koaj30Kt618ybK5tNhwaqixo11N5dfx2yrY&#10;fvTV1D+X28G9XfeXmdZGv2ulRk/D5hVEpCH+i//cB5Pm57NpDr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aRX7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iR9sMA&#10;AADeAAAADwAAAGRycy9kb3ducmV2LnhtbERP3WrCMBS+H+wdwhl4N1PrHNKZimwURHaj2wMcmrOm&#10;a3NSkljr25vBwLvz8f2ezXayvRjJh9axgsU8A0FcO91yo+D7q3pegwgRWWPvmBRcKcC2fHzYYKHd&#10;hY80nmIjUgiHAhWYGIdCylAbshjmbiBO3I/zFmOCvpHa4yWF217mWfYqLbacGgwO9G6o7k5nq6A6&#10;5J9jd9a+crvpxdLK/K4/jFKzp2n3BiLSFO/if/dep/mL1TKHv3fSD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iR9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qqhcEA&#10;AADeAAAADwAAAGRycy9kb3ducmV2LnhtbERPzYrCMBC+C75DGGFvNq21ItUoi+CyHq0+wNCMbbGZ&#10;dJusrW+/WRC8zcf3O9v9aFrxoN41lhUkUQyCuLS64UrB9XKcr0E4j6yxtUwKnuRgv5tOtphrO/CZ&#10;HoWvRAhhl6OC2vsul9KVNRl0ke2IA3ezvUEfYF9J3eMQwk0rF3G8kgYbDg01dnSoqbwXv0bB8jl8&#10;/RTZPT5qQ8kp7U7sy0ypj9n4uQHhafRv8cv9rcP8JEtT+H8n3CB3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m6qoX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EkXsMA&#10;AADeAAAADwAAAGRycy9kb3ducmV2LnhtbERPTYvCMBC9C/sfwix401R3LVqNIiuKeHK76nloxrbY&#10;TEoTtf77jSB4m8f7nNmiNZW4UeNKywoG/QgEcWZ1ybmCw9+6NwbhPLLGyjIpeJCDxfyjM8NE2zv/&#10;0i31uQgh7BJUUHhfJ1K6rCCDrm9r4sCdbWPQB9jkUjd4D+GmksMoiqXBkkNDgTX9FJRd0qtRcI1P&#10;wwOfd3qfrh6byWq9dPKYK9X9bJdTEJ5a/xa/3Fsd5g9GX9/wfCfc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FEkX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Ix2MYA&#10;AADeAAAADwAAAGRycy9kb3ducmV2LnhtbERPS2vCQBC+C/0PyxS86cZXsKmr2IKgHgxVe+htmp0m&#10;abOzMbtq/PduodDbfHzPmS1aU4kLNa60rGDQj0AQZ1aXnCs4Hla9KQjnkTVWlknBjRws5g+dGSba&#10;XvmNLnufixDCLkEFhfd1IqXLCjLo+rYmDtyXbQz6AJtc6gavIdxUchhFsTRYcmgosKbXgrKf/dko&#10;eE+n8VP6shl/b3efODL69KHLWKnuY7t8BuGp9f/iP/dah/mDyWgCv++EG+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Ix2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4O8QA&#10;AADeAAAADwAAAGRycy9kb3ducmV2LnhtbERPS2vCQBC+F/wPywje6uZRg0TXYCvV0pO1hV6H7JgE&#10;s7Mhu9XYX+8WhN7m43vOshhMK87Uu8aygngagSAurW64UvD1+fo4B+E8ssbWMim4koNiNXpYYq7t&#10;hT/ofPCVCCHsclRQe9/lUrqyJoNuajviwB1tb9AH2FdS93gJ4aaVSRRl0mDDoaHGjl5qKk+HH6Pg&#10;N/vGvdslz5tUe7o+zbf2fb9VajIe1gsQngb/L76733SYH8/SDP7eC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ZOD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z0DsMA&#10;AADeAAAADwAAAGRycy9kb3ducmV2LnhtbERPzYrCMBC+L/gOYQRvmuqqu1uNIouCt9W6DzA0Y1ps&#10;JrWJWn16syDsbT6+35kvW1uJKzW+dKxgOEhAEOdOl2wU/B42/U8QPiBrrByTgjt5WC46b3NMtbvx&#10;nq5ZMCKGsE9RQRFCnUrp84Is+oGriSN3dI3FEGFjpG7wFsNtJUdJMpUWS44NBdb0XVB+yi5WwdmN&#10;JrrN1vhzWn/tSmPG58d+rFSv265mIAK14V/8cm91nD+cvH/A3zvxBr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Sz0D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8Gl8YA&#10;AADeAAAADwAAAGRycy9kb3ducmV2LnhtbESPQW/CMAyF75P4D5GRdhspIBgUAmKTJnGF7bCjSUxb&#10;aJzSZNDx6/Fh0m623vN7n5frztfqSm2sAhsYDjJQxDa4igsDX58fLzNQMSE7rAOTgV+KsF71npaY&#10;u3DjHV33qVASwjFHA2VKTa51tCV5jIPQEIt2DK3HJGtbaNfiTcJ9rUdZNtUeK5aGEht6L8me9z/e&#10;wLY60GRqj3M/e7O77/sljV9PzpjnfrdZgErUpX/z3/XWCf5wMhZeeUdm0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8Gl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Ja28YA&#10;AADeAAAADwAAAGRycy9kb3ducmV2LnhtbERP0WrCQBB8L/gPxwq+1UuUlhq9iAqCpa1QW/R1ya25&#10;YG4v5M4Y/75XKPRtdmdnZmex7G0tOmp95VhBOk5AEBdOV1wq+P7aPr6A8AFZY+2YFNzJwzIfPCww&#10;0+7Gn9QdQimiCfsMFZgQmkxKXxiy6MeuIY7c2bUWQxzbUuoWb9Hc1nKSJM/SYsUxwWBDG0PF5XC1&#10;Cjrc35OTWX/MXqv3YrJfH9903KvRsF/NQQTqw//xn3qn4/vp03QGv3UiB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Ja2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NfocYA&#10;AADeAAAADwAAAGRycy9kb3ducmV2LnhtbESPQU/DMAyF70j7D5EncWPpKkBTWTZNSEMcoeywo2m8&#10;pltjV0lYC7+eHJC42fLze+9bbyffqyuF2AkbWC4KUMSN2I5bA4eP/d0KVEzIFnthMvBNEbab2c0a&#10;Kysjv9O1Tq3KJhwrNOBSGiqtY+PIY1zIQJxvJwkeU15Dq23AMZv7XpdF8ag9dpwTHA707Ki51F/e&#10;wPjSfJ7L09G6nzDIvn6Tc9mLMbfzafcEKtGU/sV/3682118+3GeAjJNn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lNfo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fqLcUA&#10;AADeAAAADwAAAGRycy9kb3ducmV2LnhtbERP22oCMRB9L/Qfwgh9q9mVtspqFC8VpLSIt/dxM+5u&#10;TSbLJtX175tCwbc5nOuMJq014kKNrxwrSLsJCOLc6YoLBfvd8nkAwgdkjcYxKbiRh8n48WGEmXZX&#10;3tBlGwoRQ9hnqKAMoc6k9HlJFn3X1cSRO7nGYoiwKaRu8BrDrZG9JHmTFiuODSXWNC8pP29/rILl&#10;emG+e1+b6UGG+Xv/aAYfs8WnUk+ddjoEEagNd/G/e6Xj/PT1JYW/d+INcvw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5+o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OpzsQA&#10;AADeAAAADwAAAGRycy9kb3ducmV2LnhtbERPTYvCMBC9C/6HMIIXWVN1XaQaRQRRYQV1F7yOzdgW&#10;m0lpYq3/3iwseJvH+5zZojGFqKlyuWUFg34EgjixOudUwe/P+mMCwnlkjYVlUvAkB4t5uzXDWNsH&#10;H6k++VSEEHYxKsi8L2MpXZKRQde3JXHgrrYy6AOsUqkrfIRwU8hhFH1JgzmHhgxLWmWU3E53o6A+&#10;fF/Sbe3K3W3Sc+PRZbPZ67NS3U6znILw1Pi3+N+91WH+YPw5hL93wg1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Dqc7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ySMYA&#10;AADeAAAADwAAAGRycy9kb3ducmV2LnhtbERPS2sCMRC+C/6HMII3zWpVdDVKLRR6KdTHQW/jZtxd&#10;3Ey2SdRtf30jFLzNx/ecxaoxlbiR86VlBYN+AoI4s7rkXMF+996bgvABWWNlmRT8kIfVst1aYKrt&#10;nTd024ZcxBD2KSooQqhTKX1WkEHftzVx5M7WGQwRulxqh/cYbio5TJKJNFhybCiwpreCssv2ahSs&#10;Z9P199eIP383pyMdD6fLeOgSpbqd5nUOIlATnuJ/94eO8wfj0Qs83ok3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NySMYAAADeAAAADwAAAAAAAAAAAAAAAACYAgAAZHJz&#10;L2Rvd25yZXYueG1sUEsFBgAAAAAEAAQA9QAAAIsDAAAAAA==&#10;" fillcolor="black" stroked="f"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kPMYA&#10;AADeAAAADwAAAGRycy9kb3ducmV2LnhtbERPS2sCMRC+C/0PYQreNKuoyNYotSoI2oOPQ4/jZtwN&#10;u5ksm6jb/vpGKPQ2H99zZovWVuJOjTeOFQz6CQjizGnDuYLzadObgvABWWPlmBR8k4fF/KUzw1S7&#10;Bx/ofgy5iCHsU1RQhFCnUvqsIIu+72riyF1dYzFE2ORSN/iI4baSwySZSIuGY0OBNX0UlJXHm1Xw&#10;tZuY6cHQ8LL/Wa71flwuP1elUt3X9v0NRKA2/Iv/3Fsd5w/GoxE834k3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nkP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cslcQA&#10;AADeAAAADwAAAGRycy9kb3ducmV2LnhtbERPS2sCMRC+F/ofwhR606xSi2yNIkqpFw++6HXYTDfb&#10;3UzWJOrqrzcFobf5+J4zmXW2EWfyoXKsYNDPQBAXTldcKtjvPntjECEia2wck4IrBZhNn58mmGt3&#10;4Q2dt7EUKYRDjgpMjG0uZSgMWQx91xIn7sd5izFBX0rt8ZLCbSOHWfYuLVacGgy2tDBU1NuTVeDn&#10;38v6xqdDnd3W1/D12x3HaJR6fenmHyAidfFf/HCvdJo/GL2N4O+ddIO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XLJ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QEqcQA&#10;AADeAAAADwAAAGRycy9kb3ducmV2LnhtbERP22oCMRB9L/gPYQq+lJpVWtuuRpGCUFAErR8w3Yy7&#10;S5PJspnq6tcboeDbHM51pvPOO3WkNtaBDQwHGSjiItiaSwP77+XzO6goyBZdYDJwpgjzWe9hirkN&#10;J97ScSelSiEcczRQiTS51rGoyGMchIY4cYfQepQE21LbFk8p3Ds9yrKx9lhzaqiwoc+Kit/dnzfg&#10;Rj/uY/UW13Le63V28bJ92lhj+o/dYgJKqJO7+N/9ZdP84evLGG7vpBv07A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0BK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gaMUA&#10;AADeAAAADwAAAGRycy9kb3ducmV2LnhtbERPS2sCMRC+F/ofwhS81axiH6xGqYqwFw/dWryOm3Gz&#10;NJksm6hrf70pFLzNx/ec2aJ3VpypC41nBaNhBoK48rrhWsHua/P8DiJEZI3WMym4UoDF/PFhhrn2&#10;F/6kcxlrkUI45KjAxNjmUobKkMMw9C1x4o6+cxgT7GqpO7ykcGflOMtepcOGU4PBllaGqp/y5BSs&#10;y9aOd4VZhv339nCwxe+G9mulBk/9xxREpD7exf/uQqf5o5fJG/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6OBo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GLMYA&#10;AADeAAAADwAAAGRycy9kb3ducmV2LnhtbESPQWsCMRCF74X+hzAFbzVR1JbVKKUoCD3V6qG3IRl3&#10;t91Mlk1013/fOQi9zfDevPfNajOERl2pS3VkC5OxAUXsoq+5tHD82j2/gkoZ2WMTmSzcKMFm/fiw&#10;wsLHnj/pesilkhBOBVqocm4LrZOrKGAax5ZYtHPsAmZZu1L7DnsJD42eGrPQAWuWhgpbeq/I/R4u&#10;wcLPTn9EZ9Cdjqd+71++twtqjLWjp+FtCSrTkP/N9+u9F/zJfCa88o7Mo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LGL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aQ0MQA&#10;AADeAAAADwAAAGRycy9kb3ducmV2LnhtbERPTWsCMRC9F/wPYQRvNatWsatRVCgUiwe1lB7Hzbi7&#10;7GayJFG3/94UBG/zeJ8zX7amFldyvrSsYNBPQBBnVpecK/g+frxOQfiArLG2TAr+yMNy0XmZY6rt&#10;jfd0PYRcxBD2KSooQmhSKX1WkEHftw1x5M7WGQwRulxqh7cYbmo5TJKJNFhybCiwoU1BWXW4GAW/&#10;ly8+70bblVuHH9sefTU8TSulet12NQMRqA1P8cP9qeP8wfjtHf7fiTfIx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WkND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h64skA&#10;AADeAAAADwAAAGRycy9kb3ducmV2LnhtbESPQW/CMAyF75P2HyJP4jZS0DqxjoDGpElckAbsMG6m&#10;8dqKxumSAIVfPx8mcbPl5/feN533rlUnCrHxbGA0zEARl942XBn42n48TkDFhGyx9UwGLhRhPru/&#10;m2Jh/ZnXdNqkSokJxwIN1Cl1hdaxrMlhHPqOWG4/PjhMsoZK24BnMXetHmfZs3bYsCTU2NF7TeVh&#10;c3QGFi+Txe/nE6+u6/2Odt/7Qz4OmTGDh/7tFVSiPt3E/99LK/VHeS4AgiMz6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2eh64skAAADeAAAADwAAAAAAAAAAAAAAAACYAgAA&#10;ZHJzL2Rvd25yZXYueG1sUEsFBgAAAAAEAAQA9QAAAI4DAAAAAA==&#10;" fillcolor="black" stroked="f"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U08MA&#10;AADeAAAADwAAAGRycy9kb3ducmV2LnhtbERP30vDMBB+F/Y/hBv45tJOJlKXjTIYik/dVHy9Nbem&#10;rLmUJGb1vzeC4Nt9fD9vvZ3sIBL50DtWUC4KEMSt0z13Ct7f9nePIEJE1jg4JgXfFGC7md2ssdLu&#10;ygdKx9iJHMKhQgUmxrGSMrSGLIaFG4kzd3beYszQd1J7vOZwO8hlUTxIiz3nBoMj7Qy1l+OXVZBO&#10;u6a+T5/JHF593XnXPH+cGqVu51P9BCLSFP/Ff+4XneeXq1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RLU0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wOrcUA&#10;AADeAAAADwAAAGRycy9kb3ducmV2LnhtbERPTWvCQBC9F/wPywje6iaC0kZXEWml9VIbBT0O2TEb&#10;zM6G7Dam/vpuodDbPN7nLFa9rUVHra8cK0jHCQjiwumKSwXHw+vjEwgfkDXWjknBN3lYLQcPC8y0&#10;u/EndXkoRQxhn6ECE0KTSekLQxb92DXEkbu41mKIsC2lbvEWw20tJ0kykxYrjg0GG9oYKq75l1Xg&#10;083LaWfvz915a/gjfzezfWmUGg379RxEoD78i//cbzrOT6fTC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bA6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96218" w:rsidRDefault="00B96218" w:rsidP="00B9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96218" w:rsidRPr="0066767B" w:rsidRDefault="00B96218" w:rsidP="00B9621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  <w:r w:rsidRPr="0066767B">
        <w:rPr>
          <w:rFonts w:ascii="Times New Roman" w:eastAsia="Calibri" w:hAnsi="Times New Roman" w:cs="Times New Roman"/>
          <w:b/>
          <w:lang w:val="uk-UA"/>
        </w:rPr>
        <w:t>РІШЕННЯ</w:t>
      </w:r>
    </w:p>
    <w:p w:rsidR="00B96218" w:rsidRPr="0066767B" w:rsidRDefault="00B96218" w:rsidP="00B9621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uk-UA"/>
        </w:rPr>
      </w:pPr>
    </w:p>
    <w:p w:rsidR="00B96218" w:rsidRPr="0066767B" w:rsidRDefault="00B96218" w:rsidP="00B9621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B96218" w:rsidRPr="0066767B" w:rsidRDefault="00B96218" w:rsidP="00B9621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B96218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.01.2021р.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      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      Крупець                                        №_____</w:t>
      </w:r>
    </w:p>
    <w:p w:rsidR="00B96218" w:rsidRDefault="00B96218" w:rsidP="00B96218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96218" w:rsidRPr="001C55EE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B96218" w:rsidRPr="001C55EE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із землеустрою щодо поділу та об’єднання</w:t>
      </w:r>
    </w:p>
    <w:p w:rsidR="00B96218" w:rsidRPr="001C55EE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земельних ділянок </w:t>
      </w:r>
      <w:proofErr w:type="spellStart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</w:t>
      </w:r>
      <w:proofErr w:type="spellEnd"/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сільської ради</w:t>
      </w:r>
    </w:p>
    <w:p w:rsidR="00B96218" w:rsidRPr="001C55EE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96218" w:rsidRPr="001C55EE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 сільська  рада ВИРІШИЛА:</w:t>
      </w:r>
    </w:p>
    <w:p w:rsidR="00B96218" w:rsidRPr="001C55EE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96218" w:rsidRPr="001C55EE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 w:rsidRPr="001C55EE">
        <w:rPr>
          <w:rFonts w:ascii="Times New Roman" w:eastAsia="Calibri" w:hAnsi="Times New Roman" w:cs="Times New Roman"/>
          <w:sz w:val="24"/>
          <w:lang w:val="uk-UA"/>
        </w:rPr>
        <w:t>Крупецькій</w:t>
      </w:r>
      <w:proofErr w:type="spellEnd"/>
      <w:r w:rsidRPr="001C55EE">
        <w:rPr>
          <w:rFonts w:ascii="Times New Roman" w:eastAsia="Calibri" w:hAnsi="Times New Roman" w:cs="Times New Roman"/>
          <w:sz w:val="24"/>
          <w:lang w:val="uk-UA"/>
        </w:rPr>
        <w:t xml:space="preserve"> сільській раді, ідентифікаційний номер 04405030, т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ехнічну документацію із землеустрою щодо поділу</w:t>
      </w:r>
      <w:r w:rsidRPr="001C55EE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та об’єднання земельних ділянок комунальної власності, земельні ділянки кожної категорії земель, які не надані у власність або користування громадянам чи юридичним особам (16.00), землі сільськогосподарс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ького призначення, площею 0,1512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6823984000:01:019:0016; площею 0,2100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6823984000:01:019:0017; площею 33,0642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га, кад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астровий номер 6823984000:01:019:0018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</w:t>
      </w:r>
      <w:r w:rsidRPr="009F1257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Хмельницька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сільської ради,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 межами   с.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Крупець.</w:t>
      </w:r>
    </w:p>
    <w:p w:rsidR="00B96218" w:rsidRPr="001C55EE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раді в особі сільського голови </w:t>
      </w:r>
      <w:proofErr w:type="spellStart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Валерія Анатолійовича</w:t>
      </w: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B96218" w:rsidRPr="001C55EE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C55EE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96218" w:rsidRPr="001C55EE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96218" w:rsidRPr="001C55EE" w:rsidRDefault="00B96218" w:rsidP="00B9621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B96218" w:rsidRPr="001C55EE" w:rsidRDefault="00B96218" w:rsidP="00B9621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96218" w:rsidRPr="001C55EE" w:rsidRDefault="00B96218" w:rsidP="00B9621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B96218" w:rsidRPr="001C55EE" w:rsidRDefault="00B96218" w:rsidP="00B9621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5A265D" w:rsidRPr="00B96218" w:rsidRDefault="00B96218" w:rsidP="00B962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 w:eastAsia="uk-UA"/>
        </w:rPr>
      </w:pPr>
      <w:r w:rsidRPr="001C55EE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5A265D" w:rsidRPr="00B9621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76CC" w:rsidRDefault="00D276CC">
      <w:pPr>
        <w:spacing w:after="0" w:line="240" w:lineRule="auto"/>
      </w:pPr>
      <w:r>
        <w:separator/>
      </w:r>
    </w:p>
  </w:endnote>
  <w:endnote w:type="continuationSeparator" w:id="0">
    <w:p w:rsidR="00D276CC" w:rsidRDefault="00D276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76CC" w:rsidRDefault="00D276CC">
      <w:pPr>
        <w:spacing w:after="0" w:line="240" w:lineRule="auto"/>
      </w:pPr>
      <w:r>
        <w:separator/>
      </w:r>
    </w:p>
  </w:footnote>
  <w:footnote w:type="continuationSeparator" w:id="0">
    <w:p w:rsidR="00D276CC" w:rsidRDefault="00D276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218"/>
    <w:rsid w:val="005A265D"/>
    <w:rsid w:val="00B96218"/>
    <w:rsid w:val="00D2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18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218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cp:lastPrinted>2009-07-13T00:38:00Z</cp:lastPrinted>
  <dcterms:created xsi:type="dcterms:W3CDTF">2021-01-18T11:49:00Z</dcterms:created>
  <dcterms:modified xsi:type="dcterms:W3CDTF">2021-01-18T11:50:00Z</dcterms:modified>
</cp:coreProperties>
</file>