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E13" w:rsidRPr="004C56AA" w:rsidRDefault="00764E13" w:rsidP="00764E13">
      <w:pPr>
        <w:pStyle w:val="HTML0"/>
        <w:spacing w:line="276" w:lineRule="auto"/>
        <w:rPr>
          <w:rFonts w:ascii="Times New Roman" w:hAnsi="Times New Roman" w:cs="Courier New"/>
          <w:sz w:val="22"/>
          <w:szCs w:val="22"/>
          <w:lang w:val="ru-RU"/>
        </w:rPr>
      </w:pPr>
      <w:r>
        <w:rPr>
          <w:rFonts w:ascii="Courier New" w:hAnsi="Courier New" w:cs="Courier New"/>
          <w:noProof/>
          <w:sz w:val="22"/>
          <w:szCs w:val="22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5425567" wp14:editId="2CD2FE33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89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9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4E13" w:rsidRDefault="00764E13" w:rsidP="00764E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4E13" w:rsidRDefault="00764E13" w:rsidP="00764E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4E13" w:rsidRDefault="00764E13" w:rsidP="00764E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4E13" w:rsidRDefault="00764E13" w:rsidP="00764E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4E13" w:rsidRDefault="00764E13" w:rsidP="00764E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4E13" w:rsidRDefault="00764E13" w:rsidP="00764E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4E13" w:rsidRDefault="00764E13" w:rsidP="00764E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4E13" w:rsidRDefault="00764E13" w:rsidP="00764E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4E13" w:rsidRDefault="00764E13" w:rsidP="00764E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4E13" w:rsidRDefault="00764E13" w:rsidP="00764E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4E13" w:rsidRDefault="00764E13" w:rsidP="00764E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4E13" w:rsidRDefault="00764E13" w:rsidP="00764E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4E13" w:rsidRDefault="00764E13" w:rsidP="00764E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4E13" w:rsidRDefault="00764E13" w:rsidP="00764E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4E13" w:rsidRDefault="00764E13" w:rsidP="00764E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4E13" w:rsidRDefault="00764E13" w:rsidP="00764E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4E13" w:rsidRDefault="00764E13" w:rsidP="00764E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4E13" w:rsidRDefault="00764E13" w:rsidP="00764E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4E13" w:rsidRDefault="00764E13" w:rsidP="00764E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4E13" w:rsidRDefault="00764E13" w:rsidP="00764E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4E13" w:rsidRDefault="00764E13" w:rsidP="00764E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4E13" w:rsidRDefault="00764E13" w:rsidP="00764E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4E13" w:rsidRDefault="00764E13" w:rsidP="00764E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4E13" w:rsidRDefault="00764E13" w:rsidP="00764E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4E13" w:rsidRDefault="00764E13" w:rsidP="00764E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4E13" w:rsidRDefault="00764E13" w:rsidP="00764E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4E13" w:rsidRDefault="00764E13" w:rsidP="00764E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4E13" w:rsidRDefault="00764E13" w:rsidP="00764E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4E13" w:rsidRDefault="00764E13" w:rsidP="00764E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4E13" w:rsidRDefault="00764E13" w:rsidP="00764E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BDWCxCLngAAEBZBAAOAAAAAAAAAAAAAAAAAC4CAABk&#10;cnMvZTJvRG9jLnhtbFBLAQItABQABgAIAAAAIQCyHUyb4AAAAAoBAAAPAAAAAAAAAAAAAAAAAIh6&#10;AABkcnMvZG93bnJldi54bWxQSwUGAAAAAAQABADzAAAAl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NbDb4A&#10;AADdAAAADwAAAGRycy9kb3ducmV2LnhtbERPyQrCMBC9C/5DGMGbplpwqUYRUfEgiNt9aMa22ExK&#10;E7X+vTkIHh9vny8bU4oX1a6wrGDQj0AQp1YXnCm4Xra9CQjnkTWWlknBhxwsF+3WHBNt33yi19ln&#10;IoSwS1BB7n2VSOnSnAy6vq2IA3e3tUEfYJ1JXeM7hJtSDqNoJA0WHBpyrGidU/o4P40CG+/2h1s2&#10;PMUbHnteHSf3W3NQqttpVjMQnhr/F//ce60gjqdhf3gTnoBcf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jjWw2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64E13" w:rsidRDefault="00764E13" w:rsidP="00764E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k6mMgA&#10;AADdAAAADwAAAGRycy9kb3ducmV2LnhtbESPW2sCMRSE34X+h3AKfRHNquBlaxQRtreHghfw9bA5&#10;3Wy7OVmSVLf++qZQ8HGYmW+Y5bqzjTiTD7VjBaNhBoK4dLrmSsHxUAzmIEJE1tg4JgU/FGC9uust&#10;Mdfuwjs672MlEoRDjgpMjG0uZSgNWQxD1xIn78N5izFJX0nt8ZLgtpHjLJtKizWnBYMtbQ2VX/tv&#10;q+CzeDen7ez65PuLHV37xdtz8zpV6uG+2zyCiNTFW/i//aIVTCaLEfy9SU9Ar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luTqY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64E13" w:rsidRDefault="00764E13" w:rsidP="00764E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PGkMQA&#10;AADdAAAADwAAAGRycy9kb3ducmV2LnhtbESPTWrDMBCF94HeQUyhm9DIiaGkbhRjSl2CN8FJDzBY&#10;E8vUGhlLid3bR4VCl4/38/F2+Wx7caPRd44VrFcJCOLG6Y5bBV/n8nkLwgdkjb1jUvBDHvL9w2KH&#10;mXYT13Q7hVbEEfYZKjAhDJmUvjFk0a/cQBy9ixsthijHVuoRpzhue7lJkhdpseNIMDjQu6Hm+3S1&#10;EXJM8VhdpnP5OeOEH5XhZVEr9fQ4F28gAs3hP/zXPmgFafq6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zxpD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64E13" w:rsidRDefault="00764E13" w:rsidP="00764E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S2q8YA&#10;AADdAAAADwAAAGRycy9kb3ducmV2LnhtbESPQUsDMRSE74L/ITzBm83a1WrXpqVUBSl4sArS22Pz&#10;urt08xKSZ3f990YQPA4z8w2zWI2uVyeKqfNs4HpSgCKuve24MfDx/nx1DyoJssXeMxn4pgSr5fnZ&#10;AivrB36j004alSGcKjTQioRK61S35DBNfCDO3sFHh5JlbLSNOGS46/W0KGbaYcd5ocVAm5bq4+7L&#10;GXgdnsL2bnZ7CPt4M9Xp0crnRoy5vBjXD6CERvkP/7VfrIGynJfw+yY/Ab3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kS2q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64E13" w:rsidRDefault="00764E13" w:rsidP="00764E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b7f8UA&#10;AADdAAAADwAAAGRycy9kb3ducmV2LnhtbESP32rCMBTG7wd7h3AG3gxNZ4e4zigy7BjeiO0e4NAc&#10;m7LmpDSxrW9vBoNdfnx/fnyb3WRbMVDvG8cKXhYJCOLK6YZrBd9lPl+D8AFZY+uYFNzIw277+LDB&#10;TLuRzzQUoRZxhH2GCkwIXSalrwxZ9AvXEUfv4nqLIcq+lrrHMY7bVi6TZCUtNhwJBjv6MFT9FFcb&#10;IacUT8fLWOafE454OBp+3p+Vmj1N+3cQgabwH/5rf2kFafr2Cr9v4hOQ2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Fvt/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64E13" w:rsidRDefault="00764E13" w:rsidP="00764E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GLRMYA&#10;AADdAAAADwAAAGRycy9kb3ducmV2LnhtbESPQUsDMRSE70L/Q3iCN5u1tbWuTYtUBRE8WAult8fm&#10;dXfp5iUkz+76740geBxm5htmuR5cp84UU+vZwM24AEVcedtybWD3+XK9AJUE2WLnmQx8U4L1anSx&#10;xNL6nj/ovJVaZQinEg00IqHUOlUNOUxjH4izd/TRoWQZa20j9hnuOj0pirl22HJeaDDQpqHqtP1y&#10;Bt775/B2N58dwyHeTnR6srLfiDFXl8PjAyihQf7Df+1Xa2A6vZ/B75v8BP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uGLR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64E13" w:rsidRDefault="00764E13" w:rsidP="00764E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O1TccA&#10;AADdAAAADwAAAGRycy9kb3ducmV2LnhtbESPzWrDMBCE74W8g9hCLyGRW9OQuFFCUhAttFDyA70u&#10;1sY2tVZGUmPn7aNCoMdhZr5hluvBtuJMPjSOFTxOMxDEpTMNVwqOBz2ZgwgR2WDrmBRcKMB6Nbpb&#10;YmFczzs672MlEoRDgQrqGLtCylDWZDFMXUecvJPzFmOSvpLGY5/gtpVPWTaTFhtOCzV29FpT+bP/&#10;tQq2X32V+3G5HdzH6e37WWujP7VSD/fD5gVEpCH+h2/td6Mgzxcz+Hu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yztU3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64E13" w:rsidRDefault="00764E13" w:rsidP="00764E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dKk8UA&#10;AADdAAAADwAAAGRycy9kb3ducmV2LnhtbESP0WoCMRRE3wv+Q7iCbzWrttauRhFloRRftP2Ay+a6&#10;Wd3cLElc179vCoU+DjNzhlltetuIjnyoHSuYjDMQxKXTNVcKvr+K5wWIEJE1No5JwYMCbNaDpxXm&#10;2t35SN0pViJBOOSowMTY5lKG0pDFMHYtcfLOzluMSfpKao/3BLeNnGbZXFqsOS0YbGlnqLyeblZB&#10;8Tk9dNeb9oXb9i+WXs1lsTdKjYb9dgkiUh//w3/tD61gNnt/g9836Qn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R0qT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64E13" w:rsidRDefault="00764E13" w:rsidP="00764E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CEpMQA&#10;AADdAAAADwAAAGRycy9kb3ducmV2LnhtbERPW2vCMBR+H+w/hDPwRWa6FWWrRpmDMGGCeIG9Hppj&#10;W2xOShJt9+/Nw2CPH999sRpsK27kQ+NYwcskA0FcOtNwpeB01M9vIEJENtg6JgW/FGC1fHxYYGFc&#10;z3u6HWIlUgiHAhXUMXaFlKGsyWKYuI44cWfnLcYEfSWNxz6F21a+ZtlMWmw4NdTY0WdN5eVwtQrW&#10;u77K/bhcD+77/PUz1drorVZq9DR8zEFEGuK/+M+9MQry/D3NTW/SE5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ghKT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64E13" w:rsidRDefault="00764E13" w:rsidP="00764E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R7esQA&#10;AADdAAAADwAAAGRycy9kb3ducmV2LnhtbESP0WoCMRRE3wv+Q7hC32pWbUW3RhHLQpG+qP2Ay+Z2&#10;s3VzsyRxXf/eCIKPw8ycYZbr3jaiIx9qxwrGowwEcel0zZWC32PxNgcRIrLGxjEpuFKA9WrwssRc&#10;uwvvqTvESiQIhxwVmBjbXMpQGrIYRq4lTt6f8xZjkr6S2uMlwW0jJ1k2kxZrTgsGW9oaKk+Hs1VQ&#10;7CY/3emsfeE2/bulD/M//zJKvQ77zSeISH18hh/tb61gOl0s4P4mPQG5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Ue3r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64E13" w:rsidRDefault="00764E13" w:rsidP="00764E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uQI78A&#10;AADdAAAADwAAAGRycy9kb3ducmV2LnhtbERPy4rCMBTdC/5DuMLsbOJrGDqNIoKDLq1+wKW505Y2&#10;N7XJ2Pr3k4Xg8nDe2W60rXhQ72vHGhaJAkFcOFNzqeF2Pc6/QPiAbLB1TBqe5GG3nU4yTI0b+EKP&#10;PJQihrBPUUMVQpdK6YuKLPrEdcSR+3W9xRBhX0rT4xDDbSuXSn1KizXHhgo7OlRUNPmf1bB+Dj/3&#10;fNOoo7G0OK+6M4dio/XHbNx/gwg0hrf45T4ZDau1ivvjm/gE5P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S5Aj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64E13" w:rsidRDefault="00764E13" w:rsidP="00764E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UspMYA&#10;AADdAAAADwAAAGRycy9kb3ducmV2LnhtbESPT2vCQBTE7wW/w/KE3uomKtKm2YSgWKSnNlXPj+zL&#10;H5p9G7Krxm/fLRR6HGbmN0yaT6YXVxpdZ1lBvIhAEFdWd9woOH7tn55BOI+ssbdMCu7kIM9mDykm&#10;2t74k66lb0SAsEtQQev9kEjpqpYMuoUdiINX29GgD3JspB7xFuCml8so2kiDHYeFFgfatlR9lxej&#10;4LI5L49cv+uPcnd/e9ntCydPjVKP86l4BeFp8v/hv/ZBK1itoxh+34Qn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JUspM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64E13" w:rsidRDefault="00764E13" w:rsidP="00764E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TN1McA&#10;AADdAAAADwAAAGRycy9kb3ducmV2LnhtbESPQWvCQBSE70L/w/IKvemmUYJNXUWFQu2hQauH3p7Z&#10;Z5KafZtmV03/vVsQPA4z8w0zmXWmFmdqXWVZwfMgAkGcW11xoWD79dYfg3AeWWNtmRT8kYPZ9KE3&#10;wVTbC6/pvPGFCBB2KSoovW9SKV1ekkE3sA1x8A62NeiDbAupW7wEuKllHEWJNFhxWCixoWVJ+XFz&#10;Mgp22Th5yRar0c/H5x6HRv9+6ypR6umxm7+C8NT5e/jWftcKhqMohv8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zkzdT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64E13" w:rsidRDefault="00764E13" w:rsidP="00764E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CqvMUA&#10;AADdAAAADwAAAGRycy9kb3ducmV2LnhtbESPQWvCQBSE7wX/w/IKvTWbJiISXaW21EpPGgWvj+wz&#10;Cc2+DdltjP56Vyh4HGbmG2a+HEwjeupcbVnBWxSDIC6srrlUcNh/vU5BOI+ssbFMCi7kYLkYPc0x&#10;0/bMO+pzX4oAYZehgsr7NpPSFRUZdJFtiYN3sp1BH2RXSt3hOcBNI5M4nkiDNYeFClv6qKj4zf+M&#10;guvkiFv3naw+U+3pMp6u7c92rdTL8/A+A+Fp8I/wf3ujFaTjOIX7m/AE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0Kq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64E13" w:rsidRDefault="00764E13" w:rsidP="00764E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FhcMUA&#10;AADdAAAADwAAAGRycy9kb3ducmV2LnhtbESP0WrCQBRE3wv+w3IF35qNmoqmriIlQt9a037AJXu7&#10;CWbvxuw2xn59t1DwcZiZM8x2P9pWDNT7xrGCeZKCIK6cbtgo+Pw4Pq5B+ICssXVMCm7kYb+bPGwx&#10;1+7KJxrKYESEsM9RQR1Cl0vpq5os+sR1xNH7cr3FEGVvpO7xGuG2lYs0XUmLDceFGjt6qak6l99W&#10;wcUtnvRYFvh2LjbvjTHZ5eeUKTWbjodnEIHGcA//t1+1gmWWZvD3Jj4Bu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4WFw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64E13" w:rsidRDefault="00764E13" w:rsidP="00764E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xOg8QA&#10;AADdAAAADwAAAGRycy9kb3ducmV2LnhtbESPzW7CMBCE75V4B2uReisO/xAwiFZC4gr00ONiL0na&#10;eB1iFwJPj5GQOI5m5hvNfNnYUpyp9oVjBd1OAoJYO1NwpuB7v/6YgPAB2WDpmBRcycNy0XqbY2rc&#10;hbd03oVMRAj7FBXkIVSplF7nZNF3XEUcvaOrLYYo60yaGi8RbkvZS5KRtFhwXMixoq+c9N/u3yrY&#10;FAcajvRxaiefevtzO4X++Nco9d5uVjMQgZrwCj/bG6OgP0iG8HgTn4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MToP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64E13" w:rsidRDefault="00764E13" w:rsidP="00764E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cjAMIA&#10;AADdAAAADwAAAGRycy9kb3ducmV2LnhtbERPW2vCMBR+H+w/hCPsbSY6kVmNMgeDDafgBX09NMem&#10;rDkpTVbrvzfCYI/fnW+26FwlWmpC6VnDoK9AEOfelFxoOOw/nl9BhIhssPJMGq4UYDF/fJhhZvyF&#10;t9TuYiFSCYcMNdgY60zKkFtyGPq+Jk7a2TcOY4JNIU2Dl1TuKjlUaiwdlpwWLNb0bin/2f06DS1u&#10;rupkl+vJV/mdDzfL48okXj/1urcpiEhd/Df/pT+NhpeRGsP9TXoCcn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VyMA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64E13" w:rsidRDefault="00764E13" w:rsidP="00764E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A4+8UA&#10;AADdAAAADwAAAGRycy9kb3ducmV2LnhtbESPQUvDQBSE70L/w/IEb3ZjKippt6UILR41evD4zL5m&#10;02bfC7trE/31riB4HGbmG2a1mXyvzhRiJ2zgZl6AIm7EdtwaeHvdXT+AignZYi9MBr4owmY9u1hh&#10;ZWXkFzrXqVUZwrFCAy6lodI6No48xrkMxNk7SPCYsgyttgHHDPe9LoviTnvsOC84HOjRUXOqP72B&#10;cd98HMvDu3XfYZBd/SzHshdjri6n7RJUoin9h//aT9bA4ra4h983+Qn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IDj7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64E13" w:rsidRDefault="00764E13" w:rsidP="00764E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TqLsMA&#10;AADdAAAADwAAAGRycy9kb3ducmV2LnhtbERPy2oCMRTdC/5DuII7zailymgUn1BKi2jr/nZyOzOa&#10;3AyTqNO/bxaCy8N5zxaNNeJGtS8dKxj0ExDEmdMl5wq+v3a9CQgfkDUax6Tgjzws5u3WDFPt7nyg&#10;2zHkIoawT1FBEUKVSumzgiz6vquII/fraoshwjqXusZ7DLdGDpPkVVosOTYUWNG6oOxyvFoFu/3G&#10;nIefh+VJhvV2/GMm76vNh1LdTrOcggjUhKf44X7TCkYvSZwb38Qn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9TqL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64E13" w:rsidRDefault="00764E13" w:rsidP="00764E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+CDMcA&#10;AADdAAAADwAAAGRycy9kb3ducmV2LnhtbESPQWvCQBSE70L/w/IKvYhuWlvRmFVKoahgoU0LXl+y&#10;zySYfRuya4z/3i0IHoeZ+YZJVr2pRUetqywreB5HIIhzqysuFPz9fo5mIJxH1lhbJgUXcrBaPgwS&#10;jLU98w91qS9EgLCLUUHpfRNL6fKSDLqxbYiDd7CtQR9kW0jd4jnATS1fomgqDVYcFkps6KOk/Jie&#10;jILue5cVm8412+Ns6N4m2Xr9pfdKPT327wsQnnp/D9/aG61g8hrN4f9NeAJye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E/ggz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64E13" w:rsidRDefault="00764E13" w:rsidP="00764E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3BhcUA&#10;AADdAAAADwAAAGRycy9kb3ducmV2LnhtbERPu27CMBTdK/UfrFuJrTgEWkGKiQoSEkul8hhgu8S3&#10;SUR8ndoGUr4eD0gdj857mnemERdyvrasYNBPQBAXVtdcKthtl69jED4ga2wsk4I/8pDPnp+mmGl7&#10;5TVdNqEUMYR9hgqqENpMSl9UZND3bUscuR/rDIYIXSm1w2sMN41Mk+RdGqw5NlTY0qKi4rQ5GwXz&#10;yXj++z3ir9v6eKDD/nh6S12iVO+l+/wAEagL/+KHe6UVDEeDuD++iU9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fcGFxQAAAN0AAAAPAAAAAAAAAAAAAAAAAJgCAABkcnMv&#10;ZG93bnJldi54bWxQSwUGAAAAAAQABAD1AAAAigMAAAAA&#10;" fillcolor="black" stroked="f">
                  <v:textbox>
                    <w:txbxContent>
                      <w:p w:rsidR="00764E13" w:rsidRDefault="00764E13" w:rsidP="00764E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inEMcA&#10;AADdAAAADwAAAGRycy9kb3ducmV2LnhtbESPT2vCQBTE74LfYXmF3nQTa0VSV/EvFGoP2h56fM2+&#10;Jkuyb0N21dRP7wqFHoeZ+Q0zW3S2FmdqvXGsIB0mIIhzpw0XCj4/doMpCB+QNdaOScEveVjM+70Z&#10;Ztpd+EDnYyhEhLDPUEEZQpNJ6fOSLPqha4ij9+NaiyHKtpC6xUuE21qOkmQiLRqOCyU2tC4pr44n&#10;q+DrbWKmB0Oj7/11tdX752r1vqmUenzoli8gAnXhP/zXftUKnsZpCvc38QnI+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oYpxD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64E13" w:rsidRDefault="00764E13" w:rsidP="00764E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8H0sYA&#10;AADdAAAADwAAAGRycy9kb3ducmV2LnhtbESPT2sCMRTE74V+h/AK3jSrLUW2RhFF6qUH/9HrY/O6&#10;2e7mZU2irn56UxB6HGbmN8xk1tlGnMmHyrGC4SADQVw4XXGpYL9b9ccgQkTW2DgmBVcKMJs+P00w&#10;1+7CGzpvYykShEOOCkyMbS5lKAxZDAPXEifvx3mLMUlfSu3xkuC2kaMse5cWK04LBltaGCrq7ckq&#10;8PPvZX3j06HObl/X8PnbHcdolOq9dPMPEJG6+B9+tNdawevbcAR/b9IT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i8H0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64E13" w:rsidRDefault="00764E13" w:rsidP="00764E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cH+8YA&#10;AADdAAAADwAAAGRycy9kb3ducmV2LnhtbESPUWsCMRCE3wv+h7AFX0rNqcW2p1FEEAqKoPUHbC/r&#10;3dFkc1xWPfvrTaHQx2FmvmFmi847daE21oENDAcZKOIi2JpLA8fP9fMbqCjIFl1gMnCjCIt572GG&#10;uQ1X3tPlIKVKEI45GqhEmlzrWFTkMQ5CQ5y8U2g9SpJtqW2L1wT3To+ybKI91pwWKmxoVVHxfTh7&#10;A2705d43r3Ert6PeZj9e9k87a0z/sVtOQQl18h/+a39YA+OX4Rh+36Qno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DcH+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64E13" w:rsidRDefault="00764E13" w:rsidP="00764E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KQy8YA&#10;AADdAAAADwAAAGRycy9kb3ducmV2LnhtbESPQWsCMRSE7wX/Q3hCb5rVipTVKLYi7KUHV4vX5+a5&#10;WUxelk2q2/56Uyj0OMzMN8xy3TsrbtSFxrOCyTgDQVx53XCt4HjYjV5BhIis0XomBd8UYL0aPC0x&#10;1/7Oe7qVsRYJwiFHBSbGNpcyVIYchrFviZN38Z3DmGRXS93hPcGdldMsm0uHDacFgy29G6qu5ZdT&#10;sC1bOz0W5i2cPj/OZ1v87Oi0Vep52G8WICL18T/81y60gpfZZAa/b9IT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VKQy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64E13" w:rsidRDefault="00764E13" w:rsidP="00764E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l64cUA&#10;AADdAAAADwAAAGRycy9kb3ducmV2LnhtbESPT2sCMRTE7wW/Q3hCbzXR1j+sRhGpIPSk1YO3R/Lc&#10;Xd28LJvU3X77RhB6HGbmN8xi1blK3KkJpWcNw4ECQWy8LTnXcPzevs1AhIhssfJMGn4pwGrZe1lg&#10;Zn3Le7ofYi4ShEOGGooY60zKYApyGAa+Jk7exTcOY5JNLm2DbYK7So6UmkiHJaeFAmvaFGRuhx+n&#10;4bqVX94oNKfjqd3Z6flzQpXS+rXfrecgInXxP/xs76yG94/hGB5v0hO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iXrh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64E13" w:rsidRDefault="00764E13" w:rsidP="00764E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JGuMUA&#10;AADdAAAADwAAAGRycy9kb3ducmV2LnhtbESPW4vCMBSE34X9D+Es7JumXhCpRnEXBFnxwQvLPh6b&#10;Y1vanJQkav33RhB8HGbmG2a2aE0truR8aVlBv5eAIM6sLjlXcDysuhMQPiBrrC2Tgjt5WMw/OjNM&#10;tb3xjq77kIsIYZ+igiKEJpXSZwUZ9D3bEEfvbJ3BEKXLpXZ4i3BTy0GSjKXBkuNCgQ39FJRV+4tR&#10;8H/Z8Hk7/F267/Bn24OvBqdJpdTXZ7ucggjUhnf41V5rBcNRfwzPN/EJ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Qka4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64E13" w:rsidRDefault="00764E13" w:rsidP="00764E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RZ8ccA&#10;AADdAAAADwAAAGRycy9kb3ducmV2LnhtbESPT2sCMRTE74LfITyhN81qrdqtUapQ6KXgv0O9PTev&#10;u4ubl20SdeunbwTB4zAzv2Gm88ZU4kzOl5YV9HsJCOLM6pJzBbvtR3cCwgdkjZVlUvBHHuazdmuK&#10;qbYXXtN5E3IRIexTVFCEUKdS+qwgg75na+Lo/VhnMETpcqkdXiLcVHKQJCNpsOS4UGBNy4Ky4+Zk&#10;FCxeJ4vf1ZC/ruvDnvbfh+PLwCVKPXWa9zcQgZrwCN/bn1rB87A/htub+ATk7B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qUWfHHAAAA3QAAAA8AAAAAAAAAAAAAAAAAmAIAAGRy&#10;cy9kb3ducmV2LnhtbFBLBQYAAAAABAAEAPUAAACMAwAAAAA=&#10;" fillcolor="black" stroked="f">
                  <v:textbox>
                    <w:txbxContent>
                      <w:p w:rsidR="00764E13" w:rsidRDefault="00764E13" w:rsidP="00764E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c3gsIA&#10;AADdAAAADwAAAGRycy9kb3ducmV2LnhtbERPz2vCMBS+D/Y/hDfwNlOnyOiMUoSx4anqxq7P5q0p&#10;a15KksX635uD4PHj+73ajLYXiXzoHCuYTQsQxI3THbcKvo7vz68gQkTW2DsmBRcKsFk/Pqyw1O7M&#10;e0qH2IocwqFEBSbGoZQyNIYshqkbiDP367zFmKFvpfZ4zuG2ly9FsZQWO84NBgfaGmr+Dv9WQTpt&#10;62qefpLZ73zVeld/fJ9qpSZPY/UGItIY7+Kb+1MrmC9meW5+k5+AX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dzeC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64E13" w:rsidRDefault="00764E13" w:rsidP="00764E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xy68cA&#10;AADdAAAADwAAAGRycy9kb3ducmV2LnhtbESPQWvCQBSE7wX/w/IKvekmbZEaXaWISu3FNhX0+Mi+&#10;ZoPZtyG7xthf3y0IPQ4z8w0zW/S2Fh21vnKsIB0lIIgLpysuFey/1sMXED4ga6wdk4IreVjMB3cz&#10;zLS78Cd1eShFhLDPUIEJocmk9IUhi37kGuLofbvWYoiyLaVu8RLhtpaPSTKWFiuOCwYbWhoqTvnZ&#10;KvDpcnV4tz+T7rgxvMu3ZvxRGqUe7vvXKYhAffgP39pvWsHTczqBvzfxCc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a8cuv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64E13" w:rsidRDefault="00764E13" w:rsidP="00764E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64E13" w:rsidRDefault="00764E13" w:rsidP="00764E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64E13" w:rsidRDefault="00764E13" w:rsidP="00764E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64E13" w:rsidRDefault="00764E13" w:rsidP="00764E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64E13" w:rsidRDefault="00764E13" w:rsidP="00764E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64E13" w:rsidRDefault="00764E13" w:rsidP="00764E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64E13" w:rsidRDefault="00764E13" w:rsidP="00764E1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64E13" w:rsidRDefault="00764E13" w:rsidP="00764E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64E13" w:rsidRDefault="00764E13" w:rsidP="00764E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64E13" w:rsidRDefault="00764E13" w:rsidP="00764E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64E13" w:rsidRDefault="00764E13" w:rsidP="00764E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764E13" w:rsidRDefault="00764E13" w:rsidP="00764E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64E13" w:rsidRDefault="00764E13" w:rsidP="00764E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764E13" w:rsidRDefault="00764E13" w:rsidP="00764E1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64E13" w:rsidRDefault="00764E13" w:rsidP="00764E1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764E13" w:rsidRDefault="00764E13" w:rsidP="00764E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64E13" w:rsidRDefault="00764E13" w:rsidP="00764E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 роботу 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комунального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ідприємства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ради </w:t>
      </w:r>
    </w:p>
    <w:p w:rsidR="00764E13" w:rsidRDefault="00764E13" w:rsidP="00764E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proofErr w:type="spellStart"/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Спец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іалізоване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лісокомунальне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господарство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764E13" w:rsidRDefault="00764E13" w:rsidP="00764E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</w:pPr>
    </w:p>
    <w:p w:rsidR="00764E13" w:rsidRDefault="00764E13" w:rsidP="00764E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b/>
          <w:bCs/>
          <w:color w:val="000000"/>
        </w:rPr>
        <w:t xml:space="preserve">               </w:t>
      </w: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відповідності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до п.11  ст.26 </w:t>
      </w: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Закону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» 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рада</w:t>
      </w:r>
    </w:p>
    <w:p w:rsidR="00764E13" w:rsidRDefault="00764E13" w:rsidP="00764E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ВИРІШИЛА</w:t>
      </w: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:</w:t>
      </w:r>
      <w:proofErr w:type="gramEnd"/>
    </w:p>
    <w:p w:rsidR="00764E13" w:rsidRDefault="00764E13" w:rsidP="00764E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1. 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Звіт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директора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комунального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>ідприємства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ради </w:t>
      </w:r>
    </w:p>
    <w:p w:rsidR="00764E13" w:rsidRDefault="00764E13" w:rsidP="00764E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Спеціалізоване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лісокомунальне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господарство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Б.С.Шмата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«</w:t>
      </w:r>
      <w:r>
        <w:rPr>
          <w:rFonts w:ascii="Times New Roman" w:hAnsi="Times New Roman" w:cs="Times New Roman"/>
          <w:sz w:val="24"/>
          <w:szCs w:val="24"/>
        </w:rPr>
        <w:t xml:space="preserve">Про роботу 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комунального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>ідприємства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ради «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Спеціалізоване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лісокомунальне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господарство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» ,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взяти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уваги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764E13" w:rsidRDefault="00764E13" w:rsidP="00764E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2.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Рекомендувати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директору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комунального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>ідприємства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ради «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Спеціалізоване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лісокомунальне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господарство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» 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ширше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використовувати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повноваження</w:t>
      </w:r>
      <w:proofErr w:type="spellEnd"/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визначені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статутом ,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активніше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працювати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спільно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виконкомом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ради по благоустрою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населених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пунктів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ради</w:t>
      </w:r>
    </w:p>
    <w:p w:rsidR="00764E13" w:rsidRDefault="00764E13" w:rsidP="00764E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3. Контроль за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даного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комунальної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житлово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комунального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енергозбереження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та транспорту та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інфраструктури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М.Г.Качаровського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) та директора 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комунального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підприємства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ради «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Спеціалізоване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лісокомунальне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господарство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</w:p>
    <w:p w:rsidR="00764E13" w:rsidRDefault="00764E13" w:rsidP="00764E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Б.С.Шмата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.</w:t>
      </w:r>
      <w:proofErr w:type="gramEnd"/>
    </w:p>
    <w:p w:rsidR="00764E13" w:rsidRDefault="00764E13" w:rsidP="00764E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64E13" w:rsidRDefault="00764E13" w:rsidP="00764E13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Сільський голова                                                                                   Валерій МИХАЛЮК</w:t>
      </w:r>
    </w:p>
    <w:p w:rsidR="007A7BD1" w:rsidRDefault="007A7BD1">
      <w:bookmarkStart w:id="0" w:name="_GoBack"/>
      <w:bookmarkEnd w:id="0"/>
    </w:p>
    <w:sectPr w:rsidR="007A7BD1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FEA" w:rsidRDefault="00061FEA">
      <w:pPr>
        <w:spacing w:after="0" w:line="240" w:lineRule="auto"/>
      </w:pPr>
      <w:r>
        <w:separator/>
      </w:r>
    </w:p>
  </w:endnote>
  <w:endnote w:type="continuationSeparator" w:id="0">
    <w:p w:rsidR="00061FEA" w:rsidRDefault="00061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FEA" w:rsidRDefault="00061FEA">
      <w:pPr>
        <w:spacing w:after="0" w:line="240" w:lineRule="auto"/>
      </w:pPr>
      <w:r>
        <w:separator/>
      </w:r>
    </w:p>
  </w:footnote>
  <w:footnote w:type="continuationSeparator" w:id="0">
    <w:p w:rsidR="00061FEA" w:rsidRDefault="00061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E13"/>
    <w:rsid w:val="00061FEA"/>
    <w:rsid w:val="00764E13"/>
    <w:rsid w:val="007A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E13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64E13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764E13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764E13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E13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64E13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764E13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764E13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1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2021-01-16T18:03:00Z</dcterms:created>
  <dcterms:modified xsi:type="dcterms:W3CDTF">2021-01-16T18:04:00Z</dcterms:modified>
</cp:coreProperties>
</file>