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6B2" w:rsidRDefault="000C26B2" w:rsidP="000C2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46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46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46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46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46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6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46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46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6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46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47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7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47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7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47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47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47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47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47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47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480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481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482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83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484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485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486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487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488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489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59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">
                <v:shape id="Freeform 1460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61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62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63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64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65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66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467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468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469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470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71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72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473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474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475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476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477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478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479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480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481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482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483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484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485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486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487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488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489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C26B2" w:rsidRDefault="000C26B2" w:rsidP="000C2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C26B2" w:rsidRDefault="000C26B2" w:rsidP="000C2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C26B2" w:rsidRDefault="000C26B2" w:rsidP="000C2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C26B2" w:rsidRDefault="000C26B2" w:rsidP="000C2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C26B2" w:rsidRDefault="000C26B2" w:rsidP="000C2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C26B2" w:rsidRDefault="000C26B2" w:rsidP="000C2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C26B2" w:rsidRDefault="000C26B2" w:rsidP="000C26B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26B2" w:rsidRDefault="000C26B2" w:rsidP="000C2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C26B2" w:rsidRDefault="000C26B2" w:rsidP="000C2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C26B2" w:rsidRDefault="000C26B2" w:rsidP="000C26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C26B2" w:rsidRDefault="000C26B2" w:rsidP="000C26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0C26B2" w:rsidRDefault="000C26B2" w:rsidP="000C26B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0C26B2" w:rsidRDefault="000C26B2" w:rsidP="000C26B2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C26B2" w:rsidRDefault="000C26B2" w:rsidP="000C26B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C26B2" w:rsidRDefault="000C26B2" w:rsidP="000C26B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C26B2" w:rsidRDefault="000C26B2" w:rsidP="000C26B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Кравчуку А.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</w:t>
      </w:r>
      <w:proofErr w:type="gramEnd"/>
    </w:p>
    <w:p w:rsidR="000C26B2" w:rsidRDefault="000C26B2" w:rsidP="000C26B2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C26B2" w:rsidRDefault="000C26B2" w:rsidP="000C26B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Кравчука А.В.,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C26B2" w:rsidRDefault="000C26B2" w:rsidP="000C26B2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C26B2" w:rsidRDefault="000C26B2" w:rsidP="000C26B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Кравчуку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Андрію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B771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03:012:0192).</w:t>
      </w:r>
      <w:proofErr w:type="gramEnd"/>
    </w:p>
    <w:p w:rsidR="000C26B2" w:rsidRDefault="000C26B2" w:rsidP="000C26B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Кравчуку А.В.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C26B2" w:rsidRDefault="000C26B2" w:rsidP="000C26B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C26B2" w:rsidRPr="000C26B2" w:rsidRDefault="000C26B2" w:rsidP="000C26B2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0C26B2" w:rsidRDefault="000C26B2" w:rsidP="000C26B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E3CCF" w:rsidRPr="000C26B2" w:rsidRDefault="000C26B2" w:rsidP="000C26B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0C26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6B2"/>
    <w:rsid w:val="000C26B2"/>
    <w:rsid w:val="00171A2E"/>
    <w:rsid w:val="00304C90"/>
    <w:rsid w:val="003B7712"/>
    <w:rsid w:val="00505B6D"/>
    <w:rsid w:val="006D3977"/>
    <w:rsid w:val="007D6C18"/>
    <w:rsid w:val="007E3C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2020-07-20T16:33:00Z</dcterms:created>
  <dcterms:modified xsi:type="dcterms:W3CDTF">2020-07-20T16:47:00Z</dcterms:modified>
</cp:coreProperties>
</file>