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8F7" w:rsidRDefault="001618F7" w:rsidP="001618F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6EBC30" wp14:editId="7636320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710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71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18F7" w:rsidRDefault="001618F7" w:rsidP="001618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YB56HcAAEBZBAAOAAAAZHJzL2Uyb0RvYy54bWzsfW1uJrmR5v8F9g6CfhqoVjK/s+DywO7q&#10;Mhbwzhrwuwd4S1KVhFXprZXUXeUZDLDAHmEvMjfYK8zcaJ8gg0xSyohIV7cH9oJtwKluhSLJiCCT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FKPL4A&#10;AADdAAAADwAAAGRycy9kb3ducmV2LnhtbERPvQrCMBDeBd8hnOCmaRVUqlFEVBwEsep+NGdbbC6l&#10;iVrf3gyC48f3v1i1phIvalxpWUE8jEAQZ1aXnCu4XnaDGQjnkTVWlknBhxyslt3OAhNt33ymV+pz&#10;EULYJaig8L5OpHRZQQbd0NbEgbvbxqAPsMmlbvAdwk0lR1E0kQZLDg0F1rQpKHukT6PAjveH4y0f&#10;ncdbnnpen2b3W3tUqt9r13MQnlr/F//cB61gGsdhf3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uRSjy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rqcgA&#10;AADdAAAADwAAAGRycy9kb3ducmV2LnhtbESPT2sCMRTE70K/Q3gFL1Kz60HbrVGKsP3jQXAreH1s&#10;Xjfbbl6WJNWtn74pFDwOM/MbZrkebCdO5EPrWEE+zUAQ10633Cg4vJd39yBCRNbYOSYFPxRgvboZ&#10;LbHQ7sx7OlWxEQnCoUAFJsa+kDLUhiyGqeuJk/fhvMWYpG+k9nhOcNvJWZbNpcWW04LBnjaG6q/q&#10;2yr4LHfmuFlcnv3kYU+XSbl96d7mSo1vh6dHEJGGeA3/t1+1gkWe5/D3Jj0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yyu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HXocQA&#10;AADdAAAADwAAAGRycy9kb3ducmV2LnhtbESPy2rDMBBF94X8g5hCNiWRnUITnCjGhLoUb0IeHzBY&#10;E8vUGhlLjZ2/rwqFLi/3cbi7fLKduNPgW8cK0mUCgrh2uuVGwfVSLjYgfEDW2DkmBQ/ykO9nTzvM&#10;tBv5RPdzaEQcYZ+hAhNCn0npa0MW/dL1xNG7ucFiiHJopB5wjOO2k6skeZMWW44Egz0dDNVf528b&#10;IcdXPFa38VJ+TDjie2X4pTgpNX+eii2IQFP4D/+1P7WCdZqu4P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B16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anmsYA&#10;AADdAAAADwAAAGRycy9kb3ducmV2LnhtbESPQUsDMRSE74L/ITzBm81u1VbWpqW0CiL00FYQb4/N&#10;6+7i5iUkz+76740geBxm5htmsRpdr84UU+fZQDkpQBHX3nbcGHg7Pt88gEqCbLH3TAa+KcFqeXmx&#10;wMr6gfd0PkijMoRThQZakVBpneqWHKaJD8TZO/noULKMjbYRhwx3vZ4WxUw77DgvtBho01L9efhy&#10;BnbDU3idz+5P4SPeTXXaWnnfiDHXV+P6EZTQKP/hv/aLNTAvy1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anm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qTsMA&#10;AADdAAAADwAAAGRycy9kb3ducmV2LnhtbESP3YrCMBCF74V9hzALeyNrWhVXqlFkURFvxJ8HGJqx&#10;KTaT0mRt9+2NIHh5OD8fZ77sbCXu1PjSsYJ0kIAgzp0uuVBwOW++pyB8QNZYOSYF/+RhufjozTHT&#10;ruUj3U+hEHGEfYYKTAh1JqXPDVn0A1cTR+/qGoshyqaQusE2jttKDpNkIi2WHAkGa/o1lN9OfzZC&#10;DiM87K/tebPtsMX13nB/dVTq67NbzUAE6sI7/GrvtIKfNB3D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TqT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adcYA&#10;AADdAAAADwAAAGRycy9kb3ducmV2LnhtbESPQUsDMRSE7wX/Q3iCtza7xbayNi1SFaTgwSqIt8fm&#10;dXdx8xKSZ3f996Yg9DjMzDfMeju6Xp0ops6zgXJWgCKuve24MfDx/jy9A5UE2WLvmQz8UoLt5mqy&#10;xsr6gd/odJBGZQinCg20IqHSOtUtOUwzH4izd/TRoWQZG20jDhnuej0viqV22HFeaDHQrqX6+/Dj&#10;DLwOT2G/Wi6O4SveznV6tPK5E2NurseHe1BCo1zC/+0Xa2BVlgs4v8lPQG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Oad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GkfMcA&#10;AADdAAAADwAAAGRycy9kb3ducmV2LnhtbESPzWrDMBCE74W8g9hCLyWR3dIkuFFCUhANtFDyA70u&#10;1sY2tVZGUmPn7aNAocdhZr5hFqvBtuJMPjSOFeSTDARx6UzDlYLjQY/nIEJENtg6JgUXCrBaju4W&#10;WBjX847O+1iJBOFQoII6xq6QMpQ1WQwT1xEn7+S8xZikr6Tx2Ce4beVTlk2lxYbTQo0dvdVU/ux/&#10;rYLNV189+8dyM7iP0/v3i9ZGf2qlHu6H9SuISEP8D/+1t0bBLM+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BpH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VbosQA&#10;AADdAAAADwAAAGRycy9kb3ducmV2LnhtbESPUWvCMBSF3wf+h3AHe5tpRad0RhGlMMSXqT/g0tw1&#10;nc1NSWLt/v0iCD4ezjnf4SzXg21FTz40jhXk4wwEceV0w7WC86l8X4AIEVlj65gU/FGA9Wr0ssRC&#10;uxt/U3+MtUgQDgUqMDF2hZShMmQxjF1HnLwf5y3GJH0ttcdbgttWTrLsQ1psOC0Y7GhrqLocr1ZB&#10;uZ8c+stV+9Jthqmlmfld7IxSb6/D5hNEpCE+w4/2l1Ywz/M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1W6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KVlcQA&#10;AADdAAAADwAAAGRycy9kb3ducmV2LnhtbERPW2vCMBR+H+w/hDPwZcy0jrlRjTIHQWGCeIG9Hppj&#10;W2xOShJt9+/Nw2CPH999vhxsK27kQ+NYQT7OQBCXzjRcKTgd9csHiBCRDbaOScEvBVguHh/mWBjX&#10;855uh1iJFMKhQAV1jF0hZShrshjGriNO3Nl5izFBX0njsU/htpWTLJtKiw2nhho7+qqpvByuVsFq&#10;11ev/rlcDe77vP5509rorVZq9DR8zkBEGuK/+M+9MQre8zzNTW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SlZ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ZqS8UA&#10;AADdAAAADwAAAGRycy9kb3ducmV2LnhtbESPUWvCMBSF34X9h3AHe9O0sk2tRhGlMMZe7PYDLs21&#10;qTY3JYm1+/fLYLDHwznnO5zNbrSdGMiH1rGCfJaBIK6dbrlR8PVZTpcgQkTW2DkmBd8UYLd9mGyw&#10;0O7OJxqq2IgE4VCgAhNjX0gZakMWw8z1xMk7O28xJukbqT3eE9x2cp5lr9Jiy2nBYE8HQ/W1ulkF&#10;5fv8Y7jetC/dfny29GIuy6NR6ulx3K9BRBrjf/iv/aYVLPJ8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5mpL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UTTb8A&#10;AADdAAAADwAAAGRycy9kb3ducmV2LnhtbERPy4rCMBTdD/gP4Qrupml9jFKNIoKiSzt+wKW5tsXm&#10;pjbR1r83C8Hl4bxXm97U4kmtqywrSKIYBHFudcWFgsv//ncBwnlkjbVlUvAiB5v14GeFqbYdn+mZ&#10;+UKEEHYpKii9b1IpXV6SQRfZhjhwV9sa9AG2hdQtdiHc1HIcx3/SYMWhocSGdiXlt+xhFExf3eGe&#10;zW7xXhtKTpPmxD6fKTUa9tslCE+9/4o/7qNWME/GYX94E56AXL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9RNN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uvysQA&#10;AADdAAAADwAAAGRycy9kb3ducmV2LnhtbESPQYvCMBSE74L/ITxhb5q2B3etRhHFRfbk1ur50Tzb&#10;YvNSmqj13xthYY/DzHzDLFa9acSdOldbVhBPIhDEhdU1lwry4278BcJ5ZI2NZVLwJAer5XCwwFTb&#10;B//SPfOlCBB2KSqovG9TKV1RkUE3sS1x8C62M+iD7EqpO3wEuGlkEkVTabDmsFBhS5uKimt2Mwpu&#10;03OS8+VHH7Lt83u23a2dPJVKfYz69RyEp97/h//ae63gM05ieL8JT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rr8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pOusgA&#10;AADdAAAADwAAAGRycy9kb3ducmV2LnhtbESPQWvCQBSE70L/w/IK3nRjKqmNrtIWBNuDUrUHb8/s&#10;M0mbfRuzq8Z/7wqFHoeZ+YaZzFpTiTM1rrSsYNCPQBBnVpecK9hu5r0RCOeRNVaWScGVHMymD50J&#10;ptpe+IvOa5+LAGGXooLC+zqV0mUFGXR9WxMH72Abgz7IJpe6wUuAm0rGUZRIgyWHhQJrei8o+12f&#10;jILv1Sh5Wb19DH8+l3t8Mvq402WiVPexfR2D8NT6//Bfe6EVPA/i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Wk6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4p0sYA&#10;AADdAAAADwAAAGRycy9kb3ducmV2LnhtbESPT2vCQBTE74V+h+UVems2xpJKzCr9Q1U8pSp4fWRf&#10;k9Ds25DdavTTu4LgcZiZ3zD5fDCtOFDvGssKRlEMgri0uuFKwW77/TIB4TyyxtYyKTiRg/ns8SHH&#10;TNsj/9Bh4ysRIOwyVFB732VSurImgy6yHXHwfm1v0AfZV1L3eAxw08okjlNpsOGwUGNHnzWVf5t/&#10;o+Cc7rFwy+Tja6w9nV4nC7suFko9Pw3vUxCeBn8P39orreBtlIzh+iY8AT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4p0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/iHsUA&#10;AADdAAAADwAAAGRycy9kb3ducmV2LnhtbESP0WrCQBRE3wX/YbmFvunGEGtNXUWKBd+ssR9wyV43&#10;wezdmN1q2q93BcHHYWbOMItVbxtxoc7XjhVMxgkI4tLpmo2Cn8PX6B2ED8gaG8ek4I88rJbDwQJz&#10;7a68p0sRjIgQ9jkqqEJocyl9WZFFP3YtcfSOrrMYouyM1B1eI9w2Mk2SN2mx5rhQYUufFZWn4tcq&#10;OLt0qvtig7vTZv5dG5Od//eZUq8v/foDRKA+PMOP9lYrmE3SD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+I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N7cQA&#10;AADd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wdD+H8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ze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mgbsIA&#10;AADdAAAADwAAAGRycy9kb3ducmV2LnhtbERPXWvCMBR9H/gfwhX2NtP2QbfOWFQQNpzC3Jivl+ba&#10;FJub0mS1/vtFGPh4vjnzYrCN6KnztWMF6SQBQVw6XXOl4Ptr8/QMwgdkjY1jUnAlD8Vi9DDHXLsL&#10;f1J/CJWIJexzVGBCaHMpfWnIop+4ljhqJ9dZDBF2ldQdXmK5bWSWJFNpsea4YLCltaHyfPi1Cnrc&#10;X5OjWe1e3uuPMtuvfrY68upxPCxfQQQawt38n37TCmZpNoXb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6aB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67lcQA&#10;AADdAAAADwAAAGRycy9kb3ducmV2LnhtbESPwU7DMBBE70j8g7VI3KjTHCgKdauqUiuOEDhwXOJt&#10;nBLvRrbbpP16jITEcTQzbzTL9eR7daYQO2ED81kBirgR23Fr4ON99/AEKiZki70wGbhQhPXq9maJ&#10;lZWR3+hcp1ZlCMcKDbiUhkrr2DjyGGcyEGfvIMFjyjK02gYcM9z3uiyKR+2x47zgcKCto+a7PnkD&#10;4775OpaHT+uuYZBd/SrHshdj7u+mzTOoRFP6D/+1X6yBxbxcwO+b/AT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eu5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ppQMMA&#10;AADdAAAADwAAAGRycy9kb3ducmV2LnhtbERPy2rCQBTdC/7DcIXudGIWVWIm4hNKqRS13d9mbpPo&#10;zJ2QmWr6952F0OXhvPNlb424UecbxwqmkwQEcel0w5WCj/N+PAfhA7JG45gU/JKHZTEc5Jhpd+cj&#10;3U6hEjGEfYYK6hDaTEpf1mTRT1xLHLlv11kMEXaV1B3eY7g1Mk2SZ2mx4dhQY0ubmsrr6ccq2L9v&#10;zSU9HFefMmx2sy8zf11v35R6GvWrBYhAffgXP9wvWsFsmsa58U18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mppQ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BYscA&#10;AADdAAAADwAAAGRycy9kb3ducmV2LnhtbESPQWvCQBSE74X+h+UJXqRujLTV6CpFKFFQaNNCr8/s&#10;Mwlm34bsNsZ/7xaEHoeZ+YZZrntTi45aV1lWMBlHIIhzqysuFHx/vT/NQDiPrLG2TAqu5GC9enxY&#10;YqLthT+py3whAoRdggpK75tESpeXZNCNbUMcvJNtDfog20LqFi8BbmoZR9GLNFhxWCixoU1J+Tn7&#10;NQq6j/2x2Hau2Z1nI/c8PabpQf8oNRz0bwsQnnr/H763t1rB6ySew9+b8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BAW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C68QA&#10;AADdAAAADwAAAGRycy9kb3ducmV2LnhtbERPyW7CMBC9V+o/WFOJW3GgbE0xqCAhcUFiO8BtiKdJ&#10;RDxObQMpX18fkDg+vX08bUwlruR8aVlBp52AIM6sLjlXsN8t3kcgfEDWWFkmBX/kYTp5fRljqu2N&#10;N3TdhlzEEPYpKihCqFMpfVaQQd+2NXHkfqwzGCJ0udQObzHcVLKbJANpsOTYUGBN84Ky8/ZiFMw+&#10;R7PfdY9X983pSMfD6dzvukSp1lvz/QUiUBOe4od7qRUMOx9xf3wTn4C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DQuvEAAAA3QAAAA8AAAAAAAAAAAAAAAAAmAIAAGRycy9k&#10;b3ducmV2LnhtbFBLBQYAAAAABAAEAPUAAACJAwAAAAA=&#10;" fillcolor="black" stroked="f"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kfsgA&#10;AADdAAAADwAAAGRycy9kb3ducmV2LnhtbESPzWvCQBTE7wX/h+UVequbWKqSuor2AwT14MfB42v2&#10;NVmSfRuyW43967uC4HGYmd8wk1lna3Gi1hvHCtJ+AoI4d9pwoeCw/3oeg/ABWWPtmBRcyMNs2nuY&#10;YKbdmbd02oVCRAj7DBWUITSZlD4vyaLvu4Y4ej+utRiibAupWzxHuK3lIEmG0qLhuFBiQ+8l5dXu&#10;1yo4roZmvDU0+F7/LT71+rVabD4qpZ4eu/kbiEBduIdv7aVWMEpfUr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piR+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GEvMYA&#10;AADdAAAADwAAAGRycy9kb3ducmV2LnhtbESPT2sCMRTE74V+h/AK3jSrhVa2RhFF6qUH/9HrY/O6&#10;2e7mZU2irn56UxB6HGbmN8xk1tlGnMmHyrGC4SADQVw4XXGpYL9b9ccgQkTW2DgmBVcKMJs+P00w&#10;1+7CGzpvYykShEOOCkyMbS5lKAxZDAPXEifvx3mLMUlfSu3xkuC2kaMse5MWK04LBltaGCrq7ckq&#10;8PPvZX3j06HObl/X8PnbHcdolOq9dPMPEJG6+B9+tNdawfvwdQ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GE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mElcYA&#10;AADdAAAADwAAAGRycy9kb3ducmV2LnhtbESP3WoCMRSE74W+QzhCb6RmVdB2a5RSKBQUwZ8HON2c&#10;7i4mJ8vmVNc+vREEL4eZ+YaZLzvv1InaWAc2MBpmoIiLYGsuDRz2Xy+voKIgW3SBycCFIiwXT705&#10;5jaceUunnZQqQTjmaKASaXKtY1GRxzgMDXHyfkPrUZJsS21bPCe4d3qcZVPtsea0UGFDnxUVx92f&#10;N+DGP+5tNYtruRz0Ovv3sh1srDHP/e7jHZRQJ4/wvf1tDcxGkwnc3qQn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mEl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wTpcYA&#10;AADdAAAADwAAAGRycy9kb3ducmV2LnhtbESPQWsCMRSE74X+h/AK3mpWLW1ZjVIVYS8eurV4fW6e&#10;m6XJy7KJuvbXm0LB4zAz3zCzRe+sOFMXGs8KRsMMBHHldcO1gt3X5vkdRIjIGq1nUnClAIv548MM&#10;c+0v/EnnMtYiQTjkqMDE2OZShsqQwzD0LXHyjr5zGJPsaqk7vCS4s3KcZa/SYcNpwWBLK0PVT3ly&#10;CtZla8e7wizD/nt7ONjid0P7tVKDp/5jCiJSH+/h/3ahFbyNJi/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wTp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f5j8UA&#10;AADdAAAADwAAAGRycy9kb3ducmV2LnhtbESPQWsCMRSE74L/ITzBmyZbUcvWrEhREDzV6qG3R/K6&#10;u3Xzsmyiu/33TaHQ4zAz3zCb7eAa8aAu1J41ZHMFgth4W3Op4fJ+mD2DCBHZYuOZNHxTgG0xHm0w&#10;t77nN3qcYykShEOOGqoY21zKYCpyGOa+JU7ep+8cxiS7UtoO+wR3jXxSaiUd1pwWKmzptSJzO9+d&#10;hq+DPHmj0Fwv1/5o1x/7FTVK6+lk2L2AiDTE//Bf+2g1rLPFEn7fpCc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/m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zF1sUA&#10;AADdAAAADwAAAGRycy9kb3ducmV2LnhtbESPT4vCMBTE78J+h/AW9qapCirVKO6CICse/MOyx2fz&#10;bEubl5JErd/eCILHYWZ+w8wWranFlZwvLSvo9xIQxJnVJecKjodVdwLCB2SNtWVScCcPi/lHZ4ap&#10;tjfe0XUfchEh7FNUUITQpFL6rCCDvmcb4uidrTMYonS51A5vEW5qOUiSkTRYclwosKGfgrJqfzEK&#10;/i8bPm+Hv0v3Hf5se/DV4DSplPr6bJdTEIHa8A6/2mutYNwfju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MXW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ran8cA&#10;AADdAAAADwAAAGRycy9kb3ducmV2LnhtbESPzWsCMRTE70L/h/CE3jSr/VBXo9SC0EvBr4Penpvn&#10;7uLmZZtE3frXN0LB4zAzv2Ems8ZU4kLOl5YV9LoJCOLM6pJzBdvNojME4QOyxsoyKfglD7PpU2uC&#10;qbZXXtFlHXIRIexTVFCEUKdS+qwgg75ra+LoHa0zGKJ0udQOrxFuKtlPkndpsOS4UGBNnwVlp/XZ&#10;KJiPhvOf5St/31aHPe13h9Nb3yVKPbebjzGIQE14hP/bX1rBoPcygP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q2p/HAAAA3QAAAA8AAAAAAAAAAAAAAAAAmAIAAGRy&#10;cy9kb3ducmV2LnhtbFBLBQYAAAAABAAEAPUAAACMAwAAAAA=&#10;" fillcolor="black" stroked="f"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m07MIA&#10;AADdAAAADwAAAGRycy9kb3ducmV2LnhtbERPz2vCMBS+D/Y/hDfwNlMn6OiMUoSx4anqxq7P5q0p&#10;a15KksX635uD4PHj+73ajLYXiXzoHCuYTQsQxI3THbcKvo7vz68gQkTW2DsmBRcKsFk/Pqyw1O7M&#10;e0qH2IocwqFEBSbGoZQyNIYshqkbiDP367zFmKFvpfZ4zuG2ly9FsZAWO84NBgfaGmr+Dv9WQTpt&#10;62qefpLZ73zVeld/fJ9qpSZPY/UGItIY7+Kb+1MrWM7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bTs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Lxhc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HdDKD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C8Y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18F7" w:rsidRDefault="001618F7" w:rsidP="001618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18F7" w:rsidRDefault="001618F7" w:rsidP="001618F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18F7" w:rsidRDefault="001618F7" w:rsidP="001618F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18F7" w:rsidRDefault="001618F7" w:rsidP="001618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618F7" w:rsidRDefault="001618F7" w:rsidP="001618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8F7" w:rsidRPr="002B6B2E" w:rsidRDefault="001618F7" w:rsidP="001618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</w:t>
      </w:r>
    </w:p>
    <w:p w:rsidR="001618F7" w:rsidRPr="001062B6" w:rsidRDefault="001618F7" w:rsidP="001618F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618F7" w:rsidRPr="001062B6" w:rsidRDefault="001618F7" w:rsidP="001618F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Кмитюк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1618F7" w:rsidRPr="001062B6" w:rsidRDefault="001618F7" w:rsidP="001618F7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18F7" w:rsidRPr="001062B6" w:rsidRDefault="001618F7" w:rsidP="001618F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141,142 </w:t>
      </w: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Земельного кодексу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Кмитюк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1618F7" w:rsidRPr="00401F0B" w:rsidRDefault="001618F7" w:rsidP="001618F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618F7" w:rsidRPr="001062B6" w:rsidRDefault="001618F7" w:rsidP="001618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зв’язку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добровільною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Кмитюк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Василівни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80C4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_____________</w:t>
      </w:r>
      <w:bookmarkStart w:id="0" w:name="_GoBack"/>
      <w:bookmarkEnd w:id="0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припинити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0,18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 в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ради. </w:t>
      </w:r>
    </w:p>
    <w:p w:rsidR="001618F7" w:rsidRPr="001062B6" w:rsidRDefault="001618F7" w:rsidP="001618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618F7" w:rsidRPr="001062B6" w:rsidRDefault="001618F7" w:rsidP="001618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18F7" w:rsidRPr="001062B6" w:rsidRDefault="001618F7" w:rsidP="001618F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18F7" w:rsidRPr="001062B6" w:rsidRDefault="001618F7" w:rsidP="001618F7">
      <w:pPr>
        <w:rPr>
          <w:rFonts w:ascii="Times New Roman" w:hAnsi="Times New Roman" w:cs="Times New Roman"/>
        </w:rPr>
      </w:pPr>
    </w:p>
    <w:p w:rsidR="001618F7" w:rsidRPr="001062B6" w:rsidRDefault="001618F7" w:rsidP="001618F7">
      <w:pPr>
        <w:rPr>
          <w:rFonts w:ascii="Times New Roman" w:hAnsi="Times New Roman" w:cs="Times New Roman"/>
        </w:rPr>
      </w:pPr>
    </w:p>
    <w:p w:rsidR="001618F7" w:rsidRPr="001062B6" w:rsidRDefault="001618F7" w:rsidP="001618F7">
      <w:pPr>
        <w:rPr>
          <w:rFonts w:ascii="Times New Roman" w:eastAsia="Calibri" w:hAnsi="Times New Roman" w:cs="Times New Roman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</w:t>
      </w: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062B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420AB1" w:rsidRDefault="00420AB1"/>
    <w:sectPr w:rsidR="00420A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8F7"/>
    <w:rsid w:val="00080C48"/>
    <w:rsid w:val="001618F7"/>
    <w:rsid w:val="0042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F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18F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18F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18F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8F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18F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18F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18F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194</Words>
  <Characters>1111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2021-09-13T06:32:00Z</dcterms:created>
  <dcterms:modified xsi:type="dcterms:W3CDTF">2021-09-13T13:03:00Z</dcterms:modified>
</cp:coreProperties>
</file>