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FE" w:rsidRDefault="00A555FE" w:rsidP="00A555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555FE" w:rsidRDefault="00A555FE" w:rsidP="00A555FE"/>
    <w:p w:rsidR="00A555FE" w:rsidRDefault="00A555FE" w:rsidP="00A555FE"/>
    <w:p w:rsidR="00A555FE" w:rsidRDefault="00A555FE" w:rsidP="00A555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5FE" w:rsidRDefault="00A555FE" w:rsidP="00A555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5FE" w:rsidRDefault="00A555FE" w:rsidP="00A555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5FE" w:rsidRDefault="00A555FE" w:rsidP="00A555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5FE" w:rsidRDefault="00A555FE" w:rsidP="00A555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5FE" w:rsidRDefault="00A555FE" w:rsidP="00A5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555FE" w:rsidRDefault="00A555FE" w:rsidP="00A5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5FE" w:rsidRDefault="00A555FE" w:rsidP="00A555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555FE" w:rsidRPr="000472C6" w:rsidRDefault="00A555FE" w:rsidP="00A555F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555FE" w:rsidRPr="00400000" w:rsidRDefault="00A555FE" w:rsidP="00A555F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555FE" w:rsidRPr="00400000" w:rsidRDefault="00A555FE" w:rsidP="00A555F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555FE" w:rsidRPr="00400000" w:rsidRDefault="00A555FE" w:rsidP="00A555F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A555FE" w:rsidRPr="00400000" w:rsidRDefault="00A555FE" w:rsidP="00A555F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555FE" w:rsidRPr="00400000" w:rsidRDefault="00A555FE" w:rsidP="00A555F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Нечипорук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М.М.</w:t>
      </w:r>
    </w:p>
    <w:p w:rsidR="00A555FE" w:rsidRPr="00400000" w:rsidRDefault="00A555FE" w:rsidP="00A555F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М.М.,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555FE" w:rsidRPr="00400000" w:rsidRDefault="00A555FE" w:rsidP="00A555F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Мальвіні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E68A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колективної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 межами села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М.М.,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555FE" w:rsidRPr="00400000" w:rsidRDefault="00A555FE" w:rsidP="00A555F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555FE" w:rsidRPr="00400000" w:rsidRDefault="00A555FE" w:rsidP="00A555F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555FE" w:rsidRPr="00400000" w:rsidRDefault="00A555FE" w:rsidP="00A555F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E5485" w:rsidRPr="00A555FE" w:rsidRDefault="00A555FE" w:rsidP="00A555F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0E5485" w:rsidRPr="00A555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FE"/>
    <w:rsid w:val="000E5485"/>
    <w:rsid w:val="00171A2E"/>
    <w:rsid w:val="00304C90"/>
    <w:rsid w:val="00505B6D"/>
    <w:rsid w:val="006D3977"/>
    <w:rsid w:val="007D6C18"/>
    <w:rsid w:val="00A555FE"/>
    <w:rsid w:val="00D1641A"/>
    <w:rsid w:val="00EE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2020-05-29T14:02:00Z</dcterms:created>
  <dcterms:modified xsi:type="dcterms:W3CDTF">2020-05-29T14:28:00Z</dcterms:modified>
</cp:coreProperties>
</file>