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CED" w:rsidRPr="00B623A8" w:rsidRDefault="00295CED" w:rsidP="00295CED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39242B" wp14:editId="542D605C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32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32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5CED" w:rsidRDefault="00295CED" w:rsidP="00295C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QGuo3cAAF9Z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0X9cEA&#10;AADeAAAADwAAAGRycy9kb3ducmV2LnhtbERPS4vCMBC+C/6HMII3TW1hlWoqIq54EMTXfWimD2wm&#10;pclq999vFgRv8/E9Z7XuTSOe1LnasoLZNAJBnFtdc6ngdv2eLEA4j6yxsUwKfsnBOhsOVphq++Iz&#10;PS++FCGEXYoKKu/bVEqXV2TQTW1LHLjCdgZ9gF0pdYevEG4aGUfRlzRYc2iosKVtRfnj8mMU2GR/&#10;ON7L+JzseO55c1oU9/6o1HjUb5YgPPX+I367DzrMT5I4hv93wg0y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9F/X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UAzccA&#10;AADeAAAADwAAAGRycy9kb3ducmV2LnhtbERPTWsCMRC9F/ofwghepGbrgrZboxRh2+pB0BZ6HTbT&#10;zdrNZEmibv31TUHobR7vc+bL3rbiRD40jhXcjzMQxJXTDdcKPt7LuwcQISJrbB2Tgh8KsFzc3syx&#10;0O7MOzrtYy1SCIcCFZgYu0LKUBmyGMauI07cl/MWY4K+ltrjOYXbVk6ybCotNpwaDHa0MlR9749W&#10;waHcms/V7PLiR487uozKzWu7nio1HPTPTyAi9fFffHW/6TQ/zyc5/L2Tbp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1AM3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88uMYA&#10;AADeAAAADwAAAGRycy9kb3ducmV2LnhtbESPwWrDMBBE74H+g9hCL6GRE5dQ3CjGlLoEX4KTfsBi&#10;bSxTa2UsJXb/PioUettlZufN7vLZ9uJGo+8cK1ivEhDEjdMdtwq+zuXzKwgfkDX2jknBD3nI9w+L&#10;HWbaTVzT7RRaEUPYZ6jAhDBkUvrGkEW/cgNx1C5utBjiOrZSjzjFcNvLTZJspcWOI8HgQO+Gmu/T&#10;1UbIMcVjdZnO5eeME35UhpdFrdTT41y8gQg0h3/z3/VBx/ppunmB33fiDHJ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88u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eMGcUA&#10;AADeAAAADwAAAGRycy9kb3ducmV2LnhtbERPTUsDMRC9C/0PYQrebNatrbI2LVIVROihrSDehs10&#10;d3EzCcnYXf+9EQRv83ifs9qMrldniqnzbOB6VoAirr3tuDHwdny+ugOVBNli75kMfFOCzXpyscLK&#10;+oH3dD5Io3IIpwoNtCKh0jrVLTlMMx+IM3fy0aFkGBttIw453PW6LIqldthxbmgx0Lal+vPw5Qzs&#10;hqfwertcnMJHvCl1erTyvhVjLqfjwz0ooVH+xX/uF5vnz+flA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x4wZ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EHVMUA&#10;AADeAAAADwAAAGRycy9kb3ducmV2LnhtbESP0YrCMBBF3xf8hzDCvixrqgWR2lREdBFfRN0PGJqx&#10;KTaT0kRb/94IC/s2w71zz518NdhGPKjztWMF00kCgrh0uuZKwe9l970A4QOyxsYxKXiSh1Ux+sgx&#10;067nEz3OoRIxhH2GCkwIbSalLw1Z9BPXEkft6jqLIa5dJXWHfQy3jZwlyVxarDkSDLa0MVTezncb&#10;IccUj4drf9n9DNjj9mD4a31S6nM8rJcgAg3h3/x3vdexfprO5vB+J84gi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kQdU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m39cUA&#10;AADeAAAADwAAAGRycy9kb3ducmV2LnhtbERPTUsDMRC9C/0PYQRvNutWW1mbllIVROihrSDehs10&#10;d3EzCcnYXf+9EQRv83ifs1yPrldniqnzbOBmWoAirr3tuDHwdny+vgeVBNli75kMfFOC9WpyscTK&#10;+oH3dD5Io3IIpwoNtCKh0jrVLTlMUx+IM3fy0aFkGBttIw453PW6LIq5dthxbmgx0Lal+vPw5Qzs&#10;hqfwupjfncJHvC11erTyvhVjri7HzQMooVH+xX/uF5vnz2blA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Wbf1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M+bscA&#10;AADeAAAADwAAAGRycy9kb3ducmV2LnhtbESPQUvDQBCF74L/YRmhF7GbNigSuy2tsFRQEGuh1yE7&#10;TYLZ2bC7NvHfOwfB2wzvzXvfrDaT79WFYuoCG1jMC1DEdXAdNwaOn/buEVTKyA77wGTghxJs1tdX&#10;K6xcGPmDLofcKAnhVKGBNueh0jrVLXlM8zAQi3YO0WOWNTbaRRwl3Pd6WRQP2mPH0tDiQM8t1V+H&#10;b29g9z42Zbytd1N4Pe9P99Y6+2aNmd1M2ydQmab8b/67fnGCX5ZL4ZV3ZAa9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vDPm7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/RCsMA&#10;AADeAAAADwAAAGRycy9kb3ducmV2LnhtbERP3WrCMBS+H/gO4Qx2N9NVN7QaRRwFkd3M7QEOzbGp&#10;NiclibW+vREGuzsf3+9Zrgfbip58aBwreBtnIIgrpxuuFfz+lK8zECEia2wdk4IbBVivRk9LLLS7&#10;8jf1h1iLFMKhQAUmxq6QMlSGLIax64gTd3TeYkzQ11J7vKZw28o8yz6kxYZTg8GOtoaq8+FiFZT7&#10;/Ks/X7Qv3WaYWno3p9mnUerledgsQEQa4r/4z73Taf5kks/h8U66Qa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/RC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yktccA&#10;AADeAAAADwAAAGRycy9kb3ducmV2LnhtbESPQUvDQBCF70L/wzIFL9JuNCgSuy2tsCgoFGvB65Cd&#10;JqHZ2bC7NvHfOwfB2wzz5r33rTaT79WFYuoCG7hdFqCI6+A6bgwcP+3iEVTKyA77wGTghxJs1rOr&#10;FVYujPxBl0NulJhwqtBAm/NQaZ3qljymZRiI5XYK0WOWNTbaRRzF3Pf6rigetMeOJaHFgZ5bqs+H&#10;b29gtx+bMt7Uuym8nV6+7q119t0acz2ftk+gMk35X/z3/eqkflmWAiA4MoN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BspLX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BL0cIA&#10;AADeAAAADwAAAGRycy9kb3ducmV2LnhtbERP3WrCMBS+H/gO4QjezVTrRDqjiFIY4s10D3BozprO&#10;5qQksda3XwYD787H93vW28G2oicfGscKZtMMBHHldMO1gq9L+boCESKyxtYxKXhQgO1m9LLGQrs7&#10;f1J/jrVIIRwKVGBi7AopQ2XIYpi6jjhx385bjAn6WmqP9xRuWznPsqW02HBqMNjR3lB1Pd+sgvI4&#10;P/XXm/al2w0LS2/mZ3UwSk3Gw+4dRKQhPsX/7g+d5ud5PoO/d9IN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EEvR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xLTsAA&#10;AADeAAAADwAAAGRycy9kb3ducmV2LnhtbERP24rCMBB9X/Afwiz4tqYXFekaRQRFH7f6AUMztsVm&#10;Upto698bQdi3OZzrLNeDacSDOldbVhBPIhDEhdU1lwrOp93PAoTzyBoby6TgSQ7Wq9HXEjNte/6j&#10;R+5LEULYZaig8r7NpHRFRQbdxLbEgbvYzqAPsCul7rAP4aaRSRTNpcGaQ0OFLW0rKq753SiYPvv9&#10;LZ9do502FB/T9si+mCk1/h42vyA8Df5f/HEfdJifpmkC73fCDXL1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QxLT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L4esIA&#10;AADeAAAADwAAAGRycy9kb3ducmV2LnhtbERPwarCMBC8C/5DWMGbpirIe9UooijiyddXPS/N2hab&#10;TWmi1r83guCcdpmdmZ35sjWVuFPjSssKRsMIBHFmdcm5gvR/O/gB4TyyxsoyKXiSg+Wi25ljrO2D&#10;/+ie+FwEE3YxKii8r2MpXVaQQTe0NXHgLrYx6MPa5FI3+AjmppLjKJpKgyWHhAJrWheUXZObUXCb&#10;nscpXw76mGyeu9/NduXkKVeq32tXMxCeWv89/qj3Orw/CYB3nTCD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Qvh6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TQE8YA&#10;AADeAAAADwAAAGRycy9kb3ducmV2LnhtbERPTWvCQBC9C/0PyxS8mY1GgkZXaYWC7UHR2kNvY3ZM&#10;0mZn0+xW4793C0Jv83ifM192phZnal1lWcEwikEQ51ZXXCg4vL8MJiCcR9ZYWyYFV3KwXDz05php&#10;e+Ednfe+ECGEXYYKSu+bTEqXl2TQRbYhDtzJtgZ9gG0hdYuXEG5qOYrjVBqsODSU2NCqpPx7/2sU&#10;fGwn6XT7/Dr+etscMTH651NXqVL9x+5pBsJT5//Fd/dah/lJkozh751wg1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TQE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HiHMMA&#10;AADeAAAADwAAAGRycy9kb3ducmV2LnhtbERPS4vCMBC+C/6HMII3TbWuSDWKD3TFk6uC16GZbcs2&#10;k9JErf76jbCwt/n4njNbNKYUd6pdYVnBoB+BIE6tLjhTcDlvexMQziNrLC2Tgic5WMzbrRkm2j74&#10;i+4nn4kQwi5BBbn3VSKlS3My6Pq2Ig7ct60N+gDrTOoaHyHclHIYRWNpsODQkGNF65zSn9PNKHiN&#10;r3h0n8PVJtaenqPJzh6OO6W6nWY5BeGp8f/iP/deh/lxHH/A+51wg5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3HiH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oVxcMA&#10;AADeAAAADwAAAGRycy9kb3ducmV2LnhtbERPzWrCQBC+C32HZQredFOjoU1dpRQL3tTYBxiy000w&#10;Oxuzq6Y+vSsI3ubj+535sreNOFPna8cK3sYJCOLS6ZqNgt/9z+gdhA/IGhvHpOCfPCwXL4M55tpd&#10;eEfnIhgRQ9jnqKAKoc2l9GVFFv3YtcSR+3OdxRBhZ6Tu8BLDbSMnSZJJizXHhgpb+q6oPBQnq+Do&#10;JjPdFyvcHFYf29qY6fG6myo1fO2/PkEE6sNT/HCvdZyfpmkG93fiD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oVx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rWtcQA&#10;AADeAAAADwAAAGRycy9kb3ducmV2LnhtbERPyW7CMBC9V+o/WFOJW3FKBIGAiSgSEleWQ49Te0jS&#10;xuM0dkng6+tKlXqbp7fOqhhsI67U+dqxgpdxAoJYO1NzqeB82j3PQfiAbLBxTApu5KFYPz6sMDeu&#10;5wNdj6EUMYR9jgqqENpcSq8rsujHriWO3MV1FkOEXSlNh30Mt42cJMlMWqw5NlTY0rYi/Xn8tgr2&#10;9TtNZ/qysPNXfXi7f4U0+zBKjZ6GzRJEoCH8i//cexPnp2mawe878Qa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q1rX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S7EMUA&#10;AADeAAAADwAAAGRycy9kb3ducmV2LnhtbERPTWvCQBC9F/oflhF6qxsNlDa6ihYKLW2Fquh1yI7Z&#10;YHY2ZLcx/vvOoeBt5n3Nm/ly8I3qqYt1YAOTcQaKuAy25srAfvf2+AwqJmSLTWAycKUIy8X93RwL&#10;Gy78Q/02VUpCOBZowKXUFlrH0pHHOA4tsXCn0HlMsnaVth1eJNw3epplT9pjzXLBYUuvjsrz9tcb&#10;6HFzzY5u/f3yUX+V08368GkFNw+jYTUDlWhIN/G/+91K/TzPpa+8IzPo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1LsQ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XBEcMA&#10;AADeAAAADwAAAGRycy9kb3ducmV2LnhtbERPTUvDQBC9C/6HZQRvdmMCorHbIoWKxxo9eByz02xq&#10;dibsbpvYX+8Kgrd5vM9Zrmc/qBOF2AsbuF0UoIhbsT13Bt7ftjf3oGJCtjgIk4FvirBeXV4ssbYy&#10;8SudmtSpHMKxRgMupbHWOraOPMaFjMSZ20vwmDIMnbYBpxzuB10WxZ322HNucDjSxlH71Ry9gem5&#10;/TyU+w/rzmGUbbOTQzmIMddX89MjqERz+hf/uV9snl9V1QP8vpNv0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JXBE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EL5skA&#10;AADeAAAADwAAAGRycy9kb3ducmV2LnhtbESPT08CQQzF7yZ+h0lNvMmsYICsDAT5kxgCMaDe607d&#10;XZ3pbHYGWL49PZh4a9PX995vMuu8UydqYx3YwGMvA0VcBFtzaeDjff0wBhUTskUXmAxcKMJsensz&#10;wdyGM+/pdEilEhOOORqoUmpyrWNRkcfYCw2x3L5D6zHJ2pbatngWc+90P8uG2mPNklBhQ4uKit/D&#10;0RtYvy3dT3+3n3/qtFiNvtx487LcGnN/182fQSXq0r/47/vVSv3B4EkABEdm0NMr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VEL5skAAADeAAAADwAAAAAAAAAAAAAAAACYAgAA&#10;ZHJzL2Rvd25yZXYueG1sUEsFBgAAAAAEAAQA9QAAAI4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tz6cUA&#10;AADeAAAADwAAAGRycy9kb3ducmV2LnhtbERP22rCQBB9L/Qflin0RXSjqSIxq5SCaKGCN/B1kh2T&#10;YHY2ZLcx/ftuQejbHM510lVvatFR6yrLCsajCARxbnXFhYLzaT2cg3AeWWNtmRT8kIPV8vkpxUTb&#10;Ox+oO/pChBB2CSoovW8SKV1ekkE3sg1x4K62NegDbAupW7yHcFPLSRTNpMGKQ0OJDX2UlN+O30ZB&#10;t//Kim3nms/bfOCmcbbZ7PRFqdeX/n0BwlPv/8UP91aH+XH8Noa/d8IN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63Pp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WTg8YA&#10;AADeAAAADwAAAGRycy9kb3ducmV2LnhtbERPTWvCQBC9F/wPywi9NRujLRpdpRYKvQhqe6i3MTsm&#10;wexsurvV1F/vCgVv83ifM1t0phEncr62rGCQpCCIC6trLhV8fb4/jUH4gKyxsUwK/sjDYt57mGGu&#10;7Zk3dNqGUsQQ9jkqqEJocyl9UZFBn9iWOHIH6wyGCF0ptcNzDDeNzNL0RRqsOTZU2NJbRcVx+2sU&#10;LCfj5c96xKvLZr+j3ff++Jy5VKnHfvc6BRGoC3fxv/tDx/nD4SiD2zvxBj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FWTg8YAAADeAAAADwAAAAAAAAAAAAAAAACYAgAAZHJz&#10;L2Rvd25yZXYueG1sUEsFBgAAAAAEAAQA9QAAAIsDAAAAAA==&#10;" fillcolor="black" stroked="f"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o4GMYA&#10;AADeAAAADwAAAGRycy9kb3ducmV2LnhtbERPS2vCQBC+F/wPywje6qZGRVJX8VFB0B60PfQ4zU6T&#10;JdnZkN1q7K/vCoXe5uN7znzZ2VpcqPXGsYKnYQKCOHfacKHg/W33OAPhA7LG2jEpuJGH5aL3MMdM&#10;uyuf6HIOhYgh7DNUUIbQZFL6vCSLfuga4sh9udZiiLAtpG7xGsNtLUdJMpUWDceGEhvalJRX52+r&#10;4OMwNbOTodHn8Wf9oo+Tav26rZQa9LvVM4hAXfgX/7n3Os5P03EK93fiDX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o4G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HNXsQA&#10;AADeAAAADwAAAGRycy9kb3ducmV2LnhtbERPS2sCMRC+F/wPYQRvNesDka1RxCL20kN90OuwmW62&#10;u5lsk6irv74RCr3Nx/ecxaqzjbiQD5VjBaNhBoK4cLriUsHxsH2egwgRWWPjmBTcKMBq2XtaYK7d&#10;lT/oso+lSCEcclRgYmxzKUNhyGIYupY4cV/OW4wJ+lJqj9cUbhs5zrKZtFhxajDY0sZQUe/PVoFf&#10;f77Wdz6f6uz+fgu77+5njkapQb9bv4CI1MV/8Z/7Taf5k8l0Co930g1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hzV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zejsUA&#10;AADeAAAADwAAAGRycy9kb3ducmV2LnhtbERP22oCMRB9L/Qfwgh9kZqt2la3RilCoaAIWj9gupnu&#10;LiaTZTPq2q9vBKFvczjXmS0679SJ2lgHNvA0yEARF8HWXBrYf308TkBFQbboApOBC0VYzO/vZpjb&#10;cOYtnXZSqhTCMUcDlUiTax2LijzGQWiIE/cTWo+SYFtq2+I5hXunh1n2oj3WnBoqbGhZUXHYHb0B&#10;N/x209VrXMtlr9fZr5dtf2ONeeh172+ghDr5F9/cnzbNH43Gz3B9J92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XN6O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4Bo8QA&#10;AADeAAAADwAAAGRycy9kb3ducmV2LnhtbERPTWsCMRC9F/wPYQrearZaRLZG0YqwFw9dFa/jZrpZ&#10;TCbLJtXVX98UCr3N433OfNk7K67UhcazgtdRBoK48rrhWsFhv32ZgQgRWaP1TAruFGC5GDzNMdf+&#10;xp90LWMtUgiHHBWYGNtcylAZchhGviVO3JfvHMYEu1rqDm8p3Fk5zrKpdNhwajDY0oeh6lJ+OwWb&#10;srXjQ2HW4XTcnc+2eGzptFFq+Nyv3kFE6uO/+M9d6DR/Mnmbwu876Qa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eAaP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cWDsMA&#10;AADeAAAADwAAAGRycy9kb3ducmV2LnhtbERPS2sCMRC+C/6HMII3TVrFLVujlFJB8OTr4G1Iprvb&#10;bibLJrrbf98Igrf5+J6zXPeuFjdqQ+VZw8tUgSA23lZcaDgdN5M3ECEiW6w9k4Y/CrBeDQdLzK3v&#10;eE+3QyxECuGQo4YyxiaXMpiSHIapb4gT9+1bhzHBtpC2xS6Fu1q+KrWQDitODSU29FmS+T1cnYaf&#10;jdx5o9CcT+dua7PL14JqpfV41H+8g4jUx6f44d7aNH82m2dwfyfd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cWD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BxG8cA&#10;AADeAAAADwAAAGRycy9kb3ducmV2LnhtbESPQWvCQBCF74X+h2WE3upGU4pEV7GCUFp6qErpccyO&#10;SUh2Nuyumv77zkHwNsN78943i9XgOnWhEBvPBibjDBRx6W3DlYHDfvs8AxUTssXOMxn4owir5ePD&#10;Agvrr/xNl12qlIRwLNBAnVJfaB3LmhzGse+JRTv54DDJGiptA14l3HV6mmWv2mHD0lBjT5uaynZ3&#10;dgZ+z598+so/1uEt/fhhH9vpcdYa8zQa1nNQiYZ0N9+u363g5/mL8Mo7MoNe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gcRv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EB8sYA&#10;AADeAAAADwAAAGRycy9kb3ducmV2LnhtbERPS2vCQBC+F/wPywi91U19oTGraKHQS6HaHvQ2yU6T&#10;YHY27m417a/vCoK3+fiek60604gzOV9bVvA8SEAQF1bXXCr4+nx9moHwAVljY5kU/JKH1bL3kGGq&#10;7YW3dN6FUsQQ9ikqqEJoUyl9UZFBP7AtceS+rTMYInSl1A4vMdw0cpgkU2mw5thQYUsvFRXH3Y9R&#10;sJnPNqePMb//bfMDHfb5cTJ0iVKP/W69ABGoC3fxzf2m4/zRaDyH6zvxBrn8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vEB8sYAAADeAAAADwAAAAAAAAAAAAAAAACYAgAAZHJz&#10;L2Rvd25yZXYueG1sUEsFBgAAAAAEAAQA9QAAAIsDAAAAAA==&#10;" fillcolor="black" stroked="f"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Q1GMUA&#10;AADeAAAADwAAAGRycy9kb3ducmV2LnhtbESPQUvEMBCF74L/IYzgzU21KFI3u5QFUTx1V8XrbDM2&#10;xWZSkpit/945CN5mmDfvvW+9XfykCsU0BjZwvapAEffBjjwYeHt9vLoHlTKyxSkwGfihBNvN+dka&#10;GxtOvKdyyIMSE04NGnA5z43WqXfkMa3CTCy3zxA9ZlnjoG3Ek5j7Sd9U1Z32OLIkOJxp56j/Onx7&#10;A+W469q6fBS3f4ntEEP39H7sjLm8WNoHUJmW/C/++362Ur+ubwVAcGQG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pDUY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TUisUA&#10;AADeAAAADwAAAGRycy9kb3ducmV2LnhtbERPTWvCQBC9F/oflin0VjdRKpq6ioiVthc1CnocstNs&#10;MDsbsmtM++u7hUJv83ifM1v0thYdtb5yrCAdJCCIC6crLhUcD69PExA+IGusHZOCL/KwmN/fzTDT&#10;7sZ76vJQihjCPkMFJoQmk9IXhiz6gWuII/fpWoshwraUusVbDLe1HCbJWFqsODYYbGhlqLjkV6vA&#10;p6v16cN+T7vzxvA2fzfjXWmUenzoly8gAvXhX/znftNx/mj0nMLvO/EG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RNSK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95CED" w:rsidRDefault="00295CED" w:rsidP="00295C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95CED" w:rsidRDefault="00295CED" w:rsidP="00295C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5CED" w:rsidRDefault="00295CED" w:rsidP="00295C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5CED" w:rsidRDefault="00295CED" w:rsidP="00295C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5CED" w:rsidRDefault="00295CED" w:rsidP="00295C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5CED" w:rsidRDefault="00295CED" w:rsidP="00295C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95CED" w:rsidRDefault="00295CED" w:rsidP="00295CE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95CED" w:rsidRDefault="00295CED" w:rsidP="00295C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95CED" w:rsidRDefault="00295CED" w:rsidP="00295C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95CED" w:rsidRDefault="00295CED" w:rsidP="00295C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5CED" w:rsidRDefault="00295CED" w:rsidP="00295C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95CED" w:rsidRDefault="00295CED" w:rsidP="00295C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5CED" w:rsidRDefault="00295CED" w:rsidP="00295C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95CED" w:rsidRPr="004A7D10" w:rsidRDefault="00295CED" w:rsidP="00295C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95CED" w:rsidRDefault="00295CED" w:rsidP="00295C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95CED" w:rsidRDefault="00295CED" w:rsidP="00295CE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№23</w:t>
      </w:r>
    </w:p>
    <w:p w:rsidR="00295CED" w:rsidRPr="004460BB" w:rsidRDefault="00295CED" w:rsidP="00295CE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95CED" w:rsidRPr="0060655C" w:rsidRDefault="00295CED" w:rsidP="00295CE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техн</w:t>
      </w:r>
      <w:proofErr w:type="gram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</w:p>
    <w:p w:rsidR="00295CED" w:rsidRPr="0060655C" w:rsidRDefault="00295CED" w:rsidP="00295CE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295CED" w:rsidRPr="0060655C" w:rsidRDefault="00295CED" w:rsidP="00295CE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)  меж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295CED" w:rsidRPr="0060655C" w:rsidRDefault="00295CED" w:rsidP="00295CE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)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Нікітчука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Ю.А.</w:t>
      </w:r>
    </w:p>
    <w:p w:rsidR="00295CED" w:rsidRPr="0060655C" w:rsidRDefault="00295CED" w:rsidP="00295CE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95CED" w:rsidRPr="0060655C" w:rsidRDefault="00295CED" w:rsidP="00295CE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60655C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Нікітчука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Ю.А.,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рада </w:t>
      </w:r>
      <w:proofErr w:type="gramEnd"/>
    </w:p>
    <w:p w:rsidR="00295CED" w:rsidRPr="0060655C" w:rsidRDefault="00295CED" w:rsidP="00295CE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295CED" w:rsidRPr="0060655C" w:rsidRDefault="00295CED" w:rsidP="00295CE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1.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Затвердити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Нікітчуку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Юрію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Анатолійовичу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366D7">
        <w:rPr>
          <w:rFonts w:ascii="Times New Roman" w:eastAsia="Calibri" w:hAnsi="Times New Roman" w:cs="Times New Roman"/>
          <w:sz w:val="24"/>
          <w:szCs w:val="24"/>
          <w:lang w:val="en-US"/>
        </w:rPr>
        <w:t>__________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ідентифікаційний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номер </w:t>
      </w:r>
      <w:r w:rsidR="007366D7">
        <w:rPr>
          <w:rFonts w:ascii="Times New Roman" w:eastAsia="Calibri" w:hAnsi="Times New Roman" w:cs="Times New Roman"/>
          <w:sz w:val="24"/>
          <w:szCs w:val="24"/>
          <w:lang w:val="en-US"/>
        </w:rPr>
        <w:t>________</w:t>
      </w:r>
      <w:bookmarkStart w:id="0" w:name="_GoBack"/>
      <w:bookmarkEnd w:id="0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ічну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), та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передати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приватну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0,2302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Calibri" w:hAnsi="Times New Roman" w:cs="Times New Roman"/>
          <w:sz w:val="24"/>
          <w:szCs w:val="24"/>
        </w:rPr>
        <w:t>га,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номер: 6823984000:01:016:0033),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), яка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вулиця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Незалежності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>, 145.</w:t>
      </w:r>
    </w:p>
    <w:p w:rsidR="00295CED" w:rsidRPr="0060655C" w:rsidRDefault="00295CED" w:rsidP="00295CE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2.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Нікітчуку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Ю.А.,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якому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передана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власності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порядку</w:t>
      </w:r>
    </w:p>
    <w:p w:rsidR="00295CED" w:rsidRPr="0060655C" w:rsidRDefault="00295CED" w:rsidP="00295CE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3. Контроль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Т.В.).</w:t>
      </w:r>
    </w:p>
    <w:p w:rsidR="00295CED" w:rsidRPr="0060655C" w:rsidRDefault="00295CED" w:rsidP="00295CE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95CED" w:rsidRPr="00295CED" w:rsidRDefault="00295CED" w:rsidP="00295CE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3F3B08" w:rsidRPr="00295CED" w:rsidRDefault="00295CED" w:rsidP="00295CE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голова                                                                        </w:t>
      </w:r>
      <w:proofErr w:type="spellStart"/>
      <w:r w:rsidRPr="0060655C">
        <w:rPr>
          <w:rFonts w:ascii="Times New Roman" w:eastAsia="Arial Unicode MS" w:hAnsi="Times New Roman" w:cs="Times New Roman"/>
          <w:color w:val="333333"/>
          <w:sz w:val="24"/>
          <w:szCs w:val="24"/>
        </w:rPr>
        <w:t>Валерій</w:t>
      </w:r>
      <w:proofErr w:type="spellEnd"/>
      <w:r w:rsidRPr="0060655C">
        <w:rPr>
          <w:rFonts w:ascii="Times New Roman" w:eastAsia="Arial Unicode MS" w:hAnsi="Times New Roman" w:cs="Times New Roman"/>
          <w:color w:val="333333"/>
          <w:sz w:val="24"/>
          <w:szCs w:val="24"/>
        </w:rPr>
        <w:t xml:space="preserve">   МИХАЛЮК</w:t>
      </w:r>
    </w:p>
    <w:sectPr w:rsidR="003F3B08" w:rsidRPr="00295CE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EAB" w:rsidRDefault="007E0EAB">
      <w:pPr>
        <w:spacing w:after="0" w:line="240" w:lineRule="auto"/>
      </w:pPr>
      <w:r>
        <w:separator/>
      </w:r>
    </w:p>
  </w:endnote>
  <w:endnote w:type="continuationSeparator" w:id="0">
    <w:p w:rsidR="007E0EAB" w:rsidRDefault="007E0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EAB" w:rsidRDefault="007E0EAB">
      <w:pPr>
        <w:spacing w:after="0" w:line="240" w:lineRule="auto"/>
      </w:pPr>
      <w:r>
        <w:separator/>
      </w:r>
    </w:p>
  </w:footnote>
  <w:footnote w:type="continuationSeparator" w:id="0">
    <w:p w:rsidR="007E0EAB" w:rsidRDefault="007E0E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5CED"/>
    <w:rsid w:val="00295CED"/>
    <w:rsid w:val="003F3B08"/>
    <w:rsid w:val="007366D7"/>
    <w:rsid w:val="007E0EAB"/>
    <w:rsid w:val="008373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E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95CE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295CE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95CED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5CED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95CE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295CE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95CED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6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2020-12-24T17:12:00Z</dcterms:created>
  <dcterms:modified xsi:type="dcterms:W3CDTF">2020-12-24T18:48:00Z</dcterms:modified>
</cp:coreProperties>
</file>