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93F" w:rsidRPr="0087481F" w:rsidRDefault="0018293F" w:rsidP="0018293F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93F" w:rsidRDefault="0018293F" w:rsidP="00182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8293F" w:rsidRDefault="0018293F" w:rsidP="00182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8293F" w:rsidRDefault="0018293F" w:rsidP="00182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293F" w:rsidRDefault="0018293F" w:rsidP="00182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293F" w:rsidRDefault="0018293F" w:rsidP="00182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293F" w:rsidRDefault="0018293F" w:rsidP="00182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293F" w:rsidRDefault="0018293F" w:rsidP="00182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8293F" w:rsidRDefault="0018293F" w:rsidP="0018293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8293F" w:rsidRDefault="0018293F" w:rsidP="00182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8293F" w:rsidRDefault="0018293F" w:rsidP="00182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8293F" w:rsidRDefault="0018293F" w:rsidP="00182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293F" w:rsidRDefault="0018293F" w:rsidP="00182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8293F" w:rsidRDefault="0018293F" w:rsidP="00182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293F" w:rsidRDefault="0018293F" w:rsidP="00182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8293F" w:rsidRDefault="0018293F" w:rsidP="0018293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8293F" w:rsidRPr="0092624A" w:rsidRDefault="0018293F" w:rsidP="0018293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№37</w:t>
      </w:r>
    </w:p>
    <w:p w:rsidR="0018293F" w:rsidRPr="00CF04D8" w:rsidRDefault="0018293F" w:rsidP="001829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8293F" w:rsidRPr="00CF04D8" w:rsidRDefault="0018293F" w:rsidP="0018293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проект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18293F" w:rsidRPr="00CF04D8" w:rsidRDefault="0018293F" w:rsidP="0018293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8293F" w:rsidRPr="00CF04D8" w:rsidRDefault="0018293F" w:rsidP="0018293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зміною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виду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цільового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призначення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 та</w:t>
      </w:r>
    </w:p>
    <w:p w:rsidR="0018293F" w:rsidRPr="00CF04D8" w:rsidRDefault="0018293F" w:rsidP="0018293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18293F" w:rsidRPr="00CF04D8" w:rsidRDefault="0018293F" w:rsidP="0018293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Загородній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Л.Б.</w:t>
      </w:r>
    </w:p>
    <w:p w:rsidR="0018293F" w:rsidRPr="00CF04D8" w:rsidRDefault="0018293F" w:rsidP="001829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8293F" w:rsidRPr="00CF04D8" w:rsidRDefault="0018293F" w:rsidP="001829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самоврядув</w:t>
      </w:r>
      <w:r>
        <w:rPr>
          <w:rFonts w:ascii="Times New Roman" w:eastAsia="Times New Roman" w:hAnsi="Times New Roman" w:cs="Times New Roman"/>
          <w:sz w:val="24"/>
          <w:szCs w:val="24"/>
        </w:rPr>
        <w:t>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», статей 12,  20</w:t>
      </w:r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та 121 Земельного кодексу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>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Загородньої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Л.Б.,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18293F" w:rsidRPr="00CF04D8" w:rsidRDefault="0018293F" w:rsidP="001829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18293F" w:rsidRPr="00CF04D8" w:rsidRDefault="0018293F" w:rsidP="001829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городній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Людмилі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Борисівні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зміною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виду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цільового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 запасу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особам) (16.00)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(01.03)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0,3360 га,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межами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пункту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Колом’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є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18293F" w:rsidRPr="00CF04D8" w:rsidRDefault="0018293F" w:rsidP="0018293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городній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Людмилі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Борисівні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B215A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Pr="00CF04D8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6B215A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bookmarkStart w:id="0" w:name="_GoBack"/>
      <w:bookmarkEnd w:id="0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0,3360 га,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номер: 6823986800:05:005:0012,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межами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пункту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Колом’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є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18293F" w:rsidRPr="00CF04D8" w:rsidRDefault="0018293F" w:rsidP="0018293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Загородній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Л.Б.,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18293F" w:rsidRPr="00CF04D8" w:rsidRDefault="0018293F" w:rsidP="0018293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18293F" w:rsidRPr="00CF04D8" w:rsidRDefault="0018293F" w:rsidP="001829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93C" w:rsidRPr="0018293F" w:rsidRDefault="0018293F" w:rsidP="0018293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17593C" w:rsidRPr="0018293F" w:rsidSect="0018293F">
      <w:pgSz w:w="12240" w:h="15840"/>
      <w:pgMar w:top="993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93F"/>
    <w:rsid w:val="00171A2E"/>
    <w:rsid w:val="0017593C"/>
    <w:rsid w:val="0018293F"/>
    <w:rsid w:val="00304C90"/>
    <w:rsid w:val="00505B6D"/>
    <w:rsid w:val="006B215A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8293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8293F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8293F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8293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8293F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8293F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291</Words>
  <Characters>1660</Characters>
  <Application>Microsoft Office Word</Application>
  <DocSecurity>0</DocSecurity>
  <Lines>13</Lines>
  <Paragraphs>3</Paragraphs>
  <ScaleCrop>false</ScaleCrop>
  <Company>Microsoft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2021-03-02T14:05:00Z</dcterms:created>
  <dcterms:modified xsi:type="dcterms:W3CDTF">2021-03-02T14:39:00Z</dcterms:modified>
</cp:coreProperties>
</file>