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739" w:rsidRPr="00D815F3" w:rsidRDefault="00BA2739" w:rsidP="00BA2739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BA2739" w:rsidRPr="001869AA" w:rsidRDefault="00BA2739" w:rsidP="00BA2739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3088" name="Группа 13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308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9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9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9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9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9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9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9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9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9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9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0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0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0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0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0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6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6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6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7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7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7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7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7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7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7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7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7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7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8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105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q7wsEA&#10;AADeAAAADwAAAGRycy9kb3ducmV2LnhtbERPy6rCMBDdC/5DGMGdpteC9vYaRUTFhSC+9kMztuU2&#10;k9JErX9vBMHdHM5zpvPWVOJOjSstK/gZRiCIM6tLzhWcT+tBAsJ5ZI2VZVLwJAfzWbczxVTbBx/o&#10;fvS5CCHsUlRQeF+nUrqsIINuaGviwF1tY9AH2ORSN/gI4aaSoygaS4Mlh4YCa1oWlP0fb0aBjTfb&#10;3SUfHeIVTzwv9sn10u6U6vfaxR8IT63/ij/urQ7z4yj5hfc74QY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au8LBAAAA3g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02IckA&#10;AADeAAAADwAAAGRycy9kb3ducmV2LnhtbESPT0sDMRDF70K/Q5iCl2KzWqh2bVqksP7pQWgVvA6b&#10;cbO6mSxJbLf99M5B8DbDvHnv/ZbrwXfqQDG1gQ1cTwtQxHWwLTcG3t+qqztQKSNb7AKTgRMlWK9G&#10;F0ssbTjyjg773Cgx4VSiAZdzX2qdakce0zT0xHL7DNFjljU22kY8irnv9E1RzLXHliXBYU8bR/X3&#10;/scb+Kpe3cfm9vwYJ4sdnSfV9ql7mRtzOR4e7kFlGvK/+O/72Ur9WbEQAMGRGfTqF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s702Ic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I3u8UA&#10;AADeAAAADwAAAGRycy9kb3ducmV2LnhtbESP0YrCMBBF34X9hzDCvsiauoK43UaRRUV8EXU/YGim&#10;TbGZlCba+vdGEHyb4d6550627G0tbtT6yrGCyTgBQZw7XXGp4P+8+ZqD8AFZY+2YFNzJw3LxMcgw&#10;1a7jI91OoRQxhH2KCkwITSqlzw1Z9GPXEEetcK3FENe2lLrFLobbWn4nyUxarDgSDDb0Zyi/nK42&#10;Qg5TPOyL7rzZ9tjhem94tDoq9TnsV78gAvXhbX5d73SsP01+JvB8J84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4je7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S89sUA&#10;AADeAAAADwAAAGRycy9kb3ducmV2LnhtbERPTUsDMRC9C/0PYQRvNuuqta5Ni1QFETxYC6W3YTPd&#10;XbqZhGTsrv/eCIK3ebzPWaxG16sTxdR5NnA1LUAR19523BjYfr5czkElQbbYeyYD35RgtZycLbCy&#10;fuAPOm2kUTmEU4UGWpFQaZ3qlhymqQ/EmTv46FAyjI22EYcc7npdFsVMO+w4N7QYaN1Sfdx8OQPv&#10;w3N4u5vdHsI+3pQ6PVnZrcWYi/Px8QGU0Cj/4j/3q83zr4v7En7fyTfo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tLz2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wMV8UA&#10;AADeAAAADwAAAGRycy9kb3ducmV2LnhtbESP0YrCMBBF34X9hzAL+yJrulsQtxpFFhXxRap+wNCM&#10;TbGZlCba+vdGEHyb4d65585s0dta3Kj1lWMFP6MEBHHhdMWlgtNx/T0B4QOyxtoxKbiTh8X8YzDD&#10;TLuOc7odQiliCPsMFZgQmkxKXxiy6EeuIY7a2bUWQ1zbUuoWuxhua/mbJGNpseJIMNjQv6Hicrja&#10;CNmnuN+du+N602OHq53h4TJX6uuzX05BBOrD2/y63upYP03+Uni+E2e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fAxX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GBGcUA&#10;AADeAAAADwAAAGRycy9kb3ducmV2LnhtbERPTUsDMRC9C/0PYQrebNZaq65NS6kKUvBgWxBvw2a6&#10;u3QzCcnYXf+9EQRv83ifs1gNrlNniqn1bOB6UoAirrxtuTZw2L9c3YNKgmyx80wGvinBajm6WGBp&#10;fc/vdN5JrXIIpxINNCKh1DpVDTlMEx+IM3f00aFkGGttI/Y53HV6WhRz7bDl3NBgoE1D1Wn35Qy8&#10;9c9heze/PYbPOJvq9GTlYyPGXI6H9SMooUH+xX/uV5vn3xQPM/h9J9+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EYEZ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g5a8UA&#10;AADeAAAADwAAAGRycy9kb3ducmV2LnhtbERP32vCMBB+H/g/hBP2MjRVcWhnFBWCgw3GVPD1aM62&#10;rLmUJLP1v18Gg73dx/fzVpveNuJGPtSOFUzGGQjiwpmaSwXnkx4tQISIbLBxTAruFGCzHjysMDeu&#10;40+6HWMpUgiHHBVUMba5lKGoyGIYu5Y4cVfnLcYEfSmNxy6F20ZOs+xZWqw5NVTY0r6i4uv4bRXs&#10;Prpy5p+KXe/erofLXGuj37VSj8N++wIiUh//xX/uV5Pmz7LlHH7fSTf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WDlr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rt48MA&#10;AADeAAAADwAAAGRycy9kb3ducmV2LnhtbERP22oCMRB9L/QfwhR8q1kvFbsaRZQFkb7U9gOGzbhZ&#10;3UyWJK7bv28Ewbc5nOss171tREc+1I4VjIYZCOLS6ZorBb8/xfscRIjIGhvHpOCPAqxXry9LzLW7&#10;8Td1x1iJFMIhRwUmxjaXMpSGLIaha4kTd3LeYkzQV1J7vKVw28hxls2kxZpTg8GWtobKy/FqFRSH&#10;8Vd3uWpfuE0/tfRhzvOdUWrw1m8WICL18Sl+uPc6zZ9knzO4v5Nu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rt48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YCh8UA&#10;AADeAAAADwAAAGRycy9kb3ducmV2LnhtbERP22oCMRB9L/QfwhT6UjRrpVW3RtFCUGiheAFfh824&#10;u3QzWZLUXf/eFAp9m8O5znzZ20ZcyIfasYLRMANBXDhTc6ngeNCDKYgQkQ02jknBlQIsF/d3c8yN&#10;63hHl30sRQrhkKOCKsY2lzIUFVkMQ9cSJ+7svMWYoC+l8dilcNvI5yx7lRZrTg0VtvReUfG9/7EK&#10;1l9dOfZPxbp3H+fN6UVroz+1Uo8P/eoNRKQ+/ov/3FuT5o+z2QR+30k3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xgKH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ncCsYA&#10;AADeAAAADwAAAGRycy9kb3ducmV2LnhtbESPQW/CMAyF75P2HyJP2m2kY2yCQkBoU6UJ7TK2H2A1&#10;pik0TpWE0v37+YDEzdZ7fu/zajP6Tg0UUxvYwPOkAEVcB9tyY+D3p3qag0oZ2WIXmAz8UYLN+v5u&#10;haUNF/6mYZ8bJSGcSjTgcu5LrVPtyGOahJ5YtEOIHrOssdE24kXCfaenRfGmPbYsDQ57endUn/Zn&#10;b6DaTb+G09nGKmzHmadXd5x/OGMeH8btElSmMd/M1+tPK/gvxUJ45R2ZQa/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2ncCs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vnecEA&#10;AADeAAAADwAAAGRycy9kb3ducmV2LnhtbERP24rCMBB9F/Yfwiz4ZhOvrNUoi+Cij9b9gKEZ22Iz&#10;6TbR1r/fCIJvczjXWW97W4s7tb5yrGGcKBDEuTMVFxp+z/vRFwgfkA3WjknDgzxsNx+DNabGdXyi&#10;exYKEUPYp6ihDKFJpfR5SRZ94hriyF1cazFE2BbStNjFcFvLiVILabHi2FBiQ7uS8mt2sxpmj+7n&#10;L5tf1d5YGh+nzZFDPtd6+Nl/r0AE6sNb/HIfTJw/VcslPN+JN8jN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Lr53n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jCUcUA&#10;AADeAAAADwAAAGRycy9kb3ducmV2LnhtbESPT4vCQAzF78J+hyELe9OpLoh2HUUURTyt9c85dGJb&#10;tpMpnVHrtzcHYW8JeXnv/WaLztXqTm2oPBsYDhJQxLm3FRcGTsdNfwIqRGSLtWcy8KQAi/lHb4ap&#10;9Q8+0D2LhRITDikaKGNsUq1DXpLDMPANsdyuvnUYZW0LbVt8iLmr9ShJxtphxZJQYkOrkvK/7OYM&#10;3MaX0Ymve/ubrZ/b6XqzDPpcGPP12S1/QEXq4r/4/b2zUv97mAiA4MgMev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OMJR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vX18YA&#10;AADeAAAADwAAAGRycy9kb3ducmV2LnhtbERPS2vCQBC+C/0PyxS8mU20BE1dRQtC20PF18HbNDtN&#10;UrOzaXar6b93C4K3+fieM513phZnal1lWUESxSCIc6srLhTsd6vBGITzyBpry6TgjxzMZw+9KWba&#10;XnhD560vRAhhl6GC0vsmk9LlJRl0kW2IA/dlW4M+wLaQusVLCDe1HMZxKg1WHBpKbOilpPy0/TUK&#10;DutxOlkv356+3z8+cWT0z1FXqVL9x27xDMJT5+/im/tVh/mjJE7g/51wg5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xvX1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DeNMMA&#10;AADeAAAADwAAAGRycy9kb3ducmV2LnhtbERPS4vCMBC+L/gfwgje1tS6SOkaxQe64snHwl6HZrYt&#10;NpPSRK3+eiMI3ubje8542ppKXKhxpWUFg34EgjizuuRcwe9x9ZmAcB5ZY2WZFNzIwXTS+Rhjqu2V&#10;93Q5+FyEEHYpKii8r1MpXVaQQde3NXHg/m1j0AfY5FI3eA3hppJxFI2kwZJDQ4E1LQrKToezUXAf&#10;/eHO/cTz5VB7un0la7vdrZXqddvZNwhPrX+LX+6NDvOHgyiG5zvhBj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zDeNM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USAcQA&#10;AADeAAAADwAAAGRycy9kb3ducmV2LnhtbERPzWrCQBC+C32HZQredKNRaVNXKSUFb9W0DzBkp5tg&#10;djZm1yT16buFgrf5+H5nux9tI3rqfO1YwWKegCAuna7ZKPj6fJ89gfABWWPjmBT8kIf97mGyxUy7&#10;gU/UF8GIGMI+QwVVCG0mpS8rsujnriWO3LfrLIYIOyN1h0MMt41cJslGWqw5NlTY0ltF5bm4WgUX&#10;t1zrscjx45w/H2tjVpfbaaXU9HF8fQERaAx38b/7oOP8dJGk8PdOvEH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FEgH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DsnsQA&#10;AADeAAAADwAAAGRycy9kb3ducmV2LnhtbERPyW7CMBC9V+o/WFOpt8ahUJaAQYCExBXKgeNgD0kg&#10;HqexC4Gvr5GQepunt85k1tpKXKjxpWMFnSQFQaydKTlXsPtefQxB+IBssHJMCm7kYTZ9fZlgZtyV&#10;N3TZhlzEEPYZKihCqDMpvS7Iok9cTRy5o2sshgibXJoGrzHcVvIzTfvSYsmxocCalgXp8/bXKliX&#10;B/rq6+PIDhd6s7//hO7gZJR6f2vnYxCB2vAvfrrXJs7vdtIePN6JN8j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Q7J7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xunscA&#10;AADeAAAADwAAAGRycy9kb3ducmV2LnhtbERPXWvCQBB8L/gfjhX6Vi+xYDV6hlootNgKfqCvS27N&#10;BXN7IXeN8d97hULfZnd2ZnYWeW9r0VHrK8cK0lECgrhwuuJSwWH//jQF4QOyxtoxKbiRh3w5eFhg&#10;pt2Vt9TtQimiCfsMFZgQmkxKXxiy6EeuIY7c2bUWQxzbUuoWr9Hc1nKcJBNpseKYYLChN0PFZfdj&#10;FXS4uSUns/qefVZfxXizOq513KvHYf86BxGoD//Hf+oPHd9/Ticv8FsnYpDL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E8bp7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4ldsYA&#10;AADeAAAADwAAAGRycy9kb3ducmV2LnhtbESPQU/DMAyF70j7D5GRuLF0RZpQt2yakDZxhMJhx6zx&#10;mm6NXSVhLfx6fEDiZus9v/d5vZ1Cr24YU8dkYDEvQCE17DpqDXx+7B+fQaVsydmeCQ18Y4LtZna3&#10;tpXjkd7xVudWSQilyhrwOQ+V1qnxGGya84Ak2pljsFnW2GoX7SjhoddlUSx1sB1Jg7cDvnhsrvVX&#10;MDAemtOlPB+d/4kD7+s3vpQ9G/NwP+1WoDJO+d/8d/3qBP9psRReeU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a4ld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qQ+sUA&#10;AADeAAAADwAAAGRycy9kb3ducmV2LnhtbERP22oCMRB9F/oPYQp906wWrK5GsV6gFIt4ex83091t&#10;k8mySXX9eyMUfJvDuc542lgjzlT70rGCbicBQZw5XXKu4LBftQcgfEDWaByTgit5mE6eWmNMtbvw&#10;ls67kIsYwj5FBUUIVSqlzwqy6DuuIo7ct6sthgjrXOoaLzHcGtlLkr60WHJsKLCieUHZ7+7PKlht&#10;Fuan97WdHWWYL99OZvD5vlgr9fLczEYgAjXhIf53f+g4/7XbH8L9nXiDn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GpD6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9yLsgA&#10;AADeAAAADwAAAGRycy9kb3ducmV2LnhtbESPQWvCQBCF7wX/wzKFXopurLRKdBURRIUKVgWvY3aa&#10;BLOzIbuN6b93DoXeZpg3771vtuhcpVpqQunZwHCQgCLOvC05N3A+rfsTUCEiW6w8k4FfCrCY955m&#10;mFp/5y9qjzFXYsIhRQNFjHWqdcgKchgGviaW27dvHEZZm1zbBu9i7ir9liQf2mHJklBgTauCstvx&#10;xxloD5/XfNuGenebvIb30XWz2duLMS/P3XIKKlIX/8V/31sr9UfDsQAIjsyg5w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dD3Iu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+pqMYA&#10;AADeAAAADwAAAGRycy9kb3ducmV2LnhtbERPTWsCMRC9C/6HMEJvml3bWrs1ihaEXgrVetDbuBl3&#10;FzeTbRJ1669vhIK3ebzPmcxaU4szOV9ZVpAOEhDEudUVFwo238v+GIQPyBpry6TglzzMpt3OBDNt&#10;L7yi8zoUIoawz1BBGUKTSenzkgz6gW2II3ewzmCI0BVSO7zEcFPLYZKMpMGKY0OJDb2XlB/XJ6Ng&#10;8Tpe/Hw98ed1td/Rbrs/Pg9dotRDr52/gQjUhrv43/2h4/zH9CWF2zvxBjn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y+pqMYAAADeAAAADwAAAAAAAAAAAAAAAACYAgAAZHJz&#10;L2Rvd25yZXYueG1sUEsFBgAAAAAEAAQA9QAAAIsDAAAAAA==&#10;" fillcolor="black" stroked="f"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4538YA&#10;AADeAAAADwAAAGRycy9kb3ducmV2LnhtbERPS2vCQBC+F/wPyxR6qxtTqpK6ivYBgnrwcfA4zU6T&#10;JdnZkN1q7K/vCoK3+fieM5l1thYnar1xrGDQT0AQ504bLhQc9l/PYxA+IGusHZOCC3mYTXsPE8y0&#10;O/OWTrtQiBjCPkMFZQhNJqXPS7Lo+64hjtyPay2GCNtC6hbPMdzWMk2SobRoODaU2NB7SXm1+7UK&#10;jquhGW8Npd/rv8WnXr9Wi81HpdTTYzd/AxGoC3fxzb3Ucf7LYJTC9Z14g5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j453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DxdsQA&#10;AADeAAAADwAAAGRycy9kb3ducmV2LnhtbERPS2sCMRC+C/0PYQq91awK7bI1iiilvfTgi16HzXSz&#10;3c1kTaKu/npTKHibj+8503lvW3EiH2rHCkbDDARx6XTNlYLd9v05BxEissbWMSm4UID57GEwxUK7&#10;M6/ptImVSCEcClRgYuwKKUNpyGIYuo44cT/OW4wJ+kpqj+cUbls5zrIXabHm1GCwo6WhstkcrQK/&#10;+F41Vz7um+z6dQkfv/0hR6PU02O/eAMRqY938b/7U6f5k9HrBP7eSTf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g8Xb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jfScQA&#10;AADeAAAADwAAAGRycy9kb3ducmV2LnhtbERP22oCMRB9L/gPYQRfpGa1perWKEUoFJSC1g8YN+Pu&#10;0mSybKa69utNQejbHM51FqvOO3WmNtaBDYxHGSjiItiaSwOHr/fHGagoyBZdYDJwpQirZe9hgbkN&#10;F97ReS+lSiEcczRQiTS51rGoyGMchYY4cafQepQE21LbFi8p3Ds9ybIX7bHm1FBhQ+uKiu/9jzfg&#10;Jkc330zjVq4Hvc1+veyGn9aYQb97ewUl1Mm/+O7+sGn+03j6DH/vpBv0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430n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Q7iMUA&#10;AADeAAAADwAAAGRycy9kb3ducmV2LnhtbERPS2sCMRC+F/ofwhS81axKH6xGqYqwFw/dWryOm3Gz&#10;NJksm6hrf70pFLzNx/ec2aJ3VpypC41nBaNhBoK48rrhWsHua/P8DiJEZI3WMym4UoDF/PFhhrn2&#10;F/6kcxlrkUI45KjAxNjmUobKkMMw9C1x4o6+cxgT7GqpO7ykcGflOMtepcOGU4PBllaGqp/y5BSs&#10;y9aOd4VZhv339nCwxe+G9mulBk/9xxREpD7exf/uQqf5k9HbC/y9k26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JDuI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MXycMA&#10;AADeAAAADwAAAGRycy9kb3ducmV2LnhtbERPTWvCQBC9F/oflin0VndjIUrqGoooCJ5q9dDbsDsm&#10;sdnZkF1N/PddQehtHu9zFuXoWnGlPjSeNWQTBYLYeNtwpeHwvXmbgwgR2WLrmTTcKEC5fH5aYGH9&#10;wF903cdKpBAOBWqoY+wKKYOpyWGY+I44cSffO4wJ9pW0PQ4p3LVyqlQuHTacGmrsaFWT+d1fnIbz&#10;Ru68UWiOh+OwtbOfdU6t0vr1Zfz8ABFpjP/ih3tr0/z3bJbD/Z10g1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vMXy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dBNcUA&#10;AADeAAAADwAAAGRycy9kb3ducmV2LnhtbERPTWvCQBC9C/0PyxR6MxsVVGJWsYVCaelBLaXHMTsm&#10;IdnZsLsm6b93C0Jv83ifk+9G04qenK8tK5glKQjiwuqaSwVfp9fpGoQPyBpby6Tglzzstg+THDNt&#10;Bz5QfwyliCHsM1RQhdBlUvqiIoM+sR1x5C7WGQwRulJqh0MMN62cp+lSGqw5NlTY0UtFRXO8GgU/&#10;1w++fC7e9+45fNvx5Jv5ed0o9fQ47jcgAo3hX3x3v+k4fzFbreDvnXiD3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V0E1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UANckA&#10;AADeAAAADwAAAGRycy9kb3ducmV2LnhtbESPQU8CQQyF7yb+h0lNuMksqIgrAxESEi8kgB7kVnbq&#10;7oadzjozwMqvtwcTbm3e63tfJ7PONepEIdaeDQz6GSjiwtuaSwOfH8v7MaiYkC02nsnAL0WYTW9v&#10;Jphbf+YNnbapVBLCMUcDVUptrnUsKnIY+74lFu3bB4dJ1lBqG/As4a7RwywbaYc1S0OFLS0qKg7b&#10;ozMwfxnPf9aPvLps9jvafe0PT8OQGdO7695eQSXq0tX8f/1uBf9h8Cy88o7MoKd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5hUANckAAADeAAAADwAAAAAAAAAAAAAAAACYAgAA&#10;ZHJzL2Rvd25yZXYueG1sUEsFBgAAAAAEAAQA9QAAAI4DAAAAAA==&#10;" fillcolor="black" stroked="f"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+uBMQA&#10;AADeAAAADwAAAGRycy9kb3ducmV2LnhtbERPTUsDMRC9C/6HMEJvNlsL2q5Ny1KQiqdtq/Q63Yyb&#10;xc1kSWK6/nsjCL3N433OajPaXiTyoXOsYDYtQBA3TnfcKng/vtwvQISIrLF3TAp+KMBmfXuzwlK7&#10;C+8pHWIrcgiHEhWYGIdSytAYshimbiDO3KfzFmOGvpXa4yWH214+FMWjtNhxbjA40NZQ83X4tgrS&#10;eVtX83RKZv/mq9a7evdxrpWa3I3VM4hIY7yK/92vOs+fz56W8PdOvkG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vrgT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wzt8cA&#10;AADeAAAADwAAAGRycy9kb3ducmV2LnhtbESPQUvDQBCF7wX/wzKCN7uJQqlpt0WKinppTQv1OGTH&#10;bDA7G7JrGv31nYPQ2wzz5r33Ldejb9VAfWwCG8inGSjiKtiGawOH/fPtHFRMyBbbwGTglyKsV1eT&#10;JRY2nPiDhjLVSkw4FmjApdQVWsfKkcc4DR2x3L5C7zHJ2tfa9ngSc9/quyybaY8NS4LDjjaOqu/y&#10;xxuI+ebp+O7/HobPF8fb8s3NdrUz5uZ6fFyASjSmi/j/+9VK/ft8LgCCIzPo1Rk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KsM7f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A2739" w:rsidRPr="00D815F3" w:rsidRDefault="00BA2739" w:rsidP="00BA2739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BA2739" w:rsidRPr="001869AA" w:rsidRDefault="00BA2739" w:rsidP="00BA2739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BA2739" w:rsidRPr="001869AA" w:rsidRDefault="00BA2739" w:rsidP="00BA2739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BA2739" w:rsidRPr="001869AA" w:rsidRDefault="00BA2739" w:rsidP="00BA273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BA2739" w:rsidRPr="00D815F3" w:rsidRDefault="00BA2739" w:rsidP="00BA2739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 w:eastAsia="uk-UA"/>
        </w:rPr>
      </w:pPr>
    </w:p>
    <w:p w:rsidR="00BA2739" w:rsidRPr="001869AA" w:rsidRDefault="00BA2739" w:rsidP="00BA2739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BA2739" w:rsidRPr="001869AA" w:rsidRDefault="00BA2739" w:rsidP="00BA2739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BA2739" w:rsidRPr="001869AA" w:rsidRDefault="00BA2739" w:rsidP="00BA2739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BA2739" w:rsidRPr="001869AA" w:rsidRDefault="00BA2739" w:rsidP="00BA2739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BA2739" w:rsidRPr="001869AA" w:rsidRDefault="00BA2739" w:rsidP="00BA2739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13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739" w:rsidRDefault="00BA2739" w:rsidP="00BA2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136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A2739" w:rsidRDefault="00BA2739" w:rsidP="00BA2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BA2739" w:rsidRDefault="00BA2739" w:rsidP="00BA2739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BA2739" w:rsidRPr="001869AA" w:rsidRDefault="00BA2739" w:rsidP="00BA2739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A2739" w:rsidRDefault="00BA2739" w:rsidP="00BA2739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BA2739" w:rsidRPr="001869AA" w:rsidRDefault="00BA2739" w:rsidP="00BA2739">
      <w:pPr>
        <w:spacing w:after="0" w:line="240" w:lineRule="auto"/>
        <w:jc w:val="center"/>
        <w:rPr>
          <w:rFonts w:ascii="Times New Roman" w:hAnsi="Times New Roman"/>
        </w:rPr>
      </w:pPr>
    </w:p>
    <w:p w:rsidR="00BA2739" w:rsidRPr="00312454" w:rsidRDefault="00BA2739" w:rsidP="00BA2739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>.2020р.                         Крупець                                        №_____</w:t>
      </w:r>
    </w:p>
    <w:p w:rsidR="00BA2739" w:rsidRDefault="00BA2739" w:rsidP="00BA2739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BA2739" w:rsidRDefault="00BA2739" w:rsidP="00BA2739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BA2739" w:rsidRPr="00E12288" w:rsidRDefault="00BA2739" w:rsidP="00BA2739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BA2739" w:rsidRPr="00E12288" w:rsidRDefault="00BA2739" w:rsidP="00BA2739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BA2739" w:rsidRPr="00E12288" w:rsidRDefault="00BA2739" w:rsidP="00BA2739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(відновлення)  меж земельної ділянки</w:t>
      </w:r>
    </w:p>
    <w:p w:rsidR="00BA2739" w:rsidRPr="00E12288" w:rsidRDefault="00BA2739" w:rsidP="00BA2739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в натурі (на місцевості) </w:t>
      </w:r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Сищук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 Г.О.</w:t>
      </w:r>
    </w:p>
    <w:p w:rsidR="00BA2739" w:rsidRPr="00E12288" w:rsidRDefault="00BA2739" w:rsidP="00BA2739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BA2739" w:rsidRPr="00E12288" w:rsidRDefault="00BA2739" w:rsidP="00BA2739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BA2739" w:rsidRPr="00E12288" w:rsidRDefault="00BA2739" w:rsidP="00BA273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розглянувши заяву 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Сищук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Г.О.,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сільська  рада </w:t>
      </w:r>
    </w:p>
    <w:p w:rsidR="00BA2739" w:rsidRPr="00E12288" w:rsidRDefault="00BA2739" w:rsidP="00BA273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ВИРІШИЛА:</w:t>
      </w:r>
    </w:p>
    <w:p w:rsidR="00BA2739" w:rsidRPr="00E12288" w:rsidRDefault="00BA2739" w:rsidP="00BA273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BA2739" w:rsidRPr="00E12288" w:rsidRDefault="00BA2739" w:rsidP="00BA273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1. Затвердити</w:t>
      </w:r>
      <w:r w:rsidRPr="006F570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Сищук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Галині Олександрівні, </w:t>
      </w:r>
      <w:r>
        <w:rPr>
          <w:rFonts w:ascii="Times New Roman" w:hAnsi="Times New Roman"/>
          <w:sz w:val="24"/>
        </w:rPr>
        <w:t xml:space="preserve"> яка </w:t>
      </w:r>
      <w:r w:rsidRPr="00E12288">
        <w:rPr>
          <w:rFonts w:ascii="Times New Roman" w:hAnsi="Times New Roman"/>
          <w:sz w:val="24"/>
        </w:rPr>
        <w:t xml:space="preserve"> зареєстрован</w:t>
      </w:r>
      <w:r>
        <w:rPr>
          <w:rFonts w:ascii="Times New Roman" w:hAnsi="Times New Roman"/>
          <w:sz w:val="24"/>
        </w:rPr>
        <w:t>а</w:t>
      </w:r>
      <w:r w:rsidRPr="00E12288">
        <w:rPr>
          <w:rFonts w:ascii="Times New Roman" w:hAnsi="Times New Roman"/>
          <w:sz w:val="24"/>
        </w:rPr>
        <w:t xml:space="preserve"> за адрес</w:t>
      </w:r>
      <w:r>
        <w:rPr>
          <w:rFonts w:ascii="Times New Roman" w:hAnsi="Times New Roman"/>
          <w:sz w:val="24"/>
        </w:rPr>
        <w:t xml:space="preserve">ою: </w:t>
      </w:r>
      <w:r w:rsidR="00AB5AE2">
        <w:rPr>
          <w:rFonts w:ascii="Times New Roman" w:hAnsi="Times New Roman"/>
          <w:sz w:val="24"/>
          <w:lang w:val="en-US"/>
        </w:rPr>
        <w:t>______________</w:t>
      </w:r>
      <w:r>
        <w:rPr>
          <w:rFonts w:ascii="Times New Roman" w:hAnsi="Times New Roman"/>
          <w:sz w:val="24"/>
        </w:rPr>
        <w:t>,</w:t>
      </w:r>
      <w:r w:rsidRPr="00E12288">
        <w:rPr>
          <w:rFonts w:ascii="Times New Roman" w:hAnsi="Times New Roman"/>
          <w:sz w:val="24"/>
        </w:rPr>
        <w:t xml:space="preserve">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AB5AE2"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  <w:t>_________</w:t>
      </w:r>
      <w:bookmarkStart w:id="0" w:name="_GoBack"/>
      <w:bookmarkEnd w:id="0"/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атну власність, площею 0,1946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га,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кадастровий номер: 6823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982100:01:012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:0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009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 для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ведення особистого селянського господарства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яка розташована Хмельницька область,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с.Головлі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.</w:t>
      </w:r>
    </w:p>
    <w:p w:rsidR="00BA2739" w:rsidRPr="00E12288" w:rsidRDefault="00BA2739" w:rsidP="00BA273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 xml:space="preserve">     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2.</w:t>
      </w:r>
      <w:r w:rsidRPr="006F570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Сищук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Г.О.</w:t>
      </w: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посвідчити своє право  в  установленому  законом  порядку.</w:t>
      </w:r>
    </w:p>
    <w:p w:rsidR="00BA2739" w:rsidRPr="00E12288" w:rsidRDefault="00BA2739" w:rsidP="00BA273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A2739" w:rsidRPr="00E12288" w:rsidRDefault="00BA2739" w:rsidP="00BA273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BA2739" w:rsidRPr="00E12288" w:rsidRDefault="00BA2739" w:rsidP="00BA2739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BA2739" w:rsidRPr="00E12288" w:rsidRDefault="00BA2739" w:rsidP="00BA2739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BA2739" w:rsidRDefault="00BA2739" w:rsidP="00BA2739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BA2739" w:rsidRDefault="00BA2739" w:rsidP="00BA2739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584881" w:rsidRPr="00BA2739" w:rsidRDefault="00BA2739" w:rsidP="00BA2739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val="en-US"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sectPr w:rsidR="00584881" w:rsidRPr="00BA273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739"/>
    <w:rsid w:val="00171A2E"/>
    <w:rsid w:val="00304C90"/>
    <w:rsid w:val="00505B6D"/>
    <w:rsid w:val="00584881"/>
    <w:rsid w:val="006D3977"/>
    <w:rsid w:val="007D6C18"/>
    <w:rsid w:val="00AB5AE2"/>
    <w:rsid w:val="00BA2739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739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739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248</Words>
  <Characters>1417</Characters>
  <Application>Microsoft Office Word</Application>
  <DocSecurity>0</DocSecurity>
  <Lines>11</Lines>
  <Paragraphs>3</Paragraphs>
  <ScaleCrop>false</ScaleCrop>
  <Company>Microsoft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2020-11-17T16:13:00Z</dcterms:created>
  <dcterms:modified xsi:type="dcterms:W3CDTF">2020-11-18T07:03:00Z</dcterms:modified>
</cp:coreProperties>
</file>