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21" w:rsidRPr="00F2698F" w:rsidRDefault="00430921" w:rsidP="0043092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2842F6" wp14:editId="269DC643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3907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39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F2842F6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MkE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fDl9gN930g1ycwMAAP//AwBQSwECLQAUAAYACAAAACEA2+H2y+4AAACFAQAAEwAAAAAAAAAA&#10;AAAAAAAAAAAAW0NvbnRlbnRfVHlwZXNdLnhtbFBLAQItABQABgAIAAAAIQBa9CxbvwAAABUBAAAL&#10;AAAAAAAAAAAAAAAAAB8BAABfcmVscy8ucmVsc1BLAQItABQABgAIAAAAIQD/OMkE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" fillcolor="black" stroked="f"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" fillcolor="black" stroked="f"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430921" w:rsidRPr="00F2698F" w:rsidRDefault="00430921" w:rsidP="0043092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CBCB97" wp14:editId="5E4E0BC3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938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93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921" w:rsidRDefault="00430921" w:rsidP="0043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DCBCB97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Gwa5MPU&#10;dwAAd1kEAA4AAAAAAAAAAAAAAAAALgIAAGRycy9lMm9Eb2MueG1sUEsBAi0AFAAGAAgAAAAhAN/O&#10;kDDiAAAADQEAAA8AAAAAAAAAAAAAAAAALnoAAGRycy9kb3ducmV2LnhtbFBLBQYAAAAABAAEAPMA&#10;AAA9ew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" fillcolor="black" stroked="f"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" fillcolor="black" stroked="f"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0921" w:rsidRDefault="00430921" w:rsidP="0043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30921" w:rsidRPr="00F2698F" w:rsidRDefault="00430921" w:rsidP="0043092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С.В.</w:t>
      </w:r>
    </w:p>
    <w:p w:rsidR="00430921" w:rsidRPr="00F2698F" w:rsidRDefault="00430921" w:rsidP="0043092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Сергію Володимировичу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A11E6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вул.О.Гуменюка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14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0921" w:rsidRPr="00F2698F" w:rsidRDefault="00430921" w:rsidP="0043092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0921" w:rsidRPr="00F2698F" w:rsidRDefault="00430921" w:rsidP="0043092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921" w:rsidRPr="00F2698F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921" w:rsidRPr="00F2698F" w:rsidRDefault="00430921" w:rsidP="0043092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07783" w:rsidRPr="00430921" w:rsidRDefault="00430921" w:rsidP="00430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sectPr w:rsidR="00C07783" w:rsidRPr="004309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21"/>
    <w:rsid w:val="00430921"/>
    <w:rsid w:val="006A11E6"/>
    <w:rsid w:val="00C0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262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2021-06-22T06:50:00Z</dcterms:created>
  <dcterms:modified xsi:type="dcterms:W3CDTF">2021-06-22T12:45:00Z</dcterms:modified>
</cp:coreProperties>
</file>