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380" w:rsidRDefault="00BD6380" w:rsidP="00BD63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D6380" w:rsidRDefault="00BD6380" w:rsidP="00BD6380"/>
    <w:p w:rsidR="00BD6380" w:rsidRDefault="00BD6380" w:rsidP="00BD6380"/>
    <w:p w:rsidR="00BD6380" w:rsidRDefault="00BD6380" w:rsidP="00BD63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D6380" w:rsidRDefault="00BD6380" w:rsidP="00BD63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D6380" w:rsidRDefault="00BD6380" w:rsidP="00BD63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D6380" w:rsidRDefault="00BD6380" w:rsidP="00BD63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D6380" w:rsidRDefault="00BD6380" w:rsidP="00BD63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380" w:rsidRDefault="00BD6380" w:rsidP="00BD63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D6380" w:rsidRDefault="00BD6380" w:rsidP="00BD63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6380" w:rsidRDefault="00BD6380" w:rsidP="00BD63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D6380" w:rsidRDefault="00BD6380" w:rsidP="00BD63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6380" w:rsidRDefault="00BD6380" w:rsidP="00BD638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BD6380" w:rsidRDefault="00BD6380" w:rsidP="00BD6380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D6380" w:rsidRDefault="00BD6380" w:rsidP="00BD638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D6380" w:rsidRDefault="00BD6380" w:rsidP="00BD638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D6380" w:rsidRDefault="00BD6380" w:rsidP="00BD638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BD6380" w:rsidRDefault="00BD6380" w:rsidP="00BD638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BD6380" w:rsidRDefault="00BD6380" w:rsidP="00BD638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Панчук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А.І.</w:t>
      </w:r>
    </w:p>
    <w:p w:rsidR="00BD6380" w:rsidRDefault="00BD6380" w:rsidP="00BD638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А.І.,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Панчук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Антоніні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D92DCE">
        <w:rPr>
          <w:rFonts w:ascii="Times New Roman" w:eastAsia="Calibri" w:hAnsi="Times New Roman" w:cs="Times New Roman"/>
          <w:sz w:val="24"/>
          <w:szCs w:val="24"/>
          <w:lang w:eastAsia="en-US"/>
        </w:rPr>
        <w:t>Іванівні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92DC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вул.Б.Хмельницького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13.</w:t>
      </w:r>
    </w:p>
    <w:p w:rsid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2.Панчук А.І.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BD6380" w:rsidRDefault="00BD6380" w:rsidP="00BD63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D6380" w:rsidRDefault="00BD6380" w:rsidP="00BD63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D6380" w:rsidRP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07419" w:rsidRPr="00BD6380" w:rsidRDefault="00BD6380" w:rsidP="00BD63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007419" w:rsidRPr="00BD63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380"/>
    <w:rsid w:val="00007419"/>
    <w:rsid w:val="00171A2E"/>
    <w:rsid w:val="00304C90"/>
    <w:rsid w:val="00505B6D"/>
    <w:rsid w:val="006D3977"/>
    <w:rsid w:val="007D6C18"/>
    <w:rsid w:val="00BD6380"/>
    <w:rsid w:val="00D1641A"/>
    <w:rsid w:val="00D9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2020-06-24T15:02:00Z</dcterms:created>
  <dcterms:modified xsi:type="dcterms:W3CDTF">2020-06-24T15:14:00Z</dcterms:modified>
</cp:coreProperties>
</file>