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3FB" w:rsidRPr="00212363" w:rsidRDefault="00CA03FB" w:rsidP="00CA03FB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03FB" w:rsidRDefault="00CA03FB" w:rsidP="00CA0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A03FB" w:rsidRDefault="00CA03FB" w:rsidP="00CA0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A03FB" w:rsidRDefault="00CA03FB" w:rsidP="00CA03F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03FB" w:rsidRDefault="00CA03FB" w:rsidP="00CA0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A03FB" w:rsidRDefault="00CA03FB" w:rsidP="00CA03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03FB" w:rsidRPr="00E9192E" w:rsidRDefault="00CA03FB" w:rsidP="00CA03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№15</w:t>
      </w:r>
    </w:p>
    <w:p w:rsidR="00CA03FB" w:rsidRPr="00A31AA4" w:rsidRDefault="00CA03FB" w:rsidP="00CA03FB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A03FB" w:rsidRPr="00A31AA4" w:rsidRDefault="00CA03FB" w:rsidP="00CA03FB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CA03FB" w:rsidRPr="00A31AA4" w:rsidRDefault="00CA03FB" w:rsidP="00CA03FB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CA03FB" w:rsidRPr="00243225" w:rsidRDefault="00CA03FB" w:rsidP="00CA03FB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Кравчука А.В.</w:t>
      </w:r>
    </w:p>
    <w:p w:rsidR="00CA03FB" w:rsidRPr="00A31AA4" w:rsidRDefault="00CA03FB" w:rsidP="00CA03FB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03FB" w:rsidRPr="00A31AA4" w:rsidRDefault="00CA03FB" w:rsidP="00CA03F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Кравчука  А.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CA03FB" w:rsidRPr="00A31AA4" w:rsidRDefault="00CA03FB" w:rsidP="00CA03F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CA03FB" w:rsidRPr="00A31AA4" w:rsidRDefault="00CA03FB" w:rsidP="00CA03F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Кравчуку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Андрію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CA03FB" w:rsidRDefault="00CA03FB" w:rsidP="00CA03FB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Кравчуку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Андрію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Васильовичу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</w:t>
      </w:r>
      <w:r>
        <w:rPr>
          <w:rFonts w:ascii="Times New Roman" w:eastAsia="Arial Unicode MS" w:hAnsi="Times New Roman"/>
          <w:sz w:val="24"/>
          <w:szCs w:val="24"/>
        </w:rPr>
        <w:t>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402613">
        <w:rPr>
          <w:rFonts w:ascii="Times New Roman" w:eastAsia="Arial Unicode MS" w:hAnsi="Times New Roman"/>
          <w:sz w:val="24"/>
          <w:szCs w:val="24"/>
        </w:rPr>
        <w:t>________________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402613">
        <w:rPr>
          <w:rFonts w:ascii="Times New Roman" w:eastAsia="Arial Unicode MS" w:hAnsi="Times New Roman"/>
          <w:sz w:val="24"/>
          <w:szCs w:val="24"/>
        </w:rPr>
        <w:t>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2,0000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</w:t>
      </w:r>
      <w:r>
        <w:rPr>
          <w:rFonts w:ascii="Times New Roman" w:eastAsia="Arial Unicode MS" w:hAnsi="Times New Roman"/>
          <w:sz w:val="24"/>
          <w:szCs w:val="24"/>
        </w:rPr>
        <w:t>3:012:0203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CA03FB" w:rsidRPr="00A31AA4" w:rsidRDefault="00CA03FB" w:rsidP="00CA03FB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Кравчуку А.В.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CA03FB" w:rsidRPr="00A31AA4" w:rsidRDefault="00CA03FB" w:rsidP="00CA03FB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CA03FB" w:rsidRPr="00A31AA4" w:rsidRDefault="00CA03FB" w:rsidP="00CA03F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03FB" w:rsidRPr="006E3F23" w:rsidRDefault="00CA03FB" w:rsidP="00CA03FB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B6CFB" w:rsidRDefault="003B6CFB"/>
    <w:sectPr w:rsidR="003B6CF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3FB"/>
    <w:rsid w:val="00171A2E"/>
    <w:rsid w:val="00304C90"/>
    <w:rsid w:val="003B6CFB"/>
    <w:rsid w:val="00402613"/>
    <w:rsid w:val="00505B6D"/>
    <w:rsid w:val="006D3977"/>
    <w:rsid w:val="007D6C18"/>
    <w:rsid w:val="00CA03F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334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2020-11-30T15:25:00Z</dcterms:created>
  <dcterms:modified xsi:type="dcterms:W3CDTF">2020-12-01T06:44:00Z</dcterms:modified>
</cp:coreProperties>
</file>