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90" w:rsidRPr="00062C82" w:rsidRDefault="00854290" w:rsidP="00854290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854290" w:rsidRPr="00062C82" w:rsidRDefault="00854290" w:rsidP="00854290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854290" w:rsidRPr="00062C82" w:rsidRDefault="00B27DA1" w:rsidP="0085429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B27DA1">
        <w:rPr>
          <w:noProof/>
          <w:lang w:val="ru-RU" w:eastAsia="ru-RU"/>
        </w:rPr>
        <w:pict>
          <v:group id="Группа 99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oML4A&#10;AADdAAAADwAAAGRycy9kb3ducmV2LnhtbERPSwrCMBDdC94hjOBOU6uoVKOIqLgQxN9+aMa22ExK&#10;E7Xe3iwEl4/3ny8bU4oX1a6wrGDQj0AQp1YXnCm4Xra9KQjnkTWWlknBhxwsF+3WHBNt33yi19ln&#10;IoSwS1BB7n2VSOnSnAy6vq2IA3e3tUEfYJ1JXeM7hJtSxlE0lgYLDg05VrTOKX2cn0aBHe72h1sW&#10;n4YbnnheHaf3W3NQqttpVjMQnhr/F//ce60gHsVhbn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1bqD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HJpcgA&#10;AADdAAAADwAAAGRycy9kb3ducmV2LnhtbESPQWsCMRSE74X+h/AKvUjNdilat0YRYW31IGgLvT42&#10;r5utm5clibr11zcFocdhZr5hpvPetuJEPjSOFTwOMxDEldMN1wo+3suHZxAhImtsHZOCHwown93e&#10;TLHQ7sw7Ou1jLRKEQ4EKTIxdIWWoDFkMQ9cRJ+/LeYsxSV9L7fGc4LaVeZaNpMWG04LBjpaGqsP+&#10;aBV8l1vzuRxfVn4w2dFlUG5e2/VIqfu7fvECIlIf/8PX9ptWkD/lE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Acm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UmsEA&#10;AADdAAAADwAAAGRycy9kb3ducmV2LnhtbERPzWrCQBC+F3yHZQQvRTdqEUldRaQW8SL+PMCQHbOh&#10;2dmQ3Zr49p2D0OPH97/a9L5WD2pjFdjAdJKBIi6Crbg0cLvux0tQMSFbrAOTgSdF2KwHbyvMbej4&#10;TI9LKpWEcMzRgEupybWOhSOPcRIaYuHuofWYBLalti12Eu5rPcuyhfZYsTQ4bGjnqPi5/HopOc3x&#10;dLx31/13jx1+HR2/b8/GjIb99hNUoj79i1/ugzUw+5jLfn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6lJr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3kocYA&#10;AADd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VDOb2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3ko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uzMcMA&#10;AADd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0spjD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uzM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DCsYA&#10;AADdAAAADwAAAGRycy9kb3ducmV2LnhtbESPQUvDQBSE70L/w/IEb3bTUBuJ3ZZSK4jgwSqIt0f2&#10;NQlm3y67zyb+e1cQPA4z8w2z3k5uUGeKqfdsYDEvQBE33vbcGnh7fbi+BZUE2eLgmQx8U4LtZnax&#10;xtr6kV/ofJRWZQinGg10IqHWOjUdOUxzH4izd/LRoWQZW20jjhnuBl0WxUo77DkvdBho31Hzefxy&#10;Bp7HQ3iqVjen8BGXpU73Vt73YszV5bS7AyU0yX/4r/1oDZS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zDC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P3BsMA&#10;AADdAAAADwAAAGRycy9kb3ducmV2LnhtbERPXWvCMBR9H/gfwh3sRTRV0Y3OKDoIChNkOtjrpbm2&#10;Zc1NSaKt/948DPZ4ON/LdW8bcSMfascKJuMMBHHhTM2lgu+zHr2BCBHZYOOYFNwpwHo1eFpiblzH&#10;X3Q7xVKkEA45KqhibHMpQ1GRxTB2LXHiLs5bjAn6UhqPXQq3jZxm2UJarDk1VNjSR0XF7+lqFWyP&#10;XTnzw2Lbu8/L7meutdEHrdTLc795BxGpj//iP/feKJhOXtPc9CY9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P3B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I2MUA&#10;AADdAAAADwAAAGRycy9kb3ducmV2LnhtbESPUWvCMBSF34X9h3AHe9PUsk3XGUWUwpC92O0HXJq7&#10;prO5KUms3b9fBMHHwznnO5zVZrSdGMiH1rGC+SwDQVw73XKj4PurnC5BhIissXNMCv4owGb9MFlh&#10;od2FjzRUsREJwqFABSbGvpAy1IYshpnriZP347zFmKRvpPZ4SXDbyTzLXqXFltOCwZ52hupTdbYK&#10;ykP+OZzO2pduOz5bejG/y71R6ulx3L6DiDTGe/jW/tAK8vni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wjY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LJ8MA&#10;AADdAAAADwAAAGRycy9kb3ducmV2LnhtbERPXWvCMBR9F/wP4Qp7kZmqOKQzigphwgSZE3y9NNe2&#10;rLkpSWa7f788CD4ezvdq09tG3MmH2rGC6SQDQVw4U3Op4PKtX5cgQkQ22DgmBX8UYLMeDlaYG9fx&#10;F93PsRQphEOOCqoY21zKUFRkMUxcS5y4m/MWY4K+lMZjl8JtI2dZ9iYt1pwaKmxpX1Hxc/61Cnan&#10;rpz7cbHr3eft47rQ2uijVupl1G/fQUTq41P8cB+Mgtl0mfanN+kJ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CL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R0+cQA&#10;AADdAAAADwAAAGRycy9kb3ducmV2LnhtbESPzWrDMBCE74W+g9hAb41s0wTjRgmhxVBKLvl5gMXa&#10;Wk6slZEUx337qhDIcZiZb5jVZrK9GMmHzrGCfJ6BIG6c7rhVcDrWryWIEJE19o5JwS8F2Kyfn1ZY&#10;aXfjPY2H2IoE4VChAhPjUEkZGkMWw9wNxMn7cd5iTNK3Unu8JbjtZZFlS2mx47RgcKAPQ83lcLUK&#10;6u9iN16u2tduO71ZWphz+WmUeplN23cQkab4CN/bX1pBkZc5/L9JT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kdP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PwqMIA&#10;AADdAAAADwAAAGRycy9kb3ducmV2LnhtbESP3YrCMBSE7wXfIRzBO01bf5BqFFlQ1kurD3Bojm2x&#10;OalN1ta3NwuCl8PMfMNsdr2pxZNaV1lWEE8jEMS51RUXCq6Xw2QFwnlkjbVlUvAiB7vtcLDBVNuO&#10;z/TMfCEChF2KCkrvm1RKl5dk0E1tQxy8m20N+iDbQuoWuwA3tUyiaCkNVhwWSmzop6T8nv0ZBfNX&#10;d3xki3t00Ibi06w5sc8XSo1H/X4NwlPvv+FP+1crSOJVAv9vwhO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s/Co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1ML8MA&#10;AADdAAAADwAAAGRycy9kb3ducmV2LnhtbESPQYvCMBSE7wv+h/AEb2tqBXGrUURRxJN21fOjebbF&#10;5qU0Ueu/N4LgcZiZb5jpvDWVuFPjSssKBv0IBHFmdcm5guP/+ncMwnlkjZVlUvAkB/NZ52eKibYP&#10;PtA99bkIEHYJKii8rxMpXVaQQde3NXHwLrYx6INscqkbfAS4qWQcRSNpsOSwUGBNy4Kya3ozCm6j&#10;c3zky07v09Vz87daL5w85Ur1uu1iAsJT67/hT3urFcSD8RDeb8IT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1ML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erXMgA&#10;AADdAAAADwAAAGRycy9kb3ducmV2LnhtbESPT2vCQBTE74V+h+UVeqsbrYQYXUWFQvWg1D8Hb6/Z&#10;1ySafRuzq8Zv3xUKPQ4z8xtmNGlNJa7UuNKygm4nAkGcWV1yrmC3/XhLQDiPrLGyTAru5GAyfn4a&#10;Yartjb/ouvG5CBB2KSoovK9TKV1WkEHXsTVx8H5sY9AH2eRSN3gLcFPJXhTF0mDJYaHAmuYFZafN&#10;xSjYr5N4sJ4t+sfl6hvfjT4fdBkr9frSTocgPLX+P/zX/tQKet2kD4834QnI8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J6t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PMNMUA&#10;AADdAAAADwAAAGRycy9kb3ducmV2LnhtbESPT2vCQBTE70K/w/IK3nRj/EOIrtIq2uLJquD1kX0m&#10;wezbkF01+um7BaHHYWZ+w8wWranEjRpXWlYw6EcgiDOrS84VHA/rXgLCeWSNlWVS8CAHi/lbZ4ap&#10;tnf+odve5yJA2KWooPC+TqV0WUEGXd/WxME728agD7LJpW7wHuCmknEUTaTBksNCgTUtC8ou+6tR&#10;8JyccOe+4s/VUHt6jJKN3e42SnXf248pCE+t/w+/2t9aQTxIxvD3Jj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8w0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kB+8UA&#10;AADdAAAADwAAAGRycy9kb3ducmV2LnhtbESPwWrDMBBE74X8g9hCbo1s44TUjRJCSSC3NG4/YLG2&#10;som1si01dvr1VaHQ4zAzb5jNbrKtuNHgG8cK0kUCgrhyumGj4OP9+LQG4QOyxtYxKbiTh9129rDB&#10;QruRL3QrgxERwr5ABXUIXSGlr2qy6BeuI47epxsshigHI/WAY4TbVmZJspIWG44LNXb0WlN1Lb+s&#10;gt5lSz2VBzxfD89vjTF5/33JlZo/TvsXEIGm8B/+a5+0gixdr+D3TXw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QH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QuCMYA&#10;AADdAAAADwAAAGRycy9kb3ducmV2LnhtbESPzW7CMBCE75X6DtZW4lYcQJA0jUEtEhJXfg4ct/aS&#10;pI3XaWxC4OnrSpV6HM3MN5piNdhG9NT52rGCyTgBQaydqblUcDxsnjMQPiAbbByTght5WC0fHwrM&#10;jbvyjvp9KEWEsM9RQRVCm0vpdUUW/di1xNE7u85iiLIrpenwGuG2kdMkWUiLNceFCltaV6S/9her&#10;YFt/0Hyhzy82e9e70/07zNJPo9ToaXh7BRFoCP/hv/bWKJhOshR+38Qn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QuC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JjsYA&#10;AADdAAAADwAAAGRycy9kb3ducmV2LnhtbESPT2vCQBDF74V+h2UKvdWNOYhNXaUWCkqr4B/qdciO&#10;2dDsbMiuMX77zkHocWbevPd+s8XgG9VTF+vABsajDBRxGWzNlYHj4fNlCiomZItNYDJwowiL+ePD&#10;DAsbrryjfp8qJSYcCzTgUmoLrWPpyGMchZZYbufQeUwydpW2HV7F3Dc6z7KJ9lizJDhs6cNR+bu/&#10;eAM9bm/ZyS03r+v6u8y3y58vK3vz/DS8v4FKNKR/8f17ZQ3k46nUFRohAT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JJj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VSdcQA&#10;AADdAAAADwAAAGRycy9kb3ducmV2LnhtbESPwU7DMBBE70j8g7VI3KjTHFAJdauqUiuOEDhwXOJt&#10;nBLvRrbbpP16jITEcTQzbzTL9eR7daYQO2ED81kBirgR23Fr4ON997AAFROyxV6YDFwownp1e7PE&#10;ysrIb3SuU6syhGOFBlxKQ6V1bBx5jDMZiLN3kOAxZRlabQOOGe57XRbFo/bYcV5wONDWUfNdn7yB&#10;cd98HcvDp3XXMMiufpVj2Ysx93fT5hlUoin9h//aL9ZAOV88we+b/AT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VUn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0rksMA&#10;AADdAAAADwAAAGRycy9kb3ducmV2LnhtbERPyW7CMBC9V+o/WFOpt+KQQ6EBg1glhEAV230aT5O0&#10;9jiKDYS/xwckjk9vH45ba8SFGl85VtDtJCCIc6crLhQcD8uPPggfkDUax6TgRh7Go9eXIWbaXXlH&#10;l30oRAxhn6GCMoQ6k9LnJVn0HVcTR+7XNRZDhE0hdYPXGG6NTJPkU1qsODaUWNOspPx/f7YKlt9z&#10;85dud5OTDLNF78f019P5Rqn3t3YyABGoDU/xw73SCtLuV9wf38QnIE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0rk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DsMcA&#10;AADdAAAADwAAAGRycy9kb3ducmV2LnhtbESP3WrCQBSE7wu+w3IEb4puYmnRNKuIIFpQqD/g7Un2&#10;NAlmz4bsNqZv7xYKvRxm5hsmXfamFh21rrKsIJ5EIIhzqysuFFzOm/EMhPPIGmvLpOCHHCwXg6cU&#10;E23vfKTu5AsRIOwSVFB63yRSurwkg25iG+LgfdnWoA+yLaRu8R7gppbTKHqTBisOCyU2tC4pv52+&#10;jYLuc58Vu841H7fZs3t9ybbbg74qNRr2q3cQnnr/H/5r77SCaTyP4fdNeAJy8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2Q7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hDscA&#10;AADdAAAADwAAAGRycy9kb3ducmV2LnhtbESPT2sCMRTE74LfITyhN8261KKrUaog9CLUPwe9PTfP&#10;3cXNyzZJddtP3xQEj8PM/IaZLVpTixs5X1lWMBwkIIhzqysuFBz26/4YhA/IGmvLpOCHPCzm3c4M&#10;M23vvKXbLhQiQthnqKAMocmk9HlJBv3ANsTRu1hnMETpCqkd3iPc1DJNkjdpsOK4UGJDq5Ly6+7b&#10;KFhOxsuvz1fe/G7PJzodz9dR6hKlXnrt+xREoDY8w4/2h1aQDicp/L+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FoQ7HAAAA3QAAAA8AAAAAAAAAAAAAAAAAmAIAAGRy&#10;cy9kb3ducmV2LnhtbFBLBQYAAAAABAAEAPUAAACMAwAAAAA=&#10;" fillcolor="black" stroked="f"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P3dMcA&#10;AADdAAAADwAAAGRycy9kb3ducmV2LnhtbESPT2sCMRTE74V+h/AEbzVrsCKrUWr/QKF6UHvo8bl5&#10;3Q27eVk2qa5++qZQ8DjMzG+Yxap3jThRF6xnDeNRBoK48MZyqeHz8PYwAxEissHGM2m4UIDV8v5u&#10;gbnxZ97RaR9LkSAcctRQxdjmUoaiIodh5Fvi5H37zmFMsiul6fCc4K6RKsum0qHltFBhS88VFfX+&#10;x2n4+pja2c6SOm6u61ezeazX25da6+Ggf5qDiNTHW/i//W40KKUm8PcmPQ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T93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psWsYA&#10;AADdAAAADwAAAGRycy9kb3ducmV2LnhtbESPQWsCMRSE74L/IbxCb91sF1pkaxSpSHvxoFW8Pjav&#10;m+1uXtYk6uqvbwoFj8PMfMNM54PtxJl8aBwreM5yEMSV0w3XCnZfq6cJiBCRNXaOScGVAsxn49EU&#10;S+0uvKHzNtYiQTiUqMDE2JdShsqQxZC5njh5385bjEn6WmqPlwS3nSzy/FVabDgtGOzp3VDVbk9W&#10;gV8clu2NT/s2v62v4eNnOE7QKPX4MCzeQEQa4j383/7UCoqieIG/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psW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xXn8YA&#10;AADdAAAADwAAAGRycy9kb3ducmV2LnhtbESPzWrDMBCE74W8g9hAL6WRq0OauFFCKBQKDYH8PMDW&#10;2tom0spY28Tp01eFQI/DzHzDLFZD8OpMfWojW3iaFKCIq+hari0cD2+PM1BJkB36yGThSglWy9Hd&#10;AksXL7yj815qlSGcSrTQiHSl1qlqKGCaxI44e1+xDyhZ9rV2PV4yPHhtimKqA7acFxrs6LWh6rT/&#10;Dha8+fTzj+e0ketRb4qfILuHrbP2fjysX0AJDfIfvrXfnQVjzBT+3uQn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xXn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9QMUA&#10;AADdAAAADwAAAGRycy9kb3ducmV2LnhtbESPwU7DMBBE70j8g7VI3KiDDwWlcSugqpQLB0KrXjfx&#10;EkfY6yh228DXYyQkjqOZeaOpNrN34kxTHAJruF8UIIi7YAbuNezfd3ePIGJCNugCk4YvirBZX19V&#10;WJpw4Tc6N6kXGcKxRA02pbGUMnaWPMZFGImz9xEmjynLqZdmwkuGeydVUSylx4HzgsWRXix1n83J&#10;a9g2o1P72j7H4+G1bV39vaPjVuvbm/lpBSLRnP7Df+3aaFBKPcDvm/w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P1A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Qmg8EA&#10;AADdAAAADwAAAGRycy9kb3ducmV2LnhtbERPPWvDMBDdC/kP4gLdGike3OJGCSHEYOjUNBm6HdLV&#10;dmOdjKXYzr+PhkLHx/ve7GbXiZGG0HrWsF4pEMTG25ZrDeev8uUNRIjIFjvPpOFOAXbbxdMGC+sn&#10;/qTxFGuRQjgUqKGJsS+kDKYhh2Hle+LE/fjBYUxwqKUdcErhrpOZUrl02HJqaLCnQ0Pmero5Db+l&#10;/PBGobmcL1NlX7+POXVK6+flvH8HEWmO/+I/d2U1ZFmW5qY36Qn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0JoP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hNsYA&#10;AADdAAAADwAAAGRycy9kb3ducmV2LnhtbESPT2sCMRTE70K/Q3gFb5ptCqJbo9hCoVg8+IfS4+vm&#10;ubvs5mVJom6/vREEj8PM/IaZL3vbijP5UDvW8DLOQBAXztRcajjsP0dTECEiG2wdk4Z/CrBcPA3m&#10;mBt34S2dd7EUCcIhRw1VjF0uZSgqshjGriNO3tF5izFJX0rj8ZLgtpUqyybSYs1pocKOPioqmt3J&#10;avg9ffNx87pe+ff44/p9aNTftNF6+Nyv3kBE6uMjfG9/GQ1KqRnc3qQn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EhN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ikpMUA&#10;AADdAAAADwAAAGRycy9kb3ducmV2LnhtbERPz2vCMBS+C/4P4Qm7aWq3iauNosJgl8F0O8zbs3m2&#10;pc1LTTLt9tcvB8Hjx/c7X/WmFRdyvrasYDpJQBAXVtdcKvj6fB3PQfiArLG1TAp+ycNqORzkmGl7&#10;5R1d9qEUMYR9hgqqELpMSl9UZNBPbEccuZN1BkOErpTa4TWGm1amSTKTBmuODRV2tK2oaPY/RsHm&#10;Zb45fzzx+9/ueKDD97F5Tl2i1MOoXy9ABOrDXXxzv2kFafoY98c38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KSkxQAAAN0AAAAPAAAAAAAAAAAAAAAAAJgCAABkcnMv&#10;ZG93bnJldi54bWxQSwUGAAAAAAQABAD1AAAAigMAAAAA&#10;" fillcolor="black" stroked="f"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j7PsUA&#10;AADdAAAADwAAAGRycy9kb3ducmV2LnhtbESPwWrDMBBE74X+g9hCbo0cB0pxowQTCCk5OWlLrxtr&#10;Y5lYKyOpivv3VaHQ4zAzb5jVZrKDSORD71jBYl6AIG6d7rlT8P62e3wGESKyxsExKfimAJv1/d0K&#10;K+1ufKR0ip3IEA4VKjAxjpWUoTVkMczdSJy9i/MWY5a+k9rjLcPtIMuieJIWe84LBkfaGmqvpy+r&#10;IJ23Tb1Mn8kcD77uvGv2H+dGqdnDVL+AiDTF//Bf+1UrKMvlAn7f5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Ps+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2Fu8YA&#10;AADdAAAADwAAAGRycy9kb3ducmV2LnhtbESPQWvCQBSE70L/w/IK3nRjBGmjqxRpi+1FTQU9PrKv&#10;2dDs25BdY9pf7xYEj8PMfMMsVr2tRUetrxwrmIwTEMSF0xWXCg5fb6MnED4ga6wdk4Jf8rBaPgwW&#10;mGl34T11eShFhLDPUIEJocmk9IUhi37sGuLofbvWYoiyLaVu8RLhtpZpksykxYrjgsGG1oaKn/xs&#10;FfjJ+vX4af+eu9O74W3+YWa70ig1fOxf5iAC9eEevrU3WkGaTlP4fxOf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2Fu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</w:rPr>
      </w:pPr>
    </w:p>
    <w:p w:rsidR="00854290" w:rsidRPr="00062C82" w:rsidRDefault="00854290" w:rsidP="0085429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854290" w:rsidRPr="00062C82" w:rsidRDefault="00854290" w:rsidP="00854290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854290" w:rsidRPr="00062C82" w:rsidRDefault="00854290" w:rsidP="0085429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854290" w:rsidRPr="00062C82" w:rsidRDefault="00854290" w:rsidP="0085429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B27DA1" w:rsidRPr="00B27DA1">
        <w:rPr>
          <w:noProof/>
          <w:lang w:val="ru-RU" w:eastAsia="ru-RU"/>
        </w:rPr>
        <w:pict>
          <v:group id="Группа 102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DZTaTpG&#10;eAAAdlkEAA4AAAAAAAAAAAAAAAAALgIAAGRycy9lMm9Eb2MueG1sUEsBAi0AFAAGAAgAAAAhAN/O&#10;kDDiAAAADQEAAA8AAAAAAAAAAAAAAAAAoHoAAGRycy9kb3ducmV2LnhtbFBLBQYAAAAABAAEAPMA&#10;AACv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T2EMUA&#10;AADdAAAADwAAAGRycy9kb3ducmV2LnhtbESPzWrDMBCE74W8g9hAb40cu7TBiWJMSIsPhpI0vi/W&#10;+odYK2Opifv2VaHQ4zAz3zC7bDaDuNHkessK1qsIBHFtdc+tgsvn29MGhPPIGgfLpOCbHGT7xcMO&#10;U23vfKLb2bciQNilqKDzfkyldHVHBt3KjsTBa+xk0Ac5tVJPeA9wM8g4il6kwZ7DQocjHTqqr+cv&#10;o8Am70VZtfEpOfKr5/xj01RzqdTjcs63IDzN/j/81y60gjhOnuH3TXg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PY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XhcgA&#10;AADdAAAADwAAAGRycy9kb3ducmV2LnhtbESPQUsDMRSE70L/Q3gFL8VmXWmra9MihdW2h0Kr4PWx&#10;eW5WNy9LEtu1v94IBY/DzHzDzJe9bcWRfGgcK7gdZyCIK6cbrhW8vZY39yBCRNbYOiYFPxRguRhc&#10;zbHQ7sR7Oh5iLRKEQ4EKTIxdIWWoDFkMY9cRJ+/DeYsxSV9L7fGU4LaVeZZNpcWG04LBjlaGqq/D&#10;t1XwWe7M+2p2fvajhz2dR+X2pd1Mlboe9k+PICL18T98aa+1gjy/m8D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3pe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RrjcMA&#10;AADdAAAADwAAAGRycy9kb3ducmV2LnhtbESP3YrCMBCF7wXfIYzgjWi6FURqU5FllcUb8ecBhmZs&#10;is2kNFnbffvNguDl4fx8nHw72EY8qfO1YwUfiwQEcel0zZWC23U/X4PwAVlj45gU/JKHbTEe5Zhp&#10;1/OZnpdQiTjCPkMFJoQ2k9KXhiz6hWuJo3d3ncUQZVdJ3WEfx20j0yRZSYs1R4LBlj4NlY/Lj42Q&#10;0xJPx3t/3R8G7PHraHi2Oys1nQy7DYhAQ3iHX+1vrSBNlyv4fxOf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Rrj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btsYA&#10;AADdAAAADwAAAGRycy9kb3ducmV2LnhtbESPQUsDMRSE74L/ITzBm826alvWpkVqBRF6aBWKt8fm&#10;dXdx8xKS1+76740geBxm5htmsRpdr84UU+fZwO2kAEVce9txY+Dj/eVmDioJssXeMxn4pgSr5eXF&#10;AivrB97ReS+NyhBOFRpoRUKldapbcpgmPhBn7+ijQ8kyNtpGHDLc9bosiql22HFeaDHQuqX6a39y&#10;BrbDJrzNpg/H8BnvS52erRzWYsz11fj0CEpolP/wX/vVGijLuxn8vs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Mb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aZMEA&#10;AADdAAAADwAAAGRycy9kb3ducmV2LnhtbERPzWrCQBC+F3yHZYReSt00QpHoKlJqES9i7AMM2TEb&#10;zM6G7NbEt3cOQo8f3/9qM/pW3aiPTWADH7MMFHEVbMO1gd/z7n0BKiZki21gMnCnCJv15GWFhQ0D&#10;n+hWplpJCMcCDbiUukLrWDnyGGehIxbuEnqPSWBfa9vjIOG+1XmWfWqPDUuDw46+HFXX8s9LyXGO&#10;x8NlOO9+Rhzw++D4bXsy5nU6bpegEo3pX/x0762BPJ/LXHkjT0C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HWmT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AqX8YA&#10;AADd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ijL63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AqX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/aqMYA&#10;AADdAAAADwAAAGRycy9kb3ducmV2LnhtbESPUWvCMBSF3wf+h3CFvYyZWueQahQdhAkbDN3A10tz&#10;bYvNTUky2/37RRjs8XDO+Q5ntRlsK67kQ+NYwXSSgSAunWm4UvD1qR8XIEJENtg6JgU/FGCzHt2t&#10;sDCu5wNdj7ESCcKhQAV1jF0hZShrshgmriNO3tl5izFJX0njsU9w28o8y56lxYbTQo0dvdRUXo7f&#10;VsHuo69m/qHcDe7t/Hqaa230u1bqfjxslyAiDfE//NfeGwX50yyH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/aq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ldsQA&#10;AADdAAAADwAAAGRycy9kb3ducmV2LnhtbESPUWvCMBSF3wf+h3CFvc3U6kSqUcRRkLGXqT/g0lyb&#10;anNTkljrv18Ggz0ezjnf4ay3g21FTz40jhVMJxkI4srphmsF51P5tgQRIrLG1jEpeFKA7Wb0ssZC&#10;uwd/U3+MtUgQDgUqMDF2hZShMmQxTFxHnLyL8xZjkr6W2uMjwW0r8yxbSIsNpwWDHe0NVbfj3Soo&#10;P/Ov/nbXvnS7YW7p3VyXH0ap1/GwW4GINMT/8F/7oBXk89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rJX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nR8cA&#10;AADdAAAADwAAAGRycy9kb3ducmV2LnhtbESP3WoCMRSE7wu+QziF3kjN+tNSVqOoEBQqlNqCt4fN&#10;cXfp5mRJUnd9e1MQejnMzDfMYtXbRlzIh9qxgvEoA0FcOFNzqeD7Sz+/gQgR2WDjmBRcKcBqOXhY&#10;YG5cx590OcZSJAiHHBVUMba5lKGoyGIYuZY4eWfnLcYkfSmNxy7BbSMnWfYqLdacFipsaVtR8XP8&#10;tQo2H1059cNi07v38+70orXRB63U02O/noOI1Mf/8L29Nwoms+kM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650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4YmcQA&#10;AADd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Xk87c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OGJ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mcyL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ydzO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WZzI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cgT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Qfr8tIC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cgT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LOsUA&#10;AADdAAAADwAAAGRycy9kb3ducmV2LnhtbERPu27CMBTdK/UfrIvEVhweimiKExWkSsAAKoWh2yW+&#10;JGnj6zQ2EP4eD0gdj857lnWmFhdqXWVZwXAQgSDOra64ULD/+niZgnAeWWNtmRTcyEGWPj/NMNH2&#10;yp902flChBB2CSoovW8SKV1ekkE3sA1x4E62NegDbAupW7yGcFPLURTF0mDFoaHEhhYl5b+7s1Fw&#10;2E7j1+18NflZb444NvrvW1exUv1e9/4GwlPn/8UP91IrGE3GYW54E5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8s6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+sUsYA&#10;AADdAAAADwAAAGRycy9kb3ducmV2LnhtbESPW2vCQBSE3wv9D8sR+lY3JhI0uoZeqBWf4gV8PWRP&#10;k9Ds2ZDdauyv7xYEH4eZ+YZZ5oNpxZl611hWMBlHIIhLqxuuFBwPH88zEM4ja2wtk4IrOchXjw9L&#10;zLS98I7Oe1+JAGGXoYLa+y6T0pU1GXRj2xEH78v2Bn2QfSV1j5cAN62MoyiVBhsOCzV29FZT+b3/&#10;MQp+0xMW7jN+fU+0p+t0trbbYq3U02h4WYDwNPh7+NbeaAXxNJnD/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+sU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slCsIA&#10;AADdAAAADwAAAGRycy9kb3ducmV2LnhtbERP3WrCMBS+F/YO4Qx2Z9OVbmy1UYY42N202wMcmmNS&#10;bE5qE7Xz6c2FsMuP779eTa4XZxpD51nBc5aDIG697tgo+P35nL+BCBFZY++ZFPxRgNXyYVZjpf2F&#10;d3RuohEphEOFCmyMQyVlaC05DJkfiBO396PDmOBopB7xksJdL4s8f5UOO04NFgdaW2oPzckpOPri&#10;RU/NBr8Pm/dtZ0x5vO5KpZ4ep48FiEhT/Bff3V9aQVGWaX96k56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ayUK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K+cUA&#10;AADdAAAADwAAAGRycy9kb3ducmV2LnhtbESPzW7CMBCE70i8g7WVeiMOlPITMAgqIXGF9sBxsZck&#10;NF6H2IXQp68rIXEczcw3mvmytZW4UuNLxwr6SQqCWDtTcq7g63PTm4DwAdlg5ZgU3MnDctHtzDEz&#10;7sY7uu5DLiKEfYYKihDqTEqvC7LoE1cTR+/kGoshyiaXpsFbhNtKDtJ0JC2WHBcKrOmjIP29/7EK&#10;tuWR3kf6NLWTtd4dfi/hbXw2Sr2+tKsZiEBteIYf7a1RMBgO+/D/Jj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gr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1nesIA&#10;AADdAAAADwAAAGRycy9kb3ducmV2LnhtbERPXWvCMBR9H/gfwhX2NlOLyKxGUUHYcBamY75emrum&#10;rLkpTVbbf78Igz2eb85q09tadNT6yrGC6SQBQVw4XXGp4ONyeHoG4QOyxtoxKRjIw2Y9elhhpt2N&#10;36k7h1LEEvYZKjAhNJmUvjBk0U9cQxy1L9daDBG2pdQt3mK5rWWaJHNpseK4YLChvaHi+/xjFXSY&#10;D8nV7E6L1+qtSPPd51FHXj2O++0SRKA+/Jv/0i9aQTqbpXB/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3Wd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p8gcQA&#10;AADdAAAADwAAAGRycy9kb3ducmV2LnhtbESPQUvDQBSE70L/w/IK3uymsYjEbkspVDxq9ODxmX3N&#10;pmbfC7vbJvrrXUHwOMzMN8x6O/leXSjETtjAclGAIm7EdtwaeHs93NyDignZYi9MBr4ownYzu1pj&#10;ZWXkF7rUqVUZwrFCAy6lodI6No48xoUMxNk7SvCYsgyttgHHDPe9LoviTnvsOC84HGjvqPmsz97A&#10;+Nh8nMrju3XfYZBD/SynshdjrufT7gFUoin9h//aT9ZAuVr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qfI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iiUsYA&#10;AADdAAAADwAAAGRycy9kb3ducmV2LnhtbESPQWvCQBSE7wX/w/KE3urGEFpJXcVqhVIqRVvvz+wz&#10;ie6+Ddmtpv/eFQSPw8x8w4ynnTXiRK2vHSsYDhIQxIXTNZcKfn+WTyMQPiBrNI5JwT95mE56D2PM&#10;tTvzmk6bUIoIYZ+jgiqEJpfSFxVZ9APXEEdv71qLIcq2lLrFc4RbI9MkeZYWa44LFTY0r6g4bv6s&#10;guX3whzS1Xq2lWH+/rIzo8+3xZdSj/1u9goiUBfu4Vv7QytIsyyD65v4BOTk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iiU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PKcMcA&#10;AADdAAAADwAAAGRycy9kb3ducmV2LnhtbESP3WrCQBSE74W+w3IKvRHd1D9C6iqlULTQgkaht8fs&#10;aRLMng27a0zf3hUKvRxm5htmue5NIzpyvras4HmcgCAurK65VHA8vI9SED4ga2wsk4Jf8rBePQyW&#10;mGl75T11eShFhLDPUEEVQptJ6YuKDPqxbYmj92OdwRClK6V2eI1w08hJkiykwZrjQoUtvVVUnPOL&#10;UdDtPk/ltvPtxzkd+vn0tNl86W+lnh771xcQgfrwH/5rb7WCyWw2h/u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Dyn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AozsgA&#10;AADdAAAADwAAAGRycy9kb3ducmV2LnhtbESPT2vCQBTE70K/w/IKvZlNQxSbukoVhF4K/umh3p7Z&#10;1ySYfZvubjX207sFweMwM79hpvPetOJEzjeWFTwnKQji0uqGKwWfu9VwAsIHZI2tZVJwIQ/z2cNg&#10;ioW2Z97QaRsqESHsC1RQh9AVUvqyJoM+sR1x9L6tMxiidJXUDs8RblqZpelYGmw4LtTY0bKm8rj9&#10;NQoWL5PFzzrnj7/NYU/7r8NxlLlUqafH/u0VRKA+3MO39rtWkOX5GP7fxCc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sCjOyAAAAN0AAAAPAAAAAAAAAAAAAAAAAJgCAABk&#10;cnMvZG93bnJldi54bWxQSwUGAAAAAAQABAD1AAAAjQMAAAAA&#10;" fillcolor="black" stroked="f"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OW8cA&#10;AADdAAAADwAAAGRycy9kb3ducmV2LnhtbESPQWvCQBSE7wX/w/KE3uqmQa2krqK2QkE9aHvo8TX7&#10;mizJvg3Zrab+elcQPA4z8w0znXe2FkdqvXGs4HmQgCDOnTZcKPj6XD9NQPiArLF2TAr+ycN81nuY&#10;Yqbdifd0PIRCRAj7DBWUITSZlD4vyaIfuIY4er+utRiibAupWzxFuK1lmiRjadFwXCixoVVJeXX4&#10;swq+N2Mz2RtKf7bn5bvejqrl7q1S6rHfLV5BBOrCPXxrf2gF6XD4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VTl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/knMMA&#10;AADdAAAADwAAAGRycy9kb3ducmV2LnhtbERPz2vCMBS+D/wfwhvstqYTGdIZS1Fku+wwdez6aN6a&#10;2ualJlGrf/1yGHj8+H4vytH24kw+tI4VvGQ5COLa6ZYbBfvd5nkOIkRkjb1jUnClAOVy8rDAQrsL&#10;f9F5GxuRQjgUqMDEOBRShtqQxZC5gThxv85bjAn6RmqPlxRueznN81dpseXUYHCglaG6256sAl/9&#10;rLsbn767/PZ5De+H8ThHo9TT41i9gYg0xrv43/2hFUxnszQ3vU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/kn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fktcYA&#10;AADdAAAADwAAAGRycy9kb3ducmV2LnhtbESP3WrCQBSE7wt9h+UUelN0Y5Cq0VWkUChUCv48wDF7&#10;TIK7Z0P2VGOfvlsoeDnMzDfMYtV7py7UxSawgdEwA0VcBttwZeCwfx9MQUVBtugCk4EbRVgtHx8W&#10;WNhw5S1ddlKpBOFYoIFapC20jmVNHuMwtMTJO4XOoyTZVdp2eE1w73SeZa/aY8NpocaW3moqz7tv&#10;b8DlRzf7nMSN3A56k/142b58WWOen/r1HJRQL/fwf/vDGsjH4x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fkt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UscMA&#10;AADdAAAADwAAAGRycy9kb3ducmV2LnhtbERPTWvCMBi+D/wP4RW8zdSyDemM4gdCLx5WHV5fm3dN&#10;WfKmNJlWf/1yGOz48HwvVoOz4kp9aD0rmE0zEMS11y03Ck7H/fMcRIjIGq1nUnCnAKvl6GmBhfY3&#10;/qBrFRuRQjgUqMDE2BVShtqQwzD1HXHivnzvMCbYN1L3eEvhzso8y96kw5ZTg8GOtobq7+rHKdhV&#10;nc1PpdmE8+fhcrHlY0/nnVKT8bB+BxFpiP/iP3epFeQvr2l/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Us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M+m8QA&#10;AADdAAAADwAAAGRycy9kb3ducmV2LnhtbESPQWsCMRSE70L/Q3iF3jRRqpatUUQUBE/qeujtkbzu&#10;brt5WTbR3f77RhA8DjPzDbNY9a4WN2pD5VnDeKRAEBtvKy405Ofd8ANEiMgWa8+k4Y8CrJYvgwVm&#10;1nd8pNspFiJBOGSooYyxyaQMpiSHYeQb4uR9+9ZhTLItpG2xS3BXy4lSM+mw4rRQYkObkszv6eo0&#10;/OzkwRuF5pJfur2df21nVCut31779SeISH18hh/tvdUweZ+O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DPp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CwsUA&#10;AADd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NY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ALC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4di8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0g7Q96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eHYvHAAAA3QAAAA8AAAAAAAAAAAAAAAAAmAIAAGRy&#10;cy9kb3ducmV2LnhtbFBLBQYAAAAABAAEAPUAAACMAwAAAAA=&#10;" fillcolor="black" stroked="f"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//sUA&#10;AADdAAAADwAAAGRycy9kb3ducmV2LnhtbESPQUsDMRSE74L/ITzBm81aaylr07IUiuJp2yq9vm6e&#10;m8XNy5Kk6frvjSD0OMzMN8xyPdpeJPKhc6zgcVKAIG6c7rhV8HHYPixAhIissXdMCn4owHp1e7PE&#10;UrsL7yjtYysyhEOJCkyMQyllaAxZDBM3EGfvy3mLMUvfSu3xkuG2l9OimEuLHecFgwNtDDXf+7NV&#10;kE6bunpKx2R2775qvatfP0+1Uvd3Y/UCItIYr+H/9ptWMJ09z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i3/+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6l8YA&#10;AADdAAAADwAAAGRycy9kb3ducmV2LnhtbESPQWvCQBSE74X+h+UVvOlGUampqxSpor20jYI9PrKv&#10;2dDs25BdY/TXuwWhx2FmvmHmy85WoqXGl44VDAcJCOLc6ZILBYf9uv8MwgdkjZVjUnAhD8vF48Mc&#10;U+3O/EVtFgoRIexTVGBCqFMpfW7Ioh+4mjh6P66xGKJsCqkbPEe4reQoSabSYslxwWBNK0P5b3ay&#10;Cvxw9XZ8t9dZ+70x/JHtzPSzMEr1nrrXFxCBuvAfvre3WsFoPJnA35v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A6l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54290" w:rsidRDefault="00854290" w:rsidP="008542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54290" w:rsidRPr="00062C82" w:rsidRDefault="00854290" w:rsidP="0085429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854290" w:rsidRPr="00062C82" w:rsidRDefault="00854290" w:rsidP="0085429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</w:rPr>
      </w:pPr>
    </w:p>
    <w:p w:rsidR="00854290" w:rsidRPr="00062C82" w:rsidRDefault="00854290" w:rsidP="0085429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</w:rPr>
      </w:pP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Мельник Н.Г.</w:t>
      </w: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</w:rPr>
      </w:pPr>
    </w:p>
    <w:p w:rsidR="00854290" w:rsidRPr="00062C82" w:rsidRDefault="00854290" w:rsidP="00854290">
      <w:pPr>
        <w:tabs>
          <w:tab w:val="left" w:pos="4424"/>
        </w:tabs>
        <w:rPr>
          <w:rFonts w:ascii="Times New Roman" w:hAnsi="Times New Roman" w:cs="Times New Roman"/>
        </w:rPr>
      </w:pP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>Мельник Н.Г.,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854290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r>
        <w:rPr>
          <w:rFonts w:ascii="Times New Roman" w:hAnsi="Times New Roman" w:cs="Times New Roman"/>
        </w:rPr>
        <w:t xml:space="preserve">Мельник Наталії </w:t>
      </w:r>
      <w:proofErr w:type="spellStart"/>
      <w:r>
        <w:rPr>
          <w:rFonts w:ascii="Times New Roman" w:hAnsi="Times New Roman" w:cs="Times New Roman"/>
        </w:rPr>
        <w:t>Григоріївні</w:t>
      </w:r>
      <w:proofErr w:type="spellEnd"/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за адресою: </w:t>
      </w:r>
      <w:r w:rsidR="00DE16CE" w:rsidRPr="00DE16CE">
        <w:rPr>
          <w:rFonts w:ascii="Times New Roman" w:hAnsi="Times New Roman" w:cs="Times New Roman"/>
        </w:rPr>
        <w:t>____________________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DE16CE" w:rsidRPr="00DE16CE">
        <w:rPr>
          <w:rFonts w:ascii="Times New Roman" w:hAnsi="Times New Roman" w:cs="Times New Roman"/>
        </w:rPr>
        <w:t>_______________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1833</w:t>
      </w:r>
      <w:r w:rsidRPr="00062C82">
        <w:rPr>
          <w:rFonts w:ascii="Times New Roman" w:hAnsi="Times New Roman" w:cs="Times New Roman"/>
        </w:rPr>
        <w:t>га, (кадастровий номер: 6823986800:0</w:t>
      </w:r>
      <w:r>
        <w:rPr>
          <w:rFonts w:ascii="Times New Roman" w:hAnsi="Times New Roman" w:cs="Times New Roman"/>
        </w:rPr>
        <w:t>1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2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13</w:t>
      </w:r>
      <w:r w:rsidRPr="00062C82">
        <w:rPr>
          <w:rFonts w:ascii="Times New Roman" w:hAnsi="Times New Roman" w:cs="Times New Roman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Полянь</w:t>
      </w:r>
      <w:proofErr w:type="spellEnd"/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вул. </w:t>
      </w:r>
      <w:r>
        <w:rPr>
          <w:rFonts w:ascii="Times New Roman" w:hAnsi="Times New Roman" w:cs="Times New Roman"/>
        </w:rPr>
        <w:t>Вишнева, 14.</w:t>
      </w: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  <w:color w:val="auto"/>
        </w:rPr>
        <w:t>Мельник Н.Г.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854290" w:rsidRPr="00854290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854290" w:rsidRPr="00062C82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090169" w:rsidRPr="00854290" w:rsidRDefault="00854290" w:rsidP="0085429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090169" w:rsidRPr="00854290" w:rsidSect="00090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54290"/>
    <w:rsid w:val="00090169"/>
    <w:rsid w:val="00171A2E"/>
    <w:rsid w:val="00304C90"/>
    <w:rsid w:val="00505B6D"/>
    <w:rsid w:val="006D3977"/>
    <w:rsid w:val="007D6C18"/>
    <w:rsid w:val="00854290"/>
    <w:rsid w:val="008E3CEE"/>
    <w:rsid w:val="00A14123"/>
    <w:rsid w:val="00B27DA1"/>
    <w:rsid w:val="00D1641A"/>
    <w:rsid w:val="00DE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29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271</Words>
  <Characters>1547</Characters>
  <Application>Microsoft Office Word</Application>
  <DocSecurity>0</DocSecurity>
  <Lines>12</Lines>
  <Paragraphs>3</Paragraphs>
  <ScaleCrop>false</ScaleCrop>
  <Company>Microsoft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2020-02-13T11:10:00Z</dcterms:created>
  <dcterms:modified xsi:type="dcterms:W3CDTF">2020-02-13T12:02:00Z</dcterms:modified>
</cp:coreProperties>
</file>