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C12" w:rsidRPr="00154EFF" w:rsidRDefault="00B20C12" w:rsidP="00B20C12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0C12" w:rsidRDefault="00B20C12" w:rsidP="00B20C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0C12" w:rsidRDefault="00B20C12" w:rsidP="00B20C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0C12" w:rsidRDefault="00B20C12" w:rsidP="00B20C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0C12" w:rsidRDefault="00B20C12" w:rsidP="00B20C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0C12" w:rsidRDefault="00B20C12" w:rsidP="00B20C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0C12" w:rsidRDefault="00B20C12" w:rsidP="00B20C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0C12" w:rsidRDefault="00B20C12" w:rsidP="00B20C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0C12" w:rsidRDefault="00B20C12" w:rsidP="00B20C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0C12" w:rsidRDefault="00B20C12" w:rsidP="00B20C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0C12" w:rsidRDefault="00B20C12" w:rsidP="00B20C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0C12" w:rsidRDefault="00B20C12" w:rsidP="00B20C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0C12" w:rsidRDefault="00B20C12" w:rsidP="00B20C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0C12" w:rsidRDefault="00B20C12" w:rsidP="00B20C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0C12" w:rsidRDefault="00B20C12" w:rsidP="00B20C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0C12" w:rsidRDefault="00B20C12" w:rsidP="00B20C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0C12" w:rsidRDefault="00B20C12" w:rsidP="00B20C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0C12" w:rsidRDefault="00B20C12" w:rsidP="00B20C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0C12" w:rsidRDefault="00B20C12" w:rsidP="00B20C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0C12" w:rsidRDefault="00B20C12" w:rsidP="00B20C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0C12" w:rsidRDefault="00B20C12" w:rsidP="00B20C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0C12" w:rsidRDefault="00B20C12" w:rsidP="00B20C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0C12" w:rsidRDefault="00B20C12" w:rsidP="00B20C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0C12" w:rsidRDefault="00B20C12" w:rsidP="00B20C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0C12" w:rsidRDefault="00B20C12" w:rsidP="00B20C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0C12" w:rsidRDefault="00B20C12" w:rsidP="00B20C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0C12" w:rsidRDefault="00B20C12" w:rsidP="00B20C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0C12" w:rsidRDefault="00B20C12" w:rsidP="00B20C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0C12" w:rsidRDefault="00B20C12" w:rsidP="00B20C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0C12" w:rsidRDefault="00B20C12" w:rsidP="00B20C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0C12" w:rsidRDefault="00B20C12" w:rsidP="00B20C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20C12" w:rsidRDefault="00B20C12" w:rsidP="00B20C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20C12" w:rsidRDefault="00B20C12" w:rsidP="00B20C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20C12" w:rsidRDefault="00B20C12" w:rsidP="00B20C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20C12" w:rsidRDefault="00B20C12" w:rsidP="00B20C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20C12" w:rsidRDefault="00B20C12" w:rsidP="00B20C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20C12" w:rsidRDefault="00B20C12" w:rsidP="00B20C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20C12" w:rsidRDefault="00B20C12" w:rsidP="00B20C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20C12" w:rsidRDefault="00B20C12" w:rsidP="00B20C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20C12" w:rsidRDefault="00B20C12" w:rsidP="00B20C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20C12" w:rsidRDefault="00B20C12" w:rsidP="00B20C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20C12" w:rsidRDefault="00B20C12" w:rsidP="00B20C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20C12" w:rsidRDefault="00B20C12" w:rsidP="00B20C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20C12" w:rsidRDefault="00B20C12" w:rsidP="00B20C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20C12" w:rsidRDefault="00B20C12" w:rsidP="00B20C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20C12" w:rsidRDefault="00B20C12" w:rsidP="00B20C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20C12" w:rsidRDefault="00B20C12" w:rsidP="00B20C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20C12" w:rsidRDefault="00B20C12" w:rsidP="00B20C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20C12" w:rsidRDefault="00B20C12" w:rsidP="00B20C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20C12" w:rsidRDefault="00B20C12" w:rsidP="00B20C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20C12" w:rsidRDefault="00B20C12" w:rsidP="00B20C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20C12" w:rsidRDefault="00B20C12" w:rsidP="00B20C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20C12" w:rsidRDefault="00B20C12" w:rsidP="00B20C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20C12" w:rsidRDefault="00B20C12" w:rsidP="00B20C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20C12" w:rsidRDefault="00B20C12" w:rsidP="00B20C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20C12" w:rsidRDefault="00B20C12" w:rsidP="00B20C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20C12" w:rsidRDefault="00B20C12" w:rsidP="00B20C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20C12" w:rsidRDefault="00B20C12" w:rsidP="00B20C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20C12" w:rsidRDefault="00B20C12" w:rsidP="00B20C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20C12" w:rsidRDefault="00B20C12" w:rsidP="00B20C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20C12" w:rsidRDefault="00B20C12" w:rsidP="00B20C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20C12" w:rsidRDefault="00B20C12" w:rsidP="00B20C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0C12" w:rsidRDefault="00B20C12" w:rsidP="00B20C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0C12" w:rsidRDefault="00B20C12" w:rsidP="00B20C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0C12" w:rsidRDefault="00B20C12" w:rsidP="00B20C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0C12" w:rsidRDefault="00B20C12" w:rsidP="00B20C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20C12" w:rsidRDefault="00B20C12" w:rsidP="00B20C1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20C12" w:rsidRDefault="00B20C12" w:rsidP="00B20C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B20C12" w:rsidRDefault="00B20C12" w:rsidP="00B20C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20C12" w:rsidRDefault="00B20C12" w:rsidP="00B20C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0C12" w:rsidRDefault="00B20C12" w:rsidP="00B20C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20C12" w:rsidRDefault="00B20C12" w:rsidP="00B20C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0C12" w:rsidRDefault="00B20C12" w:rsidP="00B20C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20C12" w:rsidRDefault="00B20C12" w:rsidP="00B20C1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20C12" w:rsidRDefault="00B20C12" w:rsidP="00B20C12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№19</w:t>
      </w:r>
    </w:p>
    <w:p w:rsidR="00B20C12" w:rsidRPr="008D6F85" w:rsidRDefault="00B20C12" w:rsidP="00B2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B20C12" w:rsidRPr="008D6F85" w:rsidRDefault="00B20C12" w:rsidP="00B20C1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B20C12" w:rsidRPr="008D6F85" w:rsidRDefault="00B20C12" w:rsidP="00B20C1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B20C12" w:rsidRPr="008D6F85" w:rsidRDefault="00B20C12" w:rsidP="00B20C1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B20C12" w:rsidRPr="008D6F85" w:rsidRDefault="00B20C12" w:rsidP="00B20C1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B20C12" w:rsidRPr="008D6F85" w:rsidRDefault="00B20C12" w:rsidP="00B20C1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proofErr w:type="spellStart"/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Упольнікова</w:t>
      </w:r>
      <w:proofErr w:type="spellEnd"/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О.А.</w:t>
      </w:r>
    </w:p>
    <w:p w:rsidR="00B20C12" w:rsidRPr="008D6F85" w:rsidRDefault="00B20C12" w:rsidP="00B20C1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20C12" w:rsidRPr="008D6F85" w:rsidRDefault="00B20C12" w:rsidP="00B20C1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116,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118, 121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,122,186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proofErr w:type="spellStart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Упольнікова</w:t>
      </w:r>
      <w:proofErr w:type="spellEnd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О.А.,  сільська  рада </w:t>
      </w:r>
    </w:p>
    <w:p w:rsidR="00B20C12" w:rsidRPr="008D6F85" w:rsidRDefault="00B20C12" w:rsidP="00B20C1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B20C12" w:rsidRPr="008D6F85" w:rsidRDefault="00B20C12" w:rsidP="00B20C1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1. Затвердити  </w:t>
      </w:r>
      <w:proofErr w:type="spellStart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Упольнікову</w:t>
      </w:r>
      <w:proofErr w:type="spellEnd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Олександру Анатолійовичу, </w:t>
      </w: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який  зареєстрований за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C95B59">
        <w:rPr>
          <w:rFonts w:ascii="Times New Roman" w:eastAsia="Calibri" w:hAnsi="Times New Roman" w:cs="Times New Roman"/>
          <w:sz w:val="24"/>
          <w:szCs w:val="24"/>
        </w:rPr>
        <w:t>________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C95B59">
        <w:rPr>
          <w:rFonts w:ascii="Times New Roman" w:eastAsia="Arial Unicode MS" w:hAnsi="Times New Roman" w:cs="Times New Roman"/>
          <w:color w:val="000000"/>
          <w:sz w:val="24"/>
          <w:szCs w:val="24"/>
        </w:rPr>
        <w:t>_______</w:t>
      </w:r>
      <w:bookmarkStart w:id="0" w:name="_GoBack"/>
      <w:bookmarkEnd w:id="0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0,2500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га,  кадастровий номер: 6823986800:02:011:0005, д</w:t>
      </w:r>
      <w:r w:rsidRPr="008D6F85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Шепетівський район, </w:t>
      </w:r>
      <w:r w:rsidRPr="008D6F85">
        <w:rPr>
          <w:rFonts w:ascii="Times New Roman" w:eastAsia="Calibri" w:hAnsi="Times New Roman" w:cs="Times New Roman"/>
          <w:sz w:val="24"/>
          <w:szCs w:val="24"/>
        </w:rPr>
        <w:t>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Колом’є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>,  вулиця  Платона Семенюка, 15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B20C12" w:rsidRPr="008D6F85" w:rsidRDefault="00B20C12" w:rsidP="00B20C1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Упольнікову</w:t>
      </w:r>
      <w:proofErr w:type="spellEnd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О.А.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B20C12" w:rsidRPr="008D6F85" w:rsidRDefault="00B20C12" w:rsidP="00B20C1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20C12" w:rsidRPr="008D6F85" w:rsidRDefault="00B20C12" w:rsidP="00B20C1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D61AE7" w:rsidRPr="00B20C12" w:rsidRDefault="00B20C12" w:rsidP="00B20C1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sectPr w:rsidR="00D61AE7" w:rsidRPr="00B20C1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C12"/>
    <w:rsid w:val="00B20C12"/>
    <w:rsid w:val="00C95B59"/>
    <w:rsid w:val="00D61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C1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B20C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B20C12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C1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B20C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B20C12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269</Words>
  <Characters>1537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2022-02-08T06:34:00Z</dcterms:created>
  <dcterms:modified xsi:type="dcterms:W3CDTF">2022-02-08T11:11:00Z</dcterms:modified>
</cp:coreProperties>
</file>