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A2" w:rsidRPr="00EB3DB1" w:rsidRDefault="00CA2FA2" w:rsidP="00CA2FA2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A2FA2" w:rsidRDefault="00AF7FE7" w:rsidP="00CA2F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FE7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A2FA2" w:rsidRDefault="00CA2FA2" w:rsidP="00CA2FA2"/>
    <w:p w:rsidR="00CA2FA2" w:rsidRDefault="00CA2FA2" w:rsidP="00CA2FA2"/>
    <w:p w:rsidR="00CA2FA2" w:rsidRDefault="00CA2FA2" w:rsidP="00CA2F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A2FA2" w:rsidRDefault="00CA2FA2" w:rsidP="00CA2F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A2FA2" w:rsidRDefault="00CA2FA2" w:rsidP="00CA2F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A2FA2" w:rsidRDefault="00CA2FA2" w:rsidP="00CA2F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A2FA2" w:rsidRDefault="00CA2FA2" w:rsidP="00CA2F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FA2" w:rsidRDefault="00CA2FA2" w:rsidP="00CA2F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A2FA2" w:rsidRDefault="00CA2FA2" w:rsidP="00CA2F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2FA2" w:rsidRPr="001C3332" w:rsidRDefault="00CA2FA2" w:rsidP="00CA2FA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A2FA2" w:rsidRDefault="00CA2FA2" w:rsidP="00CA2F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2FA2" w:rsidRDefault="00CA2FA2" w:rsidP="00CA2FA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№35</w:t>
      </w:r>
    </w:p>
    <w:p w:rsidR="00CA2FA2" w:rsidRPr="00E83DE6" w:rsidRDefault="00CA2FA2" w:rsidP="00CA2FA2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A2FA2" w:rsidRPr="00E83DE6" w:rsidRDefault="00CA2FA2" w:rsidP="00CA2FA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A2FA2" w:rsidRPr="00E83DE6" w:rsidRDefault="00CA2FA2" w:rsidP="00CA2FA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CA2FA2" w:rsidRPr="00E83DE6" w:rsidRDefault="00CA2FA2" w:rsidP="00CA2FA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CA2FA2" w:rsidRPr="00E83DE6" w:rsidRDefault="00CA2FA2" w:rsidP="00CA2FA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С.М.</w:t>
      </w:r>
    </w:p>
    <w:p w:rsidR="00CA2FA2" w:rsidRPr="00E83DE6" w:rsidRDefault="00CA2FA2" w:rsidP="00CA2FA2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A2FA2" w:rsidRPr="00E83DE6" w:rsidRDefault="00CA2FA2" w:rsidP="00CA2FA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С.М.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ВИРІШИЛА:</w:t>
      </w:r>
    </w:p>
    <w:p w:rsidR="00CA2FA2" w:rsidRDefault="00CA2FA2" w:rsidP="00CA2FA2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Сергію Миколайовичу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 який зареєстрований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дресою: </w:t>
      </w:r>
      <w:r w:rsidR="001F0210" w:rsidRPr="001F021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1F0210" w:rsidRPr="001F021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(кадастровий номер: 6823984000:01:009:0103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Крупець, вул. Шкільна, 1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A2FA2" w:rsidRPr="00E83DE6" w:rsidRDefault="00CA2FA2" w:rsidP="00CA2FA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С.М.</w:t>
      </w:r>
      <w:r w:rsidRPr="00E83DE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CA2FA2" w:rsidRPr="00E83DE6" w:rsidRDefault="00CA2FA2" w:rsidP="00CA2FA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A2FA2" w:rsidRPr="00CA2FA2" w:rsidRDefault="00CA2FA2" w:rsidP="00CA2FA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CA2FA2" w:rsidRPr="00E83DE6" w:rsidRDefault="00CA2FA2" w:rsidP="00CA2FA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F710C" w:rsidRPr="00CA2FA2" w:rsidRDefault="00CA2FA2" w:rsidP="00CA2FA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sectPr w:rsidR="006F710C" w:rsidRPr="00CA2FA2" w:rsidSect="006F7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A2FA2"/>
    <w:rsid w:val="00171A2E"/>
    <w:rsid w:val="001F0210"/>
    <w:rsid w:val="00304C90"/>
    <w:rsid w:val="00505B6D"/>
    <w:rsid w:val="006D3977"/>
    <w:rsid w:val="006F710C"/>
    <w:rsid w:val="007D6C18"/>
    <w:rsid w:val="00AF7FE7"/>
    <w:rsid w:val="00CA2FA2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A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2020-01-21T06:52:00Z</dcterms:created>
  <dcterms:modified xsi:type="dcterms:W3CDTF">2020-01-21T07:44:00Z</dcterms:modified>
</cp:coreProperties>
</file>