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36D" w:rsidRDefault="0060536D" w:rsidP="0060536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36D" w:rsidRDefault="0060536D" w:rsidP="006053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536D" w:rsidRDefault="0060536D" w:rsidP="006053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536D" w:rsidRDefault="0060536D" w:rsidP="006053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36D" w:rsidRDefault="0060536D" w:rsidP="006053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0536D" w:rsidRDefault="0060536D" w:rsidP="006053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536D" w:rsidRPr="00A56207" w:rsidRDefault="0060536D" w:rsidP="006053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№36</w:t>
      </w:r>
    </w:p>
    <w:p w:rsidR="0060536D" w:rsidRDefault="0060536D" w:rsidP="0060536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0536D" w:rsidRPr="00C92EA5" w:rsidRDefault="0060536D" w:rsidP="006053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Самолюку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Д.В.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Самолюка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60536D" w:rsidRPr="00513972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Самолюку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Дмитру Вікторовичу,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36996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 xml:space="preserve">0,4000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Крупець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Самолюку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0536D" w:rsidRPr="00C92EA5" w:rsidRDefault="0060536D" w:rsidP="006053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0536D" w:rsidRPr="00C92EA5" w:rsidRDefault="0060536D" w:rsidP="0060536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0536D" w:rsidRPr="00C92EA5" w:rsidRDefault="0060536D" w:rsidP="006053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0536D" w:rsidRDefault="0060536D" w:rsidP="0060536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C58B8" w:rsidRDefault="007C58B8"/>
    <w:sectPr w:rsidR="007C58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6D"/>
    <w:rsid w:val="00136996"/>
    <w:rsid w:val="00171A2E"/>
    <w:rsid w:val="00304C90"/>
    <w:rsid w:val="00505B6D"/>
    <w:rsid w:val="0060536D"/>
    <w:rsid w:val="006D3977"/>
    <w:rsid w:val="007C58B8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F91B"/>
  <w15:docId w15:val="{71E737D9-4A6F-4818-AAF8-530EC11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36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0536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0536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0536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2021-04-28T11:39:00Z</dcterms:created>
  <dcterms:modified xsi:type="dcterms:W3CDTF">2021-04-28T13:01:00Z</dcterms:modified>
</cp:coreProperties>
</file>