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F7" w:rsidRDefault="004973F7" w:rsidP="004973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973F7" w:rsidRDefault="004973F7" w:rsidP="004973F7"/>
    <w:p w:rsidR="004973F7" w:rsidRDefault="004973F7" w:rsidP="004973F7"/>
    <w:p w:rsidR="004973F7" w:rsidRDefault="004973F7" w:rsidP="004973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973F7" w:rsidRDefault="004973F7" w:rsidP="004973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973F7" w:rsidRDefault="004973F7" w:rsidP="004973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973F7" w:rsidRDefault="004973F7" w:rsidP="004973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973F7" w:rsidRDefault="004973F7" w:rsidP="004973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3F7" w:rsidRDefault="004973F7" w:rsidP="004973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973F7" w:rsidRDefault="004973F7" w:rsidP="004973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73F7" w:rsidRDefault="004973F7" w:rsidP="004973F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973F7" w:rsidRPr="009A1967" w:rsidRDefault="004973F7" w:rsidP="004973F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50 </w:t>
      </w:r>
    </w:p>
    <w:p w:rsidR="004973F7" w:rsidRPr="00434F18" w:rsidRDefault="004973F7" w:rsidP="004973F7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973F7" w:rsidRPr="00434F18" w:rsidRDefault="004973F7" w:rsidP="004973F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4973F7" w:rsidRPr="00434F18" w:rsidRDefault="004973F7" w:rsidP="004973F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4973F7" w:rsidRPr="00434F18" w:rsidRDefault="004973F7" w:rsidP="004973F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4973F7" w:rsidRPr="00434F18" w:rsidRDefault="004973F7" w:rsidP="004973F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4973F7" w:rsidRPr="00434F18" w:rsidRDefault="004973F7" w:rsidP="004973F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73F7" w:rsidRDefault="004973F7" w:rsidP="004973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</w:t>
      </w:r>
    </w:p>
    <w:p w:rsidR="004973F7" w:rsidRPr="00434F18" w:rsidRDefault="004973F7" w:rsidP="004973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4973F7" w:rsidRPr="00434F18" w:rsidRDefault="004973F7" w:rsidP="004973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F18">
        <w:rPr>
          <w:rFonts w:ascii="Times New Roman" w:hAnsi="Times New Roman" w:cs="Times New Roman"/>
          <w:sz w:val="24"/>
          <w:szCs w:val="24"/>
        </w:rPr>
        <w:t>га, для розміщення будівництва, експлуатації та обслуговування будівель і споруд об’єктів передачі електричної та теплової   енергії КТП-67, яка розташована на території Крупецької сільської ради в селі Комарівка, Славутського району, Хмельницької області.</w:t>
      </w:r>
    </w:p>
    <w:p w:rsidR="004973F7" w:rsidRPr="00434F18" w:rsidRDefault="004973F7" w:rsidP="004973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4973F7" w:rsidRPr="00434F18" w:rsidRDefault="004973F7" w:rsidP="004973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73F7" w:rsidRPr="00434F18" w:rsidRDefault="004973F7" w:rsidP="004973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73F7" w:rsidRDefault="004973F7" w:rsidP="004973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73F7" w:rsidRPr="00434F18" w:rsidRDefault="004973F7" w:rsidP="004973F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73F7" w:rsidRPr="00434F18" w:rsidRDefault="004973F7" w:rsidP="004973F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В.М.Мазур</w:t>
      </w:r>
    </w:p>
    <w:p w:rsidR="005D5A18" w:rsidRDefault="005D5A18"/>
    <w:sectPr w:rsidR="005D5A18" w:rsidSect="005D5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973F7"/>
    <w:rsid w:val="00171A2E"/>
    <w:rsid w:val="00304C90"/>
    <w:rsid w:val="004973F7"/>
    <w:rsid w:val="00505B6D"/>
    <w:rsid w:val="005D5A18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F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247</Words>
  <Characters>1410</Characters>
  <Application>Microsoft Office Word</Application>
  <DocSecurity>0</DocSecurity>
  <Lines>11</Lines>
  <Paragraphs>3</Paragraphs>
  <ScaleCrop>false</ScaleCrop>
  <Company>Microsoft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2020-03-16T13:05:00Z</dcterms:created>
  <dcterms:modified xsi:type="dcterms:W3CDTF">2020-03-16T13:05:00Z</dcterms:modified>
</cp:coreProperties>
</file>