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C17" w:rsidRPr="00062C82" w:rsidRDefault="004D7C17" w:rsidP="004D7C17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4D7C17" w:rsidRPr="00062C82" w:rsidRDefault="004D7C17" w:rsidP="004D7C17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4D7C17" w:rsidRPr="00062C82" w:rsidRDefault="004A544C" w:rsidP="004D7C17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4A544C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jUPcUA&#10;AADdAAAADwAAAGRycy9kb3ducmV2LnhtbESPzWrDMBCE74G+g9hCb4ncmDjBiWJMaYsPgZK0vi/W&#10;+odYK2Opsfv2UaHQ4zAz3zCHbDa9uNHoOssKnlcRCOLK6o4bBV+fb8sdCOeRNfaWScEPOciOD4sD&#10;ptpOfKbbxTciQNilqKD1fkildFVLBt3KDsTBq+1o0Ac5NlKPOAW46eU6ihJpsOOw0OJALy1V18u3&#10;UWDj9+JUNutz/Mpbz/nHri7nk1JPj3O+B+Fp9v/hv3ahFcSbJIHfN+EJyO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2NQ9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K1qMkA&#10;AADdAAAADwAAAGRycy9kb3ducmV2LnhtbESPT0sDMRTE74LfITzBS2mzWtzWtWmRwlbrQegf8PrY&#10;PDerm5clSdu1n74RBI/DzPyGmS1624oj+dA4VnA3ykAQV043XCvY78rhFESIyBpbx6TghwIs5tdX&#10;Myy0O/GGjttYiwThUKACE2NXSBkqQxbDyHXEyft03mJM0tdSezwluG3lfZbl0mLDacFgR0tD1ff2&#10;YBV8le/mYzk5r/zgcUPnQfn20q5zpW5v+ucnEJH6+B/+a79qBeOHfAK/b9ITkPM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hoK1q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VDpcEA&#10;AADdAAAADwAAAGRycy9kb3ducmV2LnhtbERPzWrCQBC+F3yHZQpeSt1UUUrqKiIq4kXUPsCQHbOh&#10;2dmQ3Zr49s5B8Pjx/c+Xva/VjdpYBTbwNcpAERfBVlwa+L1sP79BxYRssQ5MBu4UYbkYvM0xt6Hj&#10;E93OqVQSwjFHAy6lJtc6Fo48xlFoiIW7htZjEtiW2rbYSbiv9TjLZtpjxdLgsKG1o+Lv/O+l5DjB&#10;4+HaXba7HjvcHBx/rE7GDN/71Q+oRH16iZ/uvTUwmc5krr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FQ6X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IznsYA&#10;AADdAAAADwAAAGRycy9kb3ducmV2LnhtbESPQUsDMRSE74L/ITzBm81a7WrXpqVUBSl4sArS22Pz&#10;urt08xKSZ3f990YQPA4z8w2zWI2uVyeKqfNs4HpSgCKuve24MfDx/nx1DyoJssXeMxn4pgSr5fnZ&#10;AivrB36j004alSGcKjTQioRK61S35DBNfCDO3sFHh5JlbLSNOGS46/W0KErtsOO80GKgTUv1cffl&#10;DLwOT2F7V84OYR9vpzo9WvnciDGXF+P6AZTQKP/hv/aLNXAzK+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Izn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rZfsEA&#10;AADdAAAADwAAAGRycy9kb3ducmV2LnhtbERPy4rCMBTdD/gP4Q64GTRVmQcdo4joIG7ExwdcmmtT&#10;prkpTbT17+cuhFkeznu+7H2t7tTGKrCByTgDRVwEW3Fp4HLejr5AxYRssQ5MBh4UYbkYvMwxt6Hj&#10;I91PqVQSwjFHAy6lJtc6Fo48xnFoiIW7htZjEtiW2rbYSbiv9TTLPrTHiqXBYUNrR8Xv6eal5DDD&#10;w/7anbc/PXa42Tt+Wx2NGb72q29Qifr0L366d9bA7P1T9ssbeQJ6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1q2X7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2pRcYA&#10;AADdAAAADwAAAGRycy9kb3ducmV2LnhtbESPX0sDMRDE34V+h7CCbzbXav9wbVpKVRDBB6tQ+rZc&#10;tneHl01I1t757Y0g+DjMzG+Y9XZwnbpQTK1nA5NxAYq48rbl2sDH+9PtElQSZIudZzLwTQm2m9HV&#10;Gkvre36jy0FqlSGcSjTQiIRS61Q15DCNfSDO3tlHh5JlrLWN2Ge46/S0KObaYct5ocFA+4aqz8OX&#10;M/DaP4aXxXx2Dqd4P9XpwcpxL8bcXA+7FSihQf7Df+1na+ButpjA75v8BP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2pR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+XTMYA&#10;AADdAAAADwAAAGRycy9kb3ducmV2LnhtbESPQWsCMRSE7wX/Q3iFXqRmVWzLahQVgkKFUlvw+tg8&#10;d5duXpYkddd/bwpCj8PMfMMsVr1txIV8qB0rGI8yEMSFMzWXCr6/9PMbiBCRDTaOScGVAqyWg4cF&#10;5sZ1/EmXYyxFgnDIUUEVY5tLGYqKLIaRa4mTd3beYkzSl9J47BLcNnKSZS/SYs1pocKWthUVP8df&#10;q2Dz0ZVTPyw2vXs/704zrY0+aKWeHvv1HESkPv6H7+29UTCdvU7g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+XT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toksUA&#10;AADdAAAADwAAAGRycy9kb3ducmV2LnhtbESPUWvCMBSF3wX/Q7jC3jSdzk06UxGlMIYvuv2AS3PX&#10;dG1uShJr9++XwcDHwznnO5ztbrSdGMiHxrGCx0UGgrhyuuFawedHOd+ACBFZY+eYFPxQgF0xnWwx&#10;1+7GZxousRYJwiFHBSbGPpcyVIYshoXriZP35bzFmKSvpfZ4S3DbyWWWPUuLDacFgz0dDFXt5WoV&#10;lO/L09BetS/dfnyytDbfm6NR6mE27l9BRBrjPfzfftMKVuuXFfy9SU9AF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O2iS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qqo8cA&#10;AADdAAAADwAAAGRycy9kb3ducmV2LnhtbESP3WoCMRSE7wXfIRyhN1Kz9aeV1ShaCBYslNpCbw+b&#10;4+7SzcmSpO727U1B6OUwM98w621vG3EhH2rHCh4mGQjiwpmaSwWfH/p+CSJEZIONY1LwSwG2m+Fg&#10;jblxHb/T5RRLkSAcclRQxdjmUoaiIoth4lri5J2dtxiT9KU0HrsEt42cZtmjtFhzWqiwpeeKiu/T&#10;j1Wwf+vKmR8X+94dz4evhdZGv2ql7kb9bgUiUh//w7f2i1EwWzzN4e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qqqP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5VfcUA&#10;AADdAAAADwAAAGRycy9kb3ducmV2LnhtbESP3WoCMRSE7wu+QzhC72pW61rZGkUsC0V6488DHDan&#10;m62bkyWJ6/btG0Ho5TAz3zCrzWBb0ZMPjWMF00kGgrhyuuFawflUvixBhIissXVMCn4pwGY9elph&#10;od2ND9QfYy0ShEOBCkyMXSFlqAxZDBPXESfv23mLMUlfS+3xluC2lbMsW0iLDacFgx3tDFWX49Uq&#10;KPezr/5y1b5022FuKTc/yw+j1PN42L6DiDTE//Cj/akVvOZvOdzfp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nlV9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nRLMQA&#10;AADdAAAADwAAAGRycy9kb3ducmV2LnhtbESP0WqDQBRE3wv9h+UW8tas1poE4yolkNA81vYDLu6N&#10;iu5d626j+ftsodDHYWbOMHm5mEFcaXKdZQXxOgJBXFvdcaPg6/P4vAPhPLLGwTIpuJGDsnh8yDHT&#10;duYPula+EQHCLkMFrfdjJqWrWzLo1nYkDt7FTgZ9kFMj9YRzgJtBvkTRRhrsOCy0ONKhpbqvfoyC&#10;19t8+q7SPjpqQ/E5Gc/s61Sp1dPytgfhafH/4b/2u1aQpNsN/L4JT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J0Sz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dtq8YA&#10;AADdAAAADwAAAGRycy9kb3ducmV2LnhtbESPS2vDMBCE74X8B7GF3hq5Kc3DiRJCjEvpKXEe58Xa&#10;2CbWylhKbP/7qlDocZiZb5jVpje1eFDrKssK3sYRCOLc6ooLBadj+joH4TyyxtoyKRjIwWY9elph&#10;rG3HB3pkvhABwi5GBaX3TSyly0sy6Ma2IQ7e1bYGfZBtIXWLXYCbWk6iaCoNVhwWSmxoV1J+y+5G&#10;wX16mZz4+q33WTJ8LpJ06+S5UOrlud8uQXjq/X/4r/2lFbx/zGb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dtq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uG3sUA&#10;AADdAAAADwAAAGRycy9kb3ducmV2LnhtbERPu27CMBTdkfgH6yKxgVOggQYMgkqVgAFUHkO3S3yb&#10;pI2v09hA+vd4qNTx6Lxni8aU4ka1KywreOpHIIhTqwvOFJyOb70JCOeRNZaWScEvOVjM260ZJtre&#10;+Z1uB5+JEMIuQQW591UipUtzMuj6tiIO3KetDfoA60zqGu8h3JRyEEWxNFhwaMixotec0u/D1Sg4&#10;7yfxy361GX1tdxccGv3zoYtYqW6nWU5BeGr8v/jPvdYKhs/jMDe8CU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64b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/htscA&#10;AADdAAAADwAAAGRycy9kb3ducmV2LnhtbESPT2vCQBTE70K/w/IKvemmatXGbEQraukp/oFeH9ln&#10;Epp9G7Jbjf30XaHQ4zAzv2GSRWdqcaHWVZYVPA8iEMS51RUXCk7HTX8GwnlkjbVlUnAjB4v0oZdg&#10;rO2V93Q5+EIECLsYFZTeN7GULi/JoBvYhjh4Z9sa9EG2hdQtXgPc1HIYRRNpsOKwUGJDbyXlX4dv&#10;o+Bn8omZ2w1X65H2dBvPtvYj2yr19Ngt5yA8df4//Nd+1wpGL9NXuL8JT0C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Xf4bb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hrtMAA&#10;AADdAAAADwAAAGRycy9kb3ducmV2LnhtbERPy4rCMBTdD/gP4QruxtQnWo0iouBuxuoHXJprWmxu&#10;ahO1+vVmMTDLw3kv162txIMaXzpWMOgnIIhzp0s2Cs6n/fcMhA/IGivHpOBFHtarztcSU+2efKRH&#10;FoyIIexTVFCEUKdS+rwgi77vauLIXVxjMUTYGKkbfMZwW8lhkkylxZJjQ4E1bQvKr9ndKri54US3&#10;2Q5/rrv5b2nM+PY+jpXqddvNAkSgNvyL/9wHrWA0mcX98U18AnL1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ehrtMAAAADd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VER8UA&#10;AADdAAAADwAAAGRycy9kb3ducmV2LnhtbESPwW7CMBBE70j9B2srcWscQNAQMFGphMQV6KHHrb0k&#10;aeN1Grsh8PV1pUocRzPzRrMuBtuInjpfO1YwSVIQxNqZmksFb6fdUwbCB2SDjWNScCUPxeZhtMbc&#10;uAsfqD+GUkQI+xwVVCG0uZReV2TRJ64ljt7ZdRZDlF0pTYeXCLeNnKbpQlqsOS5U2NJrRfrr+GMV&#10;7OsPmi/0eWmzrT68377D7PnTKDV+HF5WIAIN4R7+b++Ngtk8m8D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hURH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4pxMIA&#10;AADdAAAADwAAAGRycy9kb3ducmV2LnhtbERPXWvCMBR9F/Yfwh34pukqk64zyhQEh1PQje310tw1&#10;Zc1NaWKt/94MBB/PN2e26G0tOmp95VjB0zgBQVw4XXGp4OtzPcpA+ICssXZMCi7kYTF/GMww1+7M&#10;B+qOoRSxhH2OCkwITS6lLwxZ9GPXEEft17UWQ4RtKXWL51hua5kmyVRarDguGGxoZaj4O56sgg73&#10;l+THLHcv79VHke6X31sdeTV87N9eQQTqw918S2+0gslzlsL/m/gE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XinE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kyP8UA&#10;AADdAAAADwAAAGRycy9kb3ducmV2LnhtbESPQUvDQBSE70L/w/IK3uzGFKXEbosIFY8ae+jxNfua&#10;Tc2+F3bXJvrrXUHwOMzMN8x6O/leXSjETtjA7aIARdyI7bg1sH/f3axAxYRssRcmA18UYbuZXa2x&#10;sjLyG13q1KoM4VihAZfSUGkdG0ce40IG4uydJHhMWYZW24Bjhvtel0Vxrz12nBccDvTkqPmoP72B&#10;8bk5nsvTwbrvMMiufpVz2Ysx1/Pp8QFUoin9h//aL9bA8m6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KTI/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/rcsYA&#10;AADdAAAADwAAAGRycy9kb3ducmV2LnhtbESPT2sCMRTE7wW/Q3iCt5p1Dypbo/gXSrGIWu/Pzevu&#10;1uRl2URdv31TKHgcZuY3zGTWWiNu1PjKsYJBPwFBnDtdcaHg67h5HYPwAVmjcUwKHuRhNu28TDDT&#10;7s57uh1CISKEfYYKyhDqTEqfl2TR911NHL1v11gMUTaF1A3eI9wamSbJUFqsOC6UWNOypPxyuFoF&#10;m93K/KSf+/lJhuV6dDbjj8Vqq1Sv287fQARqwzP8337XCobpKIW/N/EJy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8/rc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SDUMYA&#10;AADdAAAADwAAAGRycy9kb3ducmV2LnhtbESPW4vCMBSE3xf8D+Es7MuiqYoXukYRYVFBwRvs67E5&#10;2xabk9LEWv+9EQQfh5n5hpnMGlOImiqXW1bQ7UQgiBOrc04VnI6/7TEI55E1FpZJwZ0czKatjwnG&#10;2t54T/XBpyJA2MWoIPO+jKV0SUYGXceWxMH7t5VBH2SVSl3hLcBNIXtRNJQGcw4LGZa0yCi5HK5G&#10;Qb3bnNNV7cr1ZfztBv3zcrnVf0p9fTbzHxCeGv8Ov9orrWDYG/Xh+SY8ATl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SSDU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xn7ccA&#10;AADdAAAADwAAAGRycy9kb3ducmV2LnhtbESPQWsCMRSE7wX/Q3hCbzXrYq2uRtFCoZeC2h7q7bl5&#10;7i5uXtYk1a2/3giCx2FmvmGm89bU4kTOV5YV9HsJCOLc6ooLBT/fHy8jED4ga6wtk4J/8jCfdZ6m&#10;mGl75jWdNqEQEcI+QwVlCE0mpc9LMuh7tiGO3t46gyFKV0jt8BzhppZpkgylwYrjQokNvZeUHzZ/&#10;RsFyPFoeVwP+uqx3W9r+7g6vqUuUeu62iwmIQG14hO/tT61gmL4N4PYmPg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sZ+3HAAAA3QAAAA8AAAAAAAAAAAAAAAAAmAIAAGRy&#10;cy9kb3ducmV2LnhtbFBLBQYAAAAABAAEAPUAAACMAwAAAAA=&#10;" fillcolor="black" stroked="f"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kBeMgA&#10;AADdAAAADwAAAGRycy9kb3ducmV2LnhtbESPT2vCQBTE74V+h+UVvNVNA6aSukptLQjVg38OPT6z&#10;z2RJ9m3IbjX207tCweMwM79hJrPeNuJEnTeOFbwMExDEhdOGSwX73dfzGIQPyBobx6TgQh5m08eH&#10;CebanXlDp20oRYSwz1FBFUKbS+mLiiz6oWuJo3d0ncUQZVdK3eE5wm0j0yTJpEXDcaHClj4qKurt&#10;r1Xw852Z8cZQelj9zRd6Narn689aqcFT//4GIlAf7uH/9lIryNLXEdzexCcgp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CQF4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6husUA&#10;AADdAAAADwAAAGRycy9kb3ducmV2LnhtbESPQWsCMRSE74L/ITyht5qth1W2RpEWsZceapVeH5vX&#10;zXY3L9sk6uqvN4LgcZiZb5j5sretOJIPtWMFL+MMBHHpdM2Vgt33+nkGIkRkja1jUnCmAMvFcDDH&#10;QrsTf9FxGyuRIBwKVGBi7AopQ2nIYhi7jjh5v85bjEn6SmqPpwS3rZxkWS4t1pwWDHb0Zqhstger&#10;wK9+3psLH/ZNdvk8h81f/z9Do9TTqF+9gojUx0f43v7QCvLJNIfbm/QE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PqG6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ahk8YA&#10;AADdAAAADwAAAGRycy9kb3ducmV2LnhtbESP3WrCQBSE74W+w3IKvZG6MRfGRlcphUKhUvDnAY7Z&#10;0yR092zIHjX26bsFwcthZr5hluvBO3WmPraBDUwnGSjiKtiWawOH/fvzHFQUZIsuMBm4UoT16mG0&#10;xNKGC2/pvJNaJQjHEg00Il2pdawa8hgnoSNO3nfoPUqSfa1tj5cE907nWTbTHltOCw129NZQ9bM7&#10;eQMuP7qXzyJu5HrQm+zXy3b8ZY15ehxeF6CEBrmHb+0Pa2CWFwX8v0lPQK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ahk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U6pcIA&#10;AADdAAAADwAAAGRycy9kb3ducmV2LnhtbERPPW/CMBDdK/EfrENiKw4ZoEoxqAUhZWEgpWI94msc&#10;1T5HsYHQX18PSIxP73u5HpwVV+pD61nBbJqBIK69brlRcPzavb6BCBFZo/VMCu4UYL0avSyx0P7G&#10;B7pWsREphEOBCkyMXSFlqA05DFPfESfux/cOY4J9I3WPtxTurMyzbC4dtpwaDHa0MVT/VhenYFt1&#10;Nj+W5jOcvvfnsy3/dnTaKjUZDx/vICIN8Sl+uEutYJ4v0tz0Jj0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NTql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7Qj8QA&#10;AADdAAAADwAAAGRycy9kb3ducmV2LnhtbESPQWsCMRSE7wX/Q3iCt5roYa2rUUQqCJ5q9eDtkTx3&#10;VzcvyyZ1139vCoUeh5n5hlmue1eLB7Wh8qxhMlYgiI23FRcaTt+79w8QISJbrD2ThicFWK8Gb0vM&#10;re/4ix7HWIgE4ZCjhjLGJpcymJIchrFviJN39a3DmGRbSNtil+CullOlMumw4rRQYkPbksz9+OM0&#10;3Hby4I1Ccz6du72dXT4zqpXWo2G/WYCI1Mf/8F97bzVk09kcft+kJyB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nu0I/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irG8IA&#10;AADdAAAADwAAAGRycy9kb3ducmV2LnhtbERPy4rCMBTdC/MP4Qqz09QOSOkYRQcEmcGFD2SW1+ba&#10;ljY3JYla/94sBJeH854tetOKGzlfW1YwGScgiAuray4VHA/rUQbCB2SNrWVS8CAPi/nHYIa5tnfe&#10;0W0fShFD2OeooAqhy6X0RUUG/dh2xJG7WGcwROhKqR3eY7hpZZokU2mw5thQYUc/FRXN/moU/F//&#10;+LL9+l26VTjZ/uCb9Jw1Sn0O++U3iEB9eItf7o1WME2zuD++iU9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GKsb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60UscA&#10;AADdAAAADwAAAGRycy9kb3ducmV2LnhtbESPQWvCQBSE74L/YXmF3nRjqBKjq2ih0EtBbQ/19sy+&#10;JsHs23R3q9Ff7wpCj8PMfMPMl51pxImcry0rGA0TEMSF1TWXCr4+3wYZCB+QNTaWScGFPCwX/d4c&#10;c23PvKXTLpQiQtjnqKAKoc2l9EVFBv3QtsTR+7HOYIjSlVI7PEe4aWSaJBNpsOa4UGFLrxUVx92f&#10;UbCeZuvfzQt/XLeHPe2/D8dx6hKlnp+61QxEoC78hx/td61gkmYjuL+JT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/OtFLHAAAA3QAAAA8AAAAAAAAAAAAAAAAAmAIAAGRy&#10;cy9kb3ducmV2LnhtbFBLBQYAAAAABAAEAPUAAACMAwAAAAA=&#10;" fillcolor="black" stroked="f"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DQJMUA&#10;AADdAAAADwAAAGRycy9kb3ducmV2LnhtbESPwWrDMBBE74X+g9hAb40cF0JwowQTKA05OWlLrxtr&#10;Y5lYKyOpivv3VaHQ4zAzb5j1drKDSORD71jBYl6AIG6d7rlT8P728rgCESKyxsExKfimANvN/d0a&#10;K+1ufKR0ip3IEA4VKjAxjpWUoTVkMczdSJy9i/MWY5a+k9rjLcPtIMuiWEqLPecFgyPtDLXX05dV&#10;kM67pn5Kn8kcD77uvGteP86NUg+zqX4GEWmK/+G/9l4rWJarEn7f5Cc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YNAk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uVTcYA&#10;AADdAAAADwAAAGRycy9kb3ducmV2LnhtbESPQWvCQBSE7wX/w/IEb3WjhWCjq4i0RXupjYIeH9ln&#10;Nph9G7JrTPvru4VCj8PMfMMsVr2tRUetrxwrmIwTEMSF0xWXCo6H18cZCB+QNdaOScEXeVgtBw8L&#10;zLS78yd1eShFhLDPUIEJocmk9IUhi37sGuLoXVxrMUTZllK3eI9wW8tpkqTSYsVxwWBDG0PFNb9Z&#10;BX6yeTm92+/n7vxm+CPfmXRfGqVGw349BxGoD//hv/ZWK0insyf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uVT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D7C17" w:rsidRPr="00062C82" w:rsidRDefault="004D7C17" w:rsidP="004D7C17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4D7C17" w:rsidRPr="00062C82" w:rsidRDefault="004D7C17" w:rsidP="004D7C17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4D7C17" w:rsidRPr="00062C82" w:rsidRDefault="004D7C17" w:rsidP="004D7C17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4D7C17" w:rsidRPr="00062C82" w:rsidRDefault="004D7C17" w:rsidP="004D7C17">
      <w:pPr>
        <w:tabs>
          <w:tab w:val="left" w:pos="4424"/>
        </w:tabs>
        <w:rPr>
          <w:rFonts w:ascii="Times New Roman" w:hAnsi="Times New Roman" w:cs="Times New Roman"/>
        </w:rPr>
      </w:pPr>
    </w:p>
    <w:p w:rsidR="004D7C17" w:rsidRPr="00062C82" w:rsidRDefault="004D7C17" w:rsidP="004D7C17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4D7C17" w:rsidRPr="00062C82" w:rsidRDefault="004D7C17" w:rsidP="004D7C17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4D7C17" w:rsidRPr="00062C82" w:rsidRDefault="004D7C17" w:rsidP="004D7C17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4D7C17" w:rsidRPr="00062C82" w:rsidRDefault="004D7C17" w:rsidP="004D7C17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4D7C17" w:rsidRPr="00062C82" w:rsidRDefault="004D7C17" w:rsidP="004D7C17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4A544C" w:rsidRPr="004A544C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Lm5sUA&#10;AADdAAAADwAAAGRycy9kb3ducmV2LnhtbESPQWvCQBSE74X+h+UJ3urGSDVEV5FSJYdASVrvj+wz&#10;CWbfhuxW47/vCkKPw8x8w2x2o+nElQbXWlYwn0UgiCurW64V/Hwf3hIQziNr7CyTgjs52G1fXzaY&#10;anvjgq6lr0WAsEtRQeN9n0rpqoYMupntiYN3toNBH+RQSz3gLcBNJ+MoWkqDLYeFBnv6aKi6lL9G&#10;gV0cs/xUx8Xik1ee91/J+TTmSk0n434NwtPo/8PPdqYVLOPkHR5vw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Eubm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a8n8cA&#10;AADdAAAADwAAAGRycy9kb3ducmV2LnhtbESPT2sCMRTE70K/Q3gFL6LZeljtapQibP8dClrB62Pz&#10;utl287IkUbd+eiMUehxm5jfMct3bVpzIh8axgodJBoK4crrhWsH+sxzPQYSIrLF1TAp+KcB6dTdY&#10;YqHdmbd02sVaJAiHAhWYGLtCylAZshgmriNO3pfzFmOSvpba4znBbSunWZZLiw2nBYMdbQxVP7uj&#10;VfBdfpjDZnZ59qPHLV1G5ftL+5YrNbzvnxYgIvXxP/zXftUK8uk8h9ub9ATk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WvJ/HAAAA3Q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J7e8QA&#10;AADdAAAADwAAAGRycy9kb3ducmV2LnhtbESP32rCMBTG7we+QziCN0PTOeikGksRleFNUfcAh+bY&#10;FJuT0mS2vv0yGOzy4/vz49vko23Fg3rfOFbwtkhAEFdON1wr+Loe5isQPiBrbB2Tgid5yLeTlw1m&#10;2g18pscl1CKOsM9QgQmhy6T0lSGLfuE64ujdXG8xRNnXUvc4xHHbymWSpNJiw5FgsKOdoep++bYR&#10;Ur5jeboN18NxxAH3J8OvxVmp2XQs1iACjeE//Nf+1ArS5eoDft/E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Ce3v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Y6qcMA&#10;AADdAAAADwAAAGRycy9kb3ducmV2LnhtbERPTUvDQBC9C/0PyxS82U2DxhK7LaUqiODBKpTehuw0&#10;CWZnl92xif/ePQgeH+97vZ3coC4UU+/ZwHJRgCJuvO25NfD58XyzApUE2eLgmQz8UILtZna1xtr6&#10;kd/pcpBW5RBONRroREKtdWo6cpgWPhBn7uyjQ8kwttpGHHO4G3RZFJV22HNu6DDQvqPm6/DtDLyN&#10;T+H1vro7h1O8LXV6tHLcizHX82n3AEpokn/xn/vFGqjKVZ6b3+Qno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GY6q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FKksQA&#10;AADdAAAADwAAAGRycy9kb3ducmV2LnhtbESP32rCMBTG7we+QziCN0PTOSiuGksRleFNUfcAh+bY&#10;FJuT0mS2vv0yGOzy4/vz49vko23Fg3rfOFbwtkhAEFdON1wr+Loe5isQPiBrbB2Tgid5yLeTlw1m&#10;2g18pscl1CKOsM9QgQmhy6T0lSGLfuE64ujdXG8xRNnXUvc4xHHbymWSpNJiw5FgsKOdoep++bYR&#10;Ur5jeboN18NxxAH3J8OvxVmp2XQs1iACjeE//Nf+1ArS5eoDft/E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RSp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mgcsMA&#10;AADdAAAADwAAAGRycy9kb3ducmV2LnhtbERPTUvDQBC9C/0PyxS82Y1Bo43dltIqiODBKhRvQ3aa&#10;BLOzy+7YxH/vHgSPj/e92kxuUGeKqfds4HpRgCJuvO25NfDx/nR1DyoJssXBMxn4oQSb9exihbX1&#10;I7/R+SCtyiGcajTQiYRa69R05DAtfCDO3MlHh5JhbLWNOOZwN+iyKCrtsOfc0GGgXUfN1+HbGXgd&#10;H8PLXXV7Cp/xptRpb+W4E2Mu59P2AZTQJP/iP/ezNVCVy7w/v8lPQK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8mgc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Wll8YA&#10;AADdAAAADwAAAGRycy9kb3ducmV2LnhtbESPQWsCMRSE7wX/Q3hCL1KzWirt1igqhAoVRFvo9bF5&#10;7i7dvCxJ6q7/3ghCj8PMfMPMl71txJl8qB0rmIwzEMSFMzWXCr6/9NMriBCRDTaOScGFAiwXg4c5&#10;5sZ1fKDzMZYiQTjkqKCKsc2lDEVFFsPYtcTJOzlvMSbpS2k8dgluGznNspm0WHNaqLClTUXF7/HP&#10;Kljvu/LZj4p17z5PHz8vWhu900o9DvvVO4hIffwP39tbo2A2fZvA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Wll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9hpcQA&#10;AADdAAAADwAAAGRycy9kb3ducmV2LnhtbESPUWvCMBSF3wf+h3AF32ZqcaLVKKIUxtjL1B9waa5N&#10;tbkpSazdv18Ggz0ezjnf4Wx2g21FTz40jhXMphkI4srphmsFl3P5ugQRIrLG1jEp+KYAu+3oZYOF&#10;dk/+ov4Ua5EgHApUYGLsCilDZchimLqOOHlX5y3GJH0ttcdngttW5lm2kBYbTgsGOzoYqu6nh1VQ&#10;fuSf/f2hfen2w9zSm7ktj0apyXjYr0FEGuJ/+K/9rhUs8lUOv2/SE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vYa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uee8YA&#10;AADdAAAADwAAAGRycy9kb3ducmV2LnhtbESPQWsCMRSE7wX/Q3hCL1KzKpV2axQthAoVRFvo9bF5&#10;7i7dvCxJ6q7/3ghCj8PMfMMsVr1txJl8qB0rmIwzEMSFMzWXCr6/9NMLiBCRDTaOScGFAqyWg4cF&#10;5sZ1fKDzMZYiQTjkqKCKsc2lDEVFFsPYtcTJOzlvMSbpS2k8dgluGznNsrm0WHNaqLCl94qK3+Of&#10;VbDZd+XMj4pN7z5PHz/PWhu900o9Dvv1G4hIffwP39tbo2A+fZ3B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uee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pcSsQA&#10;AADdAAAADwAAAGRycy9kb3ducmV2LnhtbESPUWvCMBSF3wf+h3CFvc3U4kSrUcRRkLGXqT/g0lyb&#10;anNTkljrv18Ggz0ezjnf4ay3g21FTz40jhVMJxkI4srphmsF51P5tgARIrLG1jEpeFKA7Wb0ssZC&#10;uwd/U3+MtUgQDgUqMDF2hZShMmQxTFxHnLyL8xZjkr6W2uMjwW0r8yybS4sNpwWDHe0NVbfj3Soo&#10;P/Ov/nbXvnS7YWbp3VwXH0ap1/GwW4GINMT/8F/7oBXM8+UM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KXE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Pj98MA&#10;AADdAAAADwAAAGRycy9kb3ducmV2LnhtbESP0YrCMBRE3xf8h3AF39ZU3YrWRhFBWR+3ux9waa5t&#10;aXNTm2jr3xtB2MdhZs4w6W4wjbhT5yrLCmbTCARxbnXFhYK/3+PnCoTzyBoby6TgQQ5229FHiom2&#10;Pf/QPfOFCBB2CSoovW8TKV1ekkE3tS1x8C62M+iD7AqpO+wD3DRyHkVLabDisFBiS4eS8jq7GQVf&#10;j/50zeI6OmpDs/OiPbPPY6Um42G/AeFp8P/hd/tbK1jO1zG83oQnIL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Pj9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NknMQA&#10;AADdAAAADwAAAGRycy9kb3ducmV2LnhtbESPQWvCQBSE7wX/w/KE3pqNOYQaXUWUSPHUpqnnR/aZ&#10;BLNvQ3aj8d+7hUKPw8x8w6y3k+nEjQbXWlawiGIQxJXVLdcKyu/87R2E88gaO8uk4EEOtpvZyxoz&#10;be/8RbfC1yJA2GWooPG+z6R0VUMGXWR74uBd7GDQBznUUg94D3DTySSOU2mw5bDQYE/7hqprMRoF&#10;Y3pOSr6c9GdxeByXh3zn5E+t1Ot82q1AeJr8f/iv/aEVpMkyhd834QnIz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DZJz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y+AMgA&#10;AADdAAAADwAAAGRycy9kb3ducmV2LnhtbESPQWvCQBSE70L/w/IKvemmVqJGV9FCoe1BMdpDb8/s&#10;a5I2+zZmV03/vSsIHoeZ+YaZzltTiRM1rrSs4LkXgSDOrC45V7DbvnVHIJxH1lhZJgX/5GA+e+hM&#10;MdH2zBs6pT4XAcIuQQWF93UipcsKMuh6tiYO3o9tDPogm1zqBs8BbirZj6JYGiw5LBRY02tB2V96&#10;NAq+1qN4vF5+DH4/V3t8MfrwrctYqafHdjEB4an19/Ct/a4VxP3xEK5vwhOQs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bL4A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vogcEA&#10;AADdAAAADwAAAGRycy9kb3ducmV2LnhtbERPy4rCMBTdC/MP4Q6409Q6FK1GmQc+cOUL3F6aa1ts&#10;bkoTtc7Xm4Xg8nDe03lrKnGjxpWWFQz6EQjizOqScwXHw6I3AuE8ssbKMil4kIP57KMzxVTbO+/o&#10;tve5CCHsUlRQeF+nUrqsIIOub2viwJ1tY9AH2ORSN3gP4aaScRQl0mDJoaHAmn4Lyi77q1Hwn5xw&#10;61bxz99Qe3p8jZZ2s10q1f1svycgPLX+LX6511pBEo/D3PAmPAE5e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GL6IH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8eosQA&#10;AADdAAAADwAAAGRycy9kb3ducmV2LnhtbESP0WrCQBRE3wv+w3IF3+rGoGKiq0hR8M0a/YBL9roJ&#10;Zu/G7FZjv75bKPRxmJkzzGrT20Y8qPO1YwWTcQKCuHS6ZqPgct6/L0D4gKyxcUwKXuRhsx68rTDX&#10;7sknehTBiAhhn6OCKoQ2l9KXFVn0Y9cSR+/qOoshys5I3eEzwm0j0ySZS4s1x4UKW/qoqLwVX1bB&#10;3aUz3Rc7PN522WdtzPT+fZoqNRr22yWIQH34D/+1D1rBPM0y+H0Tn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fHqL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+nTcIA&#10;AADdAAAADwAAAGRycy9kb3ducmV2LnhtbERPPW/CMBDdkfofrKvUrXEoahoCBtFKlViTduh42EcS&#10;iM8hdiHl1+OhEuPT+16uR9uJMw2+daxgmqQgiLUzLdcKvr8+n3MQPiAb7ByTgj/ysF49TJZYGHfh&#10;ks5VqEUMYV+ggiaEvpDS64Ys+sT1xJHbu8FiiHCopRnwEsNtJ1/SNJMWW44NDfb00ZA+Vr9Wwbbd&#10;0Wum93Obv+vy53oKs7eDUerpcdwsQAQaw138794aBdksjfvjm/gE5Oo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76d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rxIsIA&#10;AADdAAAADwAAAGRycy9kb3ducmV2LnhtbERPW2vCMBR+H+w/hDPY20xUEK1GUUFwbBO84F4PzVlT&#10;bE5Kk9X675eB4ON355stOleJlppQetbQ7ykQxLk3JRcaTsfN2xhEiMgGK8+k4UYBFvPnpxlmxl95&#10;T+0hFiKVcMhQg42xzqQMuSWHoedr4qT9+MZhTLAppGnwmspdJQdKjaTDktOCxZrWlvLL4ddpaHF3&#10;U9929TV5Lz/zwW51/jCJ168v3XIKIlIXH+Z7ems0jIaqD/9v0hO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qvEi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PRNcQA&#10;AADdAAAADwAAAGRycy9kb3ducmV2LnhtbESPQUvDQBSE70L/w/IKvdmNKRSJ3ZYiVDxq9NDjM/ua&#10;TZt9L+yuTfTXu4LgcZiZb5jNbvK9ulKInbCBu2UBirgR23Fr4P3tcHsPKiZki70wGfiiCLvt7GaD&#10;lZWRX+lap1ZlCMcKDbiUhkrr2DjyGJcyEGfvJMFjyjK02gYcM9z3uiyKtfbYcV5wONCjo+ZSf3oD&#10;41PzcS5PR+u+wyCH+kXOZS/GLObT/gFUoin9h//az9bAelWU8PsmPwG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D0T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QyCccA&#10;AADdAAAADwAAAGRycy9kb3ducmV2LnhtbESP3WrCQBSE7wt9h+UUvKubKlhJXUP8gyItom3vj9lj&#10;krp7NmS3Gt/eFQpeDjPzDTPJOmvEiVpfO1bw0k9AEBdO11wq+P5aPY9B+ICs0TgmBRfykE0fHyaY&#10;anfmLZ12oRQRwj5FBVUITSqlLyqy6PuuIY7ewbUWQ5RtKXWL5wi3Rg6SZCQt1hwXKmxoXlFx3P1Z&#10;BavNwvwOPrf5jwzz5evejNezxYdSvacufwMRqAv38H/7XSsYDZMh3N7EJyC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kMg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pnxMcA&#10;AADdAAAADwAAAGRycy9kb3ducmV2LnhtbESPQWvCQBSE7wX/w/KEXkrdqDVIdA0iSCxUsGnB6zP7&#10;TILZtyG7jem/7xYKPQ4z8w2zTgfTiJ46V1tWMJ1EIIgLq2suFXx+7J+XIJxH1thYJgXf5CDdjB7W&#10;mGh753fqc1+KAGGXoILK+zaR0hUVGXQT2xIH72o7gz7IrpS6w3uAm0bOoiiWBmsOCxW2tKuouOVf&#10;RkF/eruUh961r7flk1vML1l21GelHsfDdgXC0+D/w3/tg1YQz6MX+H0TnoD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qZ8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e+lscA&#10;AADdAAAADwAAAGRycy9kb3ducmV2LnhtbESPT2sCMRTE7wW/Q3hCbzWp/7Bbo1Sh0Iugtod6e25e&#10;dxc3L9sk1dVPbwShx2FmfsNM562txZF8qBxreO4pEMS5MxUXGr4+358mIEJENlg7Jg1nCjCfdR6m&#10;mBl34g0dt7EQCcIhQw1ljE0mZchLshh6riFO3o/zFmOSvpDG4ynBbS37So2lxYrTQokNLUvKD9s/&#10;q2HxMln8roe8umz2O9p97w+jvldaP3bbt1cQkdr4H763P4yG8UCN4PYmPQ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HvpbHAAAA3QAAAA8AAAAAAAAAAAAAAAAAmAIAAGRy&#10;cy9kb3ducmV2LnhtbFBLBQYAAAAABAAEAPUAAACMAwAAAAA=&#10;" fillcolor="black" stroked="f"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zj78cA&#10;AADdAAAADwAAAGRycy9kb3ducmV2LnhtbESPQWvCQBSE74X+h+UVvNVNlYYQXaVWhUL1oPbQ4zP7&#10;mizJvg3ZVaO/vlsoeBxm5htmOu9tI87UeeNYwcswAUFcOG24VPB1WD9nIHxA1tg4JgVX8jCfPT5M&#10;Mdfuwjs670MpIoR9jgqqENpcSl9UZNEPXUscvR/XWQxRdqXUHV4i3DZylCSptGg4LlTY0ntFRb0/&#10;WQXfn6nJdoZGx81tsdKb13qxXdZKDZ76twmIQH24h//bH1pBOk5S+HsTn4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84+/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V4wcYA&#10;AADdAAAADwAAAGRycy9kb3ducmV2LnhtbESPQUsDMRSE74L/ITzBm01UaJdts0tRRC8erIrXx+Z1&#10;s+7mZU3SdttfbwqCx2FmvmFW9eQGsacQO88abmcKBHHjTcetho/3p5sCREzIBgfPpOFIEerq8mKF&#10;pfEHfqP9JrUiQziWqMGmNJZSxsaSwzjzI3H2tj44TFmGVpqAhwx3g7xTai4ddpwXLI70YKnpNzun&#10;Iay/HvsT7z57dXo9xufv6adAq/X11bRegkg0pf/wX/vFaJjfqwWc3+QnI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JV4w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5JAcMA&#10;AADdAAAADwAAAGRycy9kb3ducmV2LnhtbERP22oCMRB9L/QfwhT6UjTRgpfVKFIoFCoFLx8wbsbd&#10;xWSybKa69uubh0IfD+e+XPfBqyt1qYlsYTQ0oIjL6BquLBwP74MZqCTIDn1ksnCnBOvV48MSCxdv&#10;vKPrXiqVQzgVaKEWaQutU1lTwDSMLXHmzrELKBl2lXYd3nJ48HpszEQHbDg31NjSW03lZf8dLPjx&#10;yc8/p2kr96Pemp8gu5cvZ+3zU79ZgBLq5V/85/5wFiavJs/Nb/IT0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F5JA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7j3sYA&#10;AADdAAAADwAAAGRycy9kb3ducmV2LnhtbESPQWsCMRSE7wX/Q3hCbzVbC1JXo7QVYS8euq54fW6e&#10;m8XkZdmkuvXXN4VCj8PMfMMs14Oz4kp9aD0reJ5kIIhrr1tuFFT77dMriBCRNVrPpOCbAqxXo4cl&#10;5trf+JOuZWxEgnDIUYGJsculDLUhh2HiO+LknX3vMCbZN1L3eEtwZ+U0y2bSYctpwWBHH4bqS/nl&#10;FGzKzk6rwryH42F3OtnivqXjRqnH8fC2ABFpiP/hv3ahFcxesjn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7j3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qTL8IA&#10;AADdAAAADwAAAGRycy9kb3ducmV2LnhtbERPPWvDMBDdC/kP4gLZaikNuMGxEkpIwNCpaTJkO6Sr&#10;7dY6GUu13X9fDYWOj/ddHmbXiZGG0HrWsM4UCGLjbcu1huv7+XELIkRki51n0vBDAQ77xUOJhfUT&#10;v9F4ibVIIRwK1NDE2BdSBtOQw5D5njhxH35wGBMcamkHnFK46+STUrl02HJqaLCnY0Pm6/LtNHye&#10;5as3Cs3tepsq+3w/5dQprVfL+WUHItIc/8V/7spqyDfrtD+9SU9A7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6pMv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+UmsUA&#10;AADdAAAADwAAAGRycy9kb3ducmV2LnhtbESPT4vCMBTE7wt+h/AEb2taBZFqFBUWFmUP/kE8Pptn&#10;W9q8lCRq/fYbYWGPw8z8hpkvO9OIBzlfWVaQDhMQxLnVFRcKTsevzykIH5A1NpZJwYs8LBe9jzlm&#10;2j55T49DKESEsM9QQRlCm0np85IM+qFtiaN3s85giNIVUjt8Rrhp5ChJJtJgxXGhxJY2JeX14W4U&#10;XO47vv2Mtyu3DmfbHX09uk5rpQb9bjUDEagL/+G/9rdWMBmnKbzfx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v5Sa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ewP8cA&#10;AADdAAAADwAAAGRycy9kb3ducmV2LnhtbESPQWvCQBSE74X+h+UJvTUb01Y0ukotCL0I1fZQb8/s&#10;Mwlm36a7q0Z/vSsIPQ4z8w0zmXWmEUdyvrasoJ+kIIgLq2suFfx8L56HIHxA1thYJgVn8jCbPj5M&#10;MNf2xCs6rkMpIoR9jgqqENpcSl9UZNAntiWO3s46gyFKV0rt8BThppFZmg6kwZrjQoUtfVRU7NcH&#10;o2A+Gs7/vl55eVltN7T53e7fMpcq9dTr3scgAnXhP3xvf2oFg5d+Br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3sD/HAAAA3QAAAA8AAAAAAAAAAAAAAAAAmAIAAGRy&#10;cy9kb3ducmV2LnhtbFBLBQYAAAAABAAEAPUAAACMAwAAAAA=&#10;" fillcolor="black" stroked="f"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fvpcUA&#10;AADdAAAADwAAAGRycy9kb3ducmV2LnhtbESPwWrDMBBE74X8g9hAb42cGkJxowQTCCk9OWlLrxtr&#10;a5laKyOpivv3UaDQ4zAzb5j1drKDSORD71jBclGAIG6d7rlT8P62f3gCESKyxsExKfilANvN7G6N&#10;lXYXPlI6xU5kCIcKFZgYx0rK0BqyGBZuJM7el/MWY5a+k9rjJcPtIB+LYiUt9pwXDI60M9R+n36s&#10;gnTeNXWZPpM5vvq68645fJwbpe7nU/0MItIU/8N/7RetYFUuS7i9yU9Ab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x++l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mXI8cA&#10;AADdAAAADwAAAGRycy9kb3ducmV2LnhtbESPQUvDQBSE70L/w/KE3tpNrASN3RYpKtZLayzU4yP7&#10;zIZm34bsmqb99V2h4HGYmW+Y+XKwjeip87VjBek0AUFcOl1zpWD39Tp5AOEDssbGMSk4kYflYnQz&#10;x1y7I39SX4RKRAj7HBWYENpcSl8asuinriWO3o/rLIYou0rqDo8Rbht5lySZtFhzXDDY0spQeSh+&#10;rQKfrl72H/b82H+/Gd4Ua5NtK6PU+HZ4fgIRaAj/4Wv7XSvIZuk9/L2JT0Au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plyP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D7C17" w:rsidRDefault="004D7C17" w:rsidP="004D7C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D7C17" w:rsidRPr="00062C82" w:rsidRDefault="004D7C17" w:rsidP="004D7C17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4D7C17" w:rsidRPr="00062C82" w:rsidRDefault="004D7C17" w:rsidP="004D7C17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ХХХІІІ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4D7C17" w:rsidRPr="00062C82" w:rsidRDefault="004D7C17" w:rsidP="004D7C17">
      <w:pPr>
        <w:tabs>
          <w:tab w:val="left" w:pos="4424"/>
        </w:tabs>
        <w:rPr>
          <w:rFonts w:ascii="Times New Roman" w:hAnsi="Times New Roman" w:cs="Times New Roman"/>
        </w:rPr>
      </w:pPr>
    </w:p>
    <w:p w:rsidR="004D7C17" w:rsidRPr="00062C82" w:rsidRDefault="004D7C17" w:rsidP="004D7C17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4D7C17" w:rsidRPr="00062C82" w:rsidRDefault="004D7C17" w:rsidP="004D7C17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4D7C17" w:rsidRPr="00062C82" w:rsidRDefault="004D7C17" w:rsidP="004D7C17">
      <w:pPr>
        <w:tabs>
          <w:tab w:val="left" w:pos="4424"/>
        </w:tabs>
        <w:rPr>
          <w:rFonts w:ascii="Times New Roman" w:hAnsi="Times New Roman" w:cs="Times New Roman"/>
        </w:rPr>
      </w:pPr>
    </w:p>
    <w:p w:rsidR="004D7C17" w:rsidRPr="00062C82" w:rsidRDefault="004D7C17" w:rsidP="004D7C17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4D7C17" w:rsidRPr="00062C82" w:rsidRDefault="004D7C17" w:rsidP="004D7C17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4D7C17" w:rsidRPr="00062C82" w:rsidRDefault="004D7C17" w:rsidP="004D7C17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4D7C17" w:rsidRPr="00062C82" w:rsidRDefault="004D7C17" w:rsidP="004D7C17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r>
        <w:rPr>
          <w:rFonts w:ascii="Times New Roman" w:hAnsi="Times New Roman" w:cs="Times New Roman"/>
          <w:b/>
        </w:rPr>
        <w:t>Гуменюка В.С.</w:t>
      </w:r>
    </w:p>
    <w:p w:rsidR="004D7C17" w:rsidRPr="00062C82" w:rsidRDefault="004D7C17" w:rsidP="004D7C17">
      <w:pPr>
        <w:tabs>
          <w:tab w:val="left" w:pos="4424"/>
        </w:tabs>
        <w:rPr>
          <w:rFonts w:ascii="Times New Roman" w:hAnsi="Times New Roman" w:cs="Times New Roman"/>
        </w:rPr>
      </w:pPr>
    </w:p>
    <w:p w:rsidR="004D7C17" w:rsidRDefault="004D7C17" w:rsidP="004D7C17">
      <w:pPr>
        <w:tabs>
          <w:tab w:val="left" w:pos="4424"/>
        </w:tabs>
        <w:rPr>
          <w:rFonts w:ascii="Times New Roman" w:hAnsi="Times New Roman" w:cs="Times New Roman"/>
        </w:rPr>
      </w:pPr>
    </w:p>
    <w:p w:rsidR="004D7C17" w:rsidRDefault="004D7C17" w:rsidP="004D7C17">
      <w:pPr>
        <w:tabs>
          <w:tab w:val="left" w:pos="4424"/>
        </w:tabs>
        <w:rPr>
          <w:rFonts w:ascii="Times New Roman" w:hAnsi="Times New Roman" w:cs="Times New Roman"/>
        </w:rPr>
      </w:pPr>
    </w:p>
    <w:p w:rsidR="004D7C17" w:rsidRPr="006C55B2" w:rsidRDefault="004D7C17" w:rsidP="004D7C17">
      <w:pPr>
        <w:jc w:val="both"/>
        <w:rPr>
          <w:rFonts w:ascii="Times New Roman" w:hAnsi="Times New Roman" w:cs="Times New Roman"/>
        </w:rPr>
      </w:pPr>
      <w:r w:rsidRPr="006C55B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</w:t>
      </w:r>
      <w:r>
        <w:rPr>
          <w:rFonts w:ascii="Times New Roman" w:hAnsi="Times New Roman" w:cs="Times New Roman"/>
        </w:rPr>
        <w:t>озглянувши заяву   Гуменюка  В.С.</w:t>
      </w:r>
      <w:r w:rsidRPr="006C55B2">
        <w:rPr>
          <w:rFonts w:ascii="Times New Roman" w:hAnsi="Times New Roman" w:cs="Times New Roman"/>
        </w:rPr>
        <w:t>, сільська  рада ВИРІШИЛА:</w:t>
      </w:r>
    </w:p>
    <w:p w:rsidR="004D7C17" w:rsidRPr="006C55B2" w:rsidRDefault="004D7C17" w:rsidP="004D7C17">
      <w:pPr>
        <w:jc w:val="both"/>
        <w:rPr>
          <w:rFonts w:ascii="Times New Roman" w:hAnsi="Times New Roman" w:cs="Times New Roman"/>
        </w:rPr>
      </w:pPr>
    </w:p>
    <w:p w:rsidR="004D7C17" w:rsidRPr="005F05B8" w:rsidRDefault="004D7C17" w:rsidP="004D7C17">
      <w:pPr>
        <w:jc w:val="both"/>
        <w:rPr>
          <w:rFonts w:ascii="Times New Roman" w:hAnsi="Times New Roman" w:cs="Times New Roman"/>
          <w:color w:val="auto"/>
        </w:rPr>
      </w:pPr>
      <w:r w:rsidRPr="006C55B2">
        <w:rPr>
          <w:rFonts w:ascii="Times New Roman" w:hAnsi="Times New Roman" w:cs="Times New Roman"/>
        </w:rPr>
        <w:t xml:space="preserve">      1. Затверди</w:t>
      </w:r>
      <w:r>
        <w:rPr>
          <w:rFonts w:ascii="Times New Roman" w:hAnsi="Times New Roman" w:cs="Times New Roman"/>
        </w:rPr>
        <w:t>ти  Гуменюку Володимиру Сергійовичу,  який  зареєстрований</w:t>
      </w:r>
      <w:r w:rsidRPr="006C55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 адресою: </w:t>
      </w:r>
      <w:r w:rsidR="00E4274D" w:rsidRPr="00E4274D">
        <w:rPr>
          <w:rFonts w:ascii="Times New Roman" w:hAnsi="Times New Roman" w:cs="Times New Roman"/>
        </w:rPr>
        <w:t>_____________</w:t>
      </w:r>
      <w:r w:rsidRPr="006C55B2">
        <w:rPr>
          <w:rFonts w:ascii="Times New Roman" w:hAnsi="Times New Roman" w:cs="Times New Roman"/>
        </w:rPr>
        <w:t xml:space="preserve">,  ідентифікаційний номер </w:t>
      </w:r>
      <w:r w:rsidR="00E4274D" w:rsidRPr="00E4274D">
        <w:rPr>
          <w:rFonts w:ascii="Times New Roman" w:hAnsi="Times New Roman" w:cs="Times New Roman"/>
          <w:color w:val="auto"/>
        </w:rPr>
        <w:t>___________</w:t>
      </w:r>
      <w:r w:rsidRPr="006C55B2">
        <w:rPr>
          <w:rFonts w:ascii="Times New Roman" w:hAnsi="Times New Roman" w:cs="Times New Roman"/>
        </w:rPr>
        <w:t xml:space="preserve">, 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</w:t>
      </w:r>
      <w:r>
        <w:rPr>
          <w:rFonts w:ascii="Times New Roman" w:hAnsi="Times New Roman" w:cs="Times New Roman"/>
        </w:rPr>
        <w:t>0,3395</w:t>
      </w:r>
      <w:r w:rsidRPr="006C55B2">
        <w:rPr>
          <w:rFonts w:ascii="Times New Roman" w:hAnsi="Times New Roman" w:cs="Times New Roman"/>
        </w:rPr>
        <w:t xml:space="preserve">га, (кадастровий номер: </w:t>
      </w:r>
      <w:r>
        <w:rPr>
          <w:rFonts w:ascii="Times New Roman" w:hAnsi="Times New Roman" w:cs="Times New Roman"/>
          <w:color w:val="auto"/>
        </w:rPr>
        <w:t>6823984000:03:012:0150</w:t>
      </w:r>
      <w:r w:rsidRPr="005F05B8">
        <w:rPr>
          <w:rFonts w:ascii="Times New Roman" w:hAnsi="Times New Roman" w:cs="Times New Roman"/>
          <w:color w:val="auto"/>
        </w:rPr>
        <w:t xml:space="preserve">), для ведення товарного сільськогосподарського виробництва, яка розташована Хмельницька область, </w:t>
      </w:r>
      <w:proofErr w:type="spellStart"/>
      <w:r w:rsidRPr="005F05B8">
        <w:rPr>
          <w:rFonts w:ascii="Times New Roman" w:hAnsi="Times New Roman" w:cs="Times New Roman"/>
          <w:color w:val="auto"/>
        </w:rPr>
        <w:t>Славутський</w:t>
      </w:r>
      <w:proofErr w:type="spellEnd"/>
      <w:r w:rsidRPr="005F05B8">
        <w:rPr>
          <w:rFonts w:ascii="Times New Roman" w:hAnsi="Times New Roman" w:cs="Times New Roman"/>
          <w:color w:val="auto"/>
        </w:rPr>
        <w:t xml:space="preserve">  район,  </w:t>
      </w:r>
      <w:proofErr w:type="spellStart"/>
      <w:r w:rsidRPr="005F05B8">
        <w:rPr>
          <w:rFonts w:ascii="Times New Roman" w:hAnsi="Times New Roman" w:cs="Times New Roman"/>
          <w:color w:val="auto"/>
        </w:rPr>
        <w:t>Крупецька</w:t>
      </w:r>
      <w:proofErr w:type="spellEnd"/>
      <w:r w:rsidRPr="005F05B8">
        <w:rPr>
          <w:rFonts w:ascii="Times New Roman" w:hAnsi="Times New Roman" w:cs="Times New Roman"/>
          <w:color w:val="auto"/>
        </w:rPr>
        <w:t xml:space="preserve"> сільська рада. </w:t>
      </w:r>
    </w:p>
    <w:p w:rsidR="004D7C17" w:rsidRPr="005F05B8" w:rsidRDefault="004D7C17" w:rsidP="004D7C17">
      <w:pPr>
        <w:jc w:val="both"/>
        <w:rPr>
          <w:rFonts w:ascii="Times New Roman" w:hAnsi="Times New Roman" w:cs="Times New Roman"/>
          <w:color w:val="auto"/>
        </w:rPr>
      </w:pPr>
      <w:r w:rsidRPr="005F05B8">
        <w:rPr>
          <w:rFonts w:ascii="Times New Roman" w:hAnsi="Times New Roman" w:cs="Times New Roman"/>
          <w:color w:val="auto"/>
        </w:rPr>
        <w:t xml:space="preserve">      2. Гуменюк</w:t>
      </w:r>
      <w:r>
        <w:rPr>
          <w:rFonts w:ascii="Times New Roman" w:hAnsi="Times New Roman" w:cs="Times New Roman"/>
          <w:color w:val="auto"/>
        </w:rPr>
        <w:t>у В.С</w:t>
      </w:r>
      <w:r w:rsidRPr="005F05B8">
        <w:rPr>
          <w:rFonts w:ascii="Times New Roman" w:hAnsi="Times New Roman" w:cs="Times New Roman"/>
          <w:color w:val="auto"/>
        </w:rPr>
        <w:t>., посвідчити своє право  в  установленому  законом  порядку.</w:t>
      </w:r>
    </w:p>
    <w:p w:rsidR="004D7C17" w:rsidRPr="006C55B2" w:rsidRDefault="004D7C17" w:rsidP="004D7C17">
      <w:pPr>
        <w:jc w:val="both"/>
        <w:rPr>
          <w:rFonts w:ascii="Times New Roman" w:hAnsi="Times New Roman" w:cs="Times New Roman"/>
        </w:rPr>
      </w:pPr>
      <w:r w:rsidRPr="005F05B8">
        <w:rPr>
          <w:rFonts w:ascii="Times New Roman" w:hAnsi="Times New Roman" w:cs="Times New Roman"/>
          <w:color w:val="auto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</w:t>
      </w:r>
      <w:r w:rsidRPr="006C55B2">
        <w:rPr>
          <w:rFonts w:ascii="Times New Roman" w:hAnsi="Times New Roman" w:cs="Times New Roman"/>
        </w:rPr>
        <w:t>планування території, будівництва, архітектури, охорони пам’яток, історичного середовища та благоустрою (Денисюк Т.В.).</w:t>
      </w:r>
    </w:p>
    <w:p w:rsidR="004D7C17" w:rsidRDefault="004D7C17" w:rsidP="004D7C17">
      <w:pPr>
        <w:tabs>
          <w:tab w:val="left" w:pos="4424"/>
        </w:tabs>
        <w:rPr>
          <w:rFonts w:ascii="Times New Roman" w:hAnsi="Times New Roman" w:cs="Times New Roman"/>
        </w:rPr>
      </w:pPr>
    </w:p>
    <w:p w:rsidR="004D7C17" w:rsidRPr="004D7C17" w:rsidRDefault="004D7C17" w:rsidP="004D7C17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4D7C17" w:rsidRPr="00062C82" w:rsidRDefault="004D7C17" w:rsidP="004D7C17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3A46E8" w:rsidRPr="004D7C17" w:rsidRDefault="004D7C17" w:rsidP="004D7C17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>Сільський  голова                                                                                             В.А.</w:t>
      </w:r>
      <w:proofErr w:type="spellStart"/>
      <w:r w:rsidRPr="00062C82">
        <w:rPr>
          <w:rFonts w:ascii="Times New Roman" w:hAnsi="Times New Roman" w:cs="Times New Roman"/>
        </w:rPr>
        <w:t>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3A46E8" w:rsidRPr="004D7C17" w:rsidSect="003A46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D7C17"/>
    <w:rsid w:val="00171A2E"/>
    <w:rsid w:val="00304C90"/>
    <w:rsid w:val="003A46E8"/>
    <w:rsid w:val="004A544C"/>
    <w:rsid w:val="004D7C17"/>
    <w:rsid w:val="00505B6D"/>
    <w:rsid w:val="006D3977"/>
    <w:rsid w:val="007D6C18"/>
    <w:rsid w:val="00A4258C"/>
    <w:rsid w:val="00D1641A"/>
    <w:rsid w:val="00DD1AA8"/>
    <w:rsid w:val="00E42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7C1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266</Words>
  <Characters>1519</Characters>
  <Application>Microsoft Office Word</Application>
  <DocSecurity>0</DocSecurity>
  <Lines>12</Lines>
  <Paragraphs>3</Paragraphs>
  <ScaleCrop>false</ScaleCrop>
  <Company>Microsoft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2020-02-13T11:25:00Z</dcterms:created>
  <dcterms:modified xsi:type="dcterms:W3CDTF">2020-02-13T12:12:00Z</dcterms:modified>
</cp:coreProperties>
</file>