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4CF" w:rsidRDefault="007A74CF" w:rsidP="007A7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>
        <w:rPr>
          <w:rFonts w:ascii="Times New Roman" w:eastAsia="SimSun" w:hAnsi="Times New Roman" w:cs="Times New Roman"/>
          <w:sz w:val="24"/>
          <w:szCs w:val="24"/>
          <w:lang w:val="ru-RU" w:eastAsia="zh-CN"/>
        </w:rPr>
        <w:t>ПРОЕКТ</w:t>
      </w:r>
    </w:p>
    <w:p w:rsidR="007A74CF" w:rsidRPr="00694EED" w:rsidRDefault="007A74CF" w:rsidP="007A7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 w:rsidRPr="00694EED"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0918EF3" wp14:editId="2B25EA3A">
                <wp:simplePos x="0" y="0"/>
                <wp:positionH relativeFrom="margin">
                  <wp:posOffset>2867025</wp:posOffset>
                </wp:positionH>
                <wp:positionV relativeFrom="paragraph">
                  <wp:posOffset>75565</wp:posOffset>
                </wp:positionV>
                <wp:extent cx="418465" cy="612140"/>
                <wp:effectExtent l="0" t="0" r="635" b="0"/>
                <wp:wrapNone/>
                <wp:docPr id="16298" name="Группа 162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8465" cy="612140"/>
                          <a:chOff x="0" y="0"/>
                          <a:chExt cx="1142" cy="1718"/>
                        </a:xfrm>
                      </wpg:grpSpPr>
                      <wps:wsp>
                        <wps:cNvPr id="16299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74CF" w:rsidRDefault="007A74CF" w:rsidP="007A74C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00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74CF" w:rsidRDefault="007A74CF" w:rsidP="007A74C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01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74CF" w:rsidRDefault="007A74CF" w:rsidP="007A74C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02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74CF" w:rsidRDefault="007A74CF" w:rsidP="007A74C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03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74CF" w:rsidRDefault="007A74CF" w:rsidP="007A74C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04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74CF" w:rsidRDefault="007A74CF" w:rsidP="007A74C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05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74CF" w:rsidRDefault="007A74CF" w:rsidP="007A74C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06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74CF" w:rsidRDefault="007A74CF" w:rsidP="007A74C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07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74CF" w:rsidRDefault="007A74CF" w:rsidP="007A74C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08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74CF" w:rsidRDefault="007A74CF" w:rsidP="007A74C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09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74CF" w:rsidRDefault="007A74CF" w:rsidP="007A74C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10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74CF" w:rsidRDefault="007A74CF" w:rsidP="007A74C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11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74CF" w:rsidRDefault="007A74CF" w:rsidP="007A74C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12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74CF" w:rsidRDefault="007A74CF" w:rsidP="007A74C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13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74CF" w:rsidRDefault="007A74CF" w:rsidP="007A74C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14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74CF" w:rsidRDefault="007A74CF" w:rsidP="007A74C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15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74CF" w:rsidRDefault="007A74CF" w:rsidP="007A74C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16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74CF" w:rsidRDefault="007A74CF" w:rsidP="007A74C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17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74CF" w:rsidRDefault="007A74CF" w:rsidP="007A74C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18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74CF" w:rsidRDefault="007A74CF" w:rsidP="007A74C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19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74CF" w:rsidRDefault="007A74CF" w:rsidP="007A74C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20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74CF" w:rsidRDefault="007A74CF" w:rsidP="007A74C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21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74CF" w:rsidRDefault="007A74CF" w:rsidP="007A74C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22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74CF" w:rsidRDefault="007A74CF" w:rsidP="007A74C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23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74CF" w:rsidRDefault="007A74CF" w:rsidP="007A74C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24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74CF" w:rsidRDefault="007A74CF" w:rsidP="007A74C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25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74CF" w:rsidRDefault="007A74CF" w:rsidP="007A74C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26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74CF" w:rsidRDefault="007A74CF" w:rsidP="007A74C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27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74CF" w:rsidRDefault="007A74CF" w:rsidP="007A74C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28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74CF" w:rsidRDefault="007A74CF" w:rsidP="007A74C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6298" o:spid="_x0000_s1026" style="position:absolute;margin-left:225.75pt;margin-top:5.95pt;width:32.95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nEzcMA&#10;AADeAAAADwAAAGRycy9kb3ducmV2LnhtbERPTWvCQBC9F/wPyxR6q5tGsDF1DUFs8SCURL0P2TEJ&#10;zc6G7Krpv3cFwds83ucss9F04kKDay0r+JhGIIgrq1uuFRz23+8JCOeRNXaWScE/OchWk5clptpe&#10;uaBL6WsRQtilqKDxvk+ldFVDBt3U9sSBO9nBoA9wqKUe8BrCTSfjKJpLgy2HhgZ7WjdU/ZVno8DO&#10;fra7Yx0Xsw1/es5/k9Nx3Cn19jrmXyA8jf4pfri3Osyfx4sF3N8JN8jV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jnEzcMAAADe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A74CF" w:rsidRDefault="007A74CF" w:rsidP="007A74CF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xF6ckA&#10;AADeAAAADwAAAGRycy9kb3ducmV2LnhtbESPT0sDMRDF74LfIYzgpdisFrZ1bVqksP47CK2C12Ez&#10;blY3kyWJ7baf3jkI3maYN++933I9+l7tKaYusIHraQGKuAm249bA+1t9tQCVMrLFPjAZOFKC9er8&#10;bImVDQfe0n6XWyUmnCo04HIeKq1T48hjmoaBWG6fIXrMssZW24gHMfe9vimKUnvsWBIcDrRx1Hzv&#10;fryBr/rVfWzmp4c4ud3SaVK/PPbPpTGXF+P9HahMY/4X/30/WalfzgoBEByZQa9+A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CyxF6c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A74CF" w:rsidRDefault="007A74CF" w:rsidP="007A74CF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NEc8UA&#10;AADeAAAADwAAAGRycy9kb3ducmV2LnhtbESP0YrCMBBF3xf8hzDCvixr6goitVFkWUV8Eet+wNBM&#10;m2IzKU209e+NIPg2w71zz51sPdhG3KjztWMF00kCgrhwuuZKwf95+70A4QOyxsYxKbiTh/Vq9JFh&#10;ql3PJ7rloRIxhH2KCkwIbSqlLwxZ9BPXEketdJ3FENeukrrDPobbRv4kyVxarDkSDLb0a6i45Fcb&#10;IccZHg9lf97uBuzx72D4a3NS6nM8bJYgAg3hbX5d73WsP58lU3i+E2eQq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c0Rz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A74CF" w:rsidRDefault="007A74CF" w:rsidP="007A74CF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XPPsQA&#10;AADeAAAADwAAAGRycy9kb3ducmV2LnhtbERPTUvDQBC9C/0PyxS82Y1Ro8Rui1QFEXpoK4i3ITtN&#10;gtnZZXds4r93BcHbPN7nLNeTG9SJYuo9G7hcFKCIG297bg28HZ4v7kAlQbY4eCYD35RgvZqdLbG2&#10;fuQdnfbSqhzCqUYDnUiotU5NRw7TwgfizB19dCgZxlbbiGMOd4Mui6LSDnvODR0G2nTUfO6/nIHt&#10;+BReb6ubY/iI16VOj1beN2LM+Xx6uAclNMm/+M/9YvP86qoo4fedfINe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8lzz7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A74CF" w:rsidRDefault="007A74CF" w:rsidP="007A74CF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1/n8UA&#10;AADeAAAADwAAAGRycy9kb3ducmV2LnhtbESP3YrCMBCF74V9hzAL3siaakGk21RkURFvxJ8HGJqx&#10;KdtMShNtfXsjLOzdDOfM+c7kq8E24kGdrx0rmE0TEMSl0zVXCq6X7dcShA/IGhvHpOBJHlbFxyjH&#10;TLueT/Q4h0rEEPYZKjAhtJmUvjRk0U9dSxy1m+sshrh2ldQd9jHcNnKeJAtpseZIMNjSj6Hy93y3&#10;EXJM8Xi49ZftbsAeNwfDk/VJqfHnsP4GEWgI/+a/672O9RdpksL7nTiDLF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7X+f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A74CF" w:rsidRDefault="007A74CF" w:rsidP="007A74CF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4Dy0cQA&#10;AADeAAAADwAAAGRycy9kb3ducmV2LnhtbERPTUsDMRC9C/6HMII3m7XWVbZNi1SFIniwFoq3YTPd&#10;XbqZhGTsrv/eFARv83ifs1iNrlcniqnzbOB2UoAirr3tuDGw+3y9eQSVBNli75kM/FCC1fLyYoGV&#10;9QN/0GkrjcohnCo00IqESutUt+QwTXwgztzBR4eSYWy0jTjkcNfraVGU2mHHuaHFQOuW6uP22xl4&#10;H17C20N5fwhfcTbV6dnKfi3GXF+NT3NQQqP8i//cG5vnl3fFDM7v5Bv0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+A8tH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A74CF" w:rsidRDefault="007A74CF" w:rsidP="007A74CF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lKo8QA&#10;AADeAAAADwAAAGRycy9kb3ducmV2LnhtbERP32vCMBB+H/g/hBv4MjR1okhnFBWCgoMxFfZ6NGdb&#10;1lxKktn635vBYG/38f285bq3jbiRD7VjBZNxBoK4cKbmUsHlrEcLECEiG2wck4I7BVivBk9LzI3r&#10;+JNup1iKFMIhRwVVjG0uZSgqshjGriVO3NV5izFBX0rjsUvhtpGvWTaXFmtODRW2tKuo+D79WAXb&#10;j66c+pdi27vjdf8109rod63U8LnfvIGI1Md/8Z/7YNL8+TSbwe876Qa5e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XJSqPEAAAA3g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A74CF" w:rsidRDefault="007A74CF" w:rsidP="007A74CF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ueK8MA&#10;AADeAAAADwAAAGRycy9kb3ducmV2LnhtbERPS2rDMBDdB3IHMYXuErlpY4IbOYQUQynd5HOAwZpY&#10;rq2RkRTHvX1VKHQ3j/ed7W6yvRjJh9axgqdlBoK4drrlRsHlXC02IEJE1tg7JgXfFGBXzmdbLLS7&#10;85HGU2xECuFQoAIT41BIGWpDFsPSDcSJuzpvMSboG6k93lO47eUqy3JpseXUYHCgg6G6O92sgupj&#10;9Tl2N+0rt59eLK3N1+bNKPX4MO1fQUSa4r/4z/2u0/z8Ocvh9510gyx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SueK8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A74CF" w:rsidRDefault="007A74CF" w:rsidP="007A74CF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dxT8UA&#10;AADeAAAADwAAAGRycy9kb3ducmV2LnhtbERP32vCMBB+H+x/CDfwRTSdMh3VKHMQHGww1IGvR3O2&#10;Zc2lJNHW/94MhL3dx/fzluveNuJCPtSOFTyPMxDEhTM1lwp+Dnr0CiJEZIONY1JwpQDr1ePDEnPj&#10;Ot7RZR9LkUI45KigirHNpQxFRRbD2LXEiTs5bzEm6EtpPHYp3DZykmUzabHm1FBhS+8VFb/7s1Ww&#10;+e7KqR8Wm959nrbHF62N/tJKDZ76twWISH38F9/dHybNn02zOfy9k26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V3FP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A74CF" w:rsidRDefault="007A74CF" w:rsidP="007A74CF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vwsYA&#10;AADeAAAADwAAAGRycy9kb3ducmV2LnhtbESPQW/CMAyF75P2HyJP2m2kMIZQISC0qRKadhnbD7Aa&#10;0xQap0pCKf9+PiDtZus9v/d5vR19pwaKqQ1sYDopQBHXwbbcGPj9qV6WoFJGttgFJgM3SrDdPD6s&#10;sbThyt80HHKjJIRTiQZczn2pdaodeUyT0BOLdgzRY5Y1NtpGvEq47/SsKBbaY8vS4LCnd0f1+XDx&#10;BqrP2ddwvthYhd049/TmTssPZ8zz07hbgco05n/z/XpvBX/xWgivvCMz6M0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/ivwsYAAADe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A74CF" w:rsidRDefault="007A74CF" w:rsidP="007A74CF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qUscAA&#10;AADeAAAADwAAAGRycy9kb3ducmV2LnhtbERPzYrCMBC+L/gOYQRva6KuotUoIijr0e4+wNCMbbGZ&#10;1Cba+vZGELzNx/c7q01nK3GnxpeONYyGCgRx5kzJuYb/v/33HIQPyAYrx6ThQR42697XChPjWj7R&#10;PQ25iCHsE9RQhFAnUvqsIIt+6GriyJ1dYzFE2OTSNNjGcFvJsVIzabHk2FBgTbuCskt6sxp+Hu3h&#10;mk4vam8sjY6T+sghm2o96HfbJYhAXfiI3+5fE+fPJmoBr3fiDXL9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nqUscAAAADe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A74CF" w:rsidRDefault="007A74CF" w:rsidP="007A74CF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Ju9XsUA&#10;AADeAAAADwAAAGRycy9kb3ducmV2LnhtbESPQWvCQBCF7wX/wzKCt7pRIbTRVURRpKc2Vc9DdkyC&#10;2dmQXTX+e+dQ6G2GefPe+xar3jXqTl2oPRuYjBNQxIW3NZcGjr+79w9QISJbbDyTgScFWC0HbwvM&#10;rH/wD93zWCox4ZChgSrGNtM6FBU5DGPfEsvt4juHUdau1LbDh5i7Rk+TJNUOa5aEClvaVFRc85sz&#10;cEvP0yNfvux3vn3uP7e7ddCn0pjRsF/PQUXq47/47/tgpX46mwiA4MgMevk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m71exQAAAN4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A74CF" w:rsidRDefault="007A74CF" w:rsidP="007A74CF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io2MYA&#10;AADeAAAADwAAAGRycy9kb3ducmV2LnhtbERPS2vCQBC+C/0PyxR6002qBE1dpS0U1IPi6+Btmp0m&#10;abOzaXbV+O9dQfA2H99zxtPWVOJEjSstK4h7EQjizOqScwW77Vd3CMJ5ZI2VZVJwIQfTyVNnjKm2&#10;Z17TaeNzEULYpaig8L5OpXRZQQZdz9bEgfuxjUEfYJNL3eA5hJtKvkZRIg2WHBoKrOmzoOxvczQK&#10;9qthMlp9zAe/i+U39o3+P+gyUerluX1/A+Gp9Q/x3T3TYX7Sj2O4vRNuk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Lio2M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A74CF" w:rsidRDefault="007A74CF" w:rsidP="007A74CF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OhO8QA&#10;AADeAAAADwAAAGRycy9kb3ducmV2LnhtbERPS2vCQBC+C/0PyxR6MxujBIlZpQ8aiydrC70O2TEJ&#10;zc6G7FYTf71bELzNx/ecfDOYVpyod41lBbMoBkFcWt1wpeD76326BOE8ssbWMikYycFm/TDJMdP2&#10;zJ90OvhKhBB2GSqove8yKV1Zk0EX2Y44cEfbG/QB9pXUPZ5DuGllEsepNNhwaKixo9eayt/Dn1Fw&#10;SX9w77bJy9tcexoXy8Lu9oVST4/D8wqEp8HfxTf3hw7z0/ksgf93wg1yf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SToTv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A74CF" w:rsidRDefault="007A74CF" w:rsidP="007A74CF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ZtDsQA&#10;AADeAAAADwAAAGRycy9kb3ducmV2LnhtbERPzWrCQBC+F/oOyxR6qxuNFY2uQcRCb63RBxiy4yaY&#10;nU2y25j26buFgrf5+H5nk4+2EQP1vnasYDpJQBCXTtdsFJxPby9LED4ga2wck4Jv8pBvHx82mGl3&#10;4yMNRTAihrDPUEEVQptJ6cuKLPqJa4kjd3G9xRBhb6Tu8RbDbSNnSbKQFmuODRW2tK+ovBZfVkHn&#10;Zq96LA74cT2sPmtj5t3Pca7U89O4W4MINIa7+N/9ruP8RTpN4e+deIP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nmbQ7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A74CF" w:rsidRDefault="007A74CF" w:rsidP="007A74CF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OTkcQA&#10;AADeAAAADwAAAGRycy9kb3ducmV2LnhtbERPPW/CMBDdK/EfrEPqVpxACTTFQW2lSqzQDh0P+0gC&#10;8TnELqT8eoyE1O2e3uctlr1txIk6XztWkI4SEMTamZpLBd9fn09zED4gG2wck4I/8rAsBg8LzI07&#10;85pOm1CKGMI+RwVVCG0updcVWfQj1xJHbuc6iyHCrpSmw3MMt40cJ0kmLdYcGyps6aMifdj8WgWr&#10;ekvTTO9e7Pxdr38uxzCZ7Y1Sj8P+7RVEoD78i+/ulYnzs0n6DLd34g2yu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izk5H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A74CF" w:rsidRDefault="007A74CF" w:rsidP="007A74CF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7P3ccA&#10;AADeAAAADwAAAGRycy9kb3ducmV2LnhtbERPXWvCQBB8L/gfjhX6Vi+xVDR6hlootNQKfqCvS27N&#10;BXN7IXeN8d/3CkLfZnd2ZnYWeW9r0VHrK8cK0lECgrhwuuJSwWH//jQF4QOyxtoxKbiRh3w5eFhg&#10;pt2Vt9TtQimiCfsMFZgQmkxKXxiy6EeuIY7c2bUWQxzbUuoWr9Hc1nKcJBNpseKYYLChN0PFZfdj&#10;FXS4uSUns/qefVbrYrxZHb903KvHYf86BxGoD//Hd/WHju9PntMX+KsTMcjl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Dez93HAAAA3gAAAA8AAAAAAAAAAAAAAAAAmAIAAGRy&#10;cy9kb3ducmV2LnhtbFBLBQYAAAAABAAEAPUAAACM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A74CF" w:rsidRDefault="007A74CF" w:rsidP="007A74CF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GOMMMA&#10;AADeAAAADwAAAGRycy9kb3ducmV2LnhtbERPTUvDQBC9C/0PyxS82U0jBIndFhFaPGr04HHMTrOp&#10;2Zmwu22iv94VBG/zeJ+z2c1+UBcKsRc2sF4VoIhbsT13Bt5e9zd3oGJCtjgIk4EvirDbLq42WFuZ&#10;+IUuTepUDuFYowGX0lhrHVtHHuNKRuLMHSV4TBmGTtuAUw73gy6LotIee84NDkd6dNR+NmdvYDq0&#10;H6fy+G7ddxhl3zzLqRzEmOvl/HAPKtGc/sV/7ieb51e36wp+38k36O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QGOMM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A74CF" w:rsidRDefault="007A74CF" w:rsidP="007A74CF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U7vMQA&#10;AADeAAAADwAAAGRycy9kb3ducmV2LnhtbERP22oCMRB9L/Qfwgi+1awKKqtRrBcopSLe3sfNuLtt&#10;Mlk2Ude/b4RC3+ZwrjOZNdaIG9W+dKyg20lAEGdOl5wrOB7WbyMQPiBrNI5JwYM8zKavLxNMtbvz&#10;jm77kIsYwj5FBUUIVSqlzwqy6DuuIo7cxdUWQ4R1LnWN9xhujewlyUBaLDk2FFjRoqDsZ3+1Ctbb&#10;pfnubXbzkwyL1fBsRp/vyy+l2q1mPgYRqAn/4j/3h47zB/3uEJ7vxBvk9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q1O7z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A74CF" w:rsidRDefault="007A74CF" w:rsidP="007A74CF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xyWscA&#10;AADeAAAADwAAAGRycy9kb3ducmV2LnhtbESPQWvCQBCF7wX/wzKCl6IbKxWJriJCUaGFVgWvY3ZM&#10;gtnZkF1j/PedQ6G3Gd6b975ZrDpXqZaaUHo2MB4loIgzb0vODZyOH8MZqBCRLVaeycCTAqyWvZcF&#10;ptY/+IfaQ8yVhHBI0UARY51qHbKCHIaRr4lFu/rGYZS1ybVt8CHhrtJvSTLVDkuWhgJr2hSU3Q53&#10;Z6D9/rzkuzbU+9vsNbxPLtvtlz0bM+h36zmoSF38N/9d76zgTydj4ZV3ZAa9/A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jcclrHAAAA3g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A74CF" w:rsidRDefault="007A74CF" w:rsidP="007A74CF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yp3MYA&#10;AADeAAAADwAAAGRycy9kb3ducmV2LnhtbERPTWvCQBC9F/wPyxS81Y3aisasooVCL4Vqe9DbJDtN&#10;gtnZdHerqb/eFQRv83ifky0704gjOV9bVjAcJCCIC6trLhV8f709TUH4gKyxsUwK/snDctF7yDDV&#10;9sQbOm5DKWII+xQVVCG0qZS+qMigH9iWOHI/1hkMEbpSaoenGG4aOUqSiTRYc2yosKXXiorD9s8o&#10;WM+m69/PZ/44b/I97Xf54WXkEqX6j91qDiJQF+7im/tdx/mT8XAG13fiDXJx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vyp3MYAAADeAAAADwAAAAAAAAAAAAAAAACYAgAAZHJz&#10;L2Rvd25yZXYueG1sUEsFBgAAAAAEAAQA9QAAAIsDAAAAAA==&#10;" fillcolor="black" stroked="f">
                  <v:textbox>
                    <w:txbxContent>
                      <w:p w:rsidR="007A74CF" w:rsidRDefault="007A74CF" w:rsidP="007A74CF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nE/MkA&#10;AADeAAAADwAAAGRycy9kb3ducmV2LnhtbESPS0/DMBCE70j9D9ZW4kYdgoiqtG5FeUhIlEMfhx6X&#10;eEmsxOsoNm3g17MHJG672tmZ+Zbr0XfqTEN0gQ3czjJQxFWwjmsDx8PLzRxUTMgWu8Bk4JsirFeT&#10;qyWWNlx4R+d9qpWYcCzRQJNSX2odq4Y8xlnoieX2GQaPSdah1nbAi5j7TudZVmiPjiWhwZ4eG6ra&#10;/Zc3cHor3HznKP/Y/mye7fa+3bw/tcZcT8eHBahEY/oX/32/Wqlf3OUCIDgyg179Ag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BGnE/MkAAADeAAAADwAAAAAAAAAAAAAAAACYAgAA&#10;ZHJzL2Rvd25yZXYueG1sUEsFBgAAAAAEAAQA9QAAAI4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A74CF" w:rsidRDefault="007A74CF" w:rsidP="007A74CF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cMVcMA&#10;AADeAAAADwAAAGRycy9kb3ducmV2LnhtbERPTWsCMRC9C/6HMEJvmtWCyNYoUhF76aFq6XXYTDfb&#10;3UzWJOrqr28Ewds83ufMl51txJl8qBwrGI8yEMSF0xWXCg77zXAGIkRkjY1jUnClAMtFvzfHXLsL&#10;f9F5F0uRQjjkqMDE2OZShsKQxTByLXHifp23GBP0pdQeLyncNnKSZVNpseLUYLCld0NFvTtZBX71&#10;s65vfPqus9vnNWz/uuMMjVIvg271BiJSF5/ih/tDp/nT18kY7u+kG+Ti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XcMVcMAAADe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A74CF" w:rsidRDefault="007A74CF" w:rsidP="007A74CF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QkacQA&#10;AADeAAAADwAAAGRycy9kb3ducmV2LnhtbERP22rCQBB9L/gPywh9KXXTCNqmrlKEQkERtH7ANDtN&#10;QndnQ3bU2K93BcG3OZzrzBa9d+pIXWwCG3gZZaCIy2Abrgzsvz+fX0FFQbboApOBM0VYzAcPMyxs&#10;OPGWjjupVArhWKCBWqQttI5lTR7jKLTEifsNnUdJsKu07fCUwr3TeZZNtMeGU0ONLS1rKv92B2/A&#10;5T/ubTWNaznv9Tr797J92lhjHof9xzsooV7u4pv7y6b5k3Gew/WddIOe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7UJGn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A74CF" w:rsidRDefault="007A74CF" w:rsidP="007A74CF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jAqMQA&#10;AADeAAAADwAAAGRycy9kb3ducmV2LnhtbERPTWsCMRC9C/0PYQq9abYriKxGaSvCXnpwVbyOm3Gz&#10;mEyWTarb/vpGKPQ2j/c5y/XgrLhRH1rPCl4nGQji2uuWGwWH/XY8BxEiskbrmRR8U4D16mm0xEL7&#10;O+/oVsVGpBAOBSowMXaFlKE25DBMfEecuIvvHcYE+0bqHu8p3FmZZ9lMOmw5NRjs6MNQfa2+nIJN&#10;1dn8UJr3cDp+ns+2/NnSaaPUy/PwtgARaYj/4j93qdP82TSfwuOddIN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ZIwKj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A74CF" w:rsidRDefault="007A74CF" w:rsidP="007A74CF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Tq6sQA&#10;AADeAAAADwAAAGRycy9kb3ducmV2LnhtbERPyWrDMBC9F/IPYgK9NVLT4BQ3sgmhgUBOzXLIbZAm&#10;tlNrZCw1dv++KhR6m8dbZ1WOrhV36kPjWcPzTIEgNt42XGk4HbdPryBCRLbYeiYN3xSgLCYPK8yt&#10;H/iD7odYiRTCIUcNdYxdLmUwNTkMM98RJ+7qe4cxwb6StschhbtWzpXKpMOGU0ONHW1qMp+HL6fh&#10;tpV7bxSa8+k87Ozy8p5Rq7R+nI7rNxCRxvgv/nPvbJqfvcwX8PtOukEW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ik6urEAAAA3g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A74CF" w:rsidRDefault="007A74CF" w:rsidP="007A74CF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C8FsUA&#10;AADeAAAADwAAAGRycy9kb3ducmV2LnhtbERPTWvCQBC9F/oflin0VjdGlJC6CSoUSksPaik9jtkx&#10;CcnOht1V03/vFgRv83ifsyxH04szOd9aVjCdJCCIK6tbrhV8799eMhA+IGvsLZOCP/JQFo8PS8y1&#10;vfCWzrtQixjCPkcFTQhDLqWvGjLoJ3YgjtzROoMhQldL7fASw00v0yRZSIMtx4YGB9o0VHW7k1Hw&#10;e/rk49fsY+XW4ceOe9+lh6xT6vlpXL2CCDSGu/jmftdx/mKWzuH/nXiDLK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ALwWxQAAAN4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A74CF" w:rsidRDefault="007A74CF" w:rsidP="007A74CF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/3E8YA&#10;AADeAAAADwAAAGRycy9kb3ducmV2LnhtbERPTWvCQBC9C/0Pywi96ca0Bpu6Si0IvQhqe6i3MTtN&#10;gtnZdHfV6K93hUJv83ifM513phEncr62rGA0TEAQF1bXXCr4+lwOJiB8QNbYWCYFF/Iwnz30pphr&#10;e+YNnbahFDGEfY4KqhDaXEpfVGTQD21LHLkf6wyGCF0ptcNzDDeNTJMkkwZrjg0VtvReUXHYHo2C&#10;xctk8bt+5tV1s9/R7nt/GKcuUeqx3729ggjUhX/xn/tDx/nZU5rB/Z14g5z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Q/3E8YAAADeAAAADwAAAAAAAAAAAAAAAACYAgAAZHJz&#10;L2Rvd25yZXYueG1sUEsFBgAAAAAEAAQA9QAAAIsDAAAAAA==&#10;" fillcolor="black" stroked="f">
                  <v:textbox>
                    <w:txbxContent>
                      <w:p w:rsidR="007A74CF" w:rsidRDefault="007A74CF" w:rsidP="007A74CF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VZIsQA&#10;AADeAAAADwAAAGRycy9kb3ducmV2LnhtbERPS0sDMRC+C/6HMII3m7WFWrZNy1IoFU/bh3idbqab&#10;xc1kSWK6/nsjCN7m43vOajPaXiTyoXOs4HlSgCBunO64VXA+7Z4WIEJE1tg7JgXfFGCzvr9bYand&#10;jQ+UjrEVOYRDiQpMjEMpZWgMWQwTNxBn7uq8xZihb6X2eMvhtpfTophLix3nBoMDbQ01n8cvqyBd&#10;tnU1Sx/JHN581XpX798vtVKPD2O1BBFpjP/iP/erzvPns+kL/L6Tb5D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H1WSL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A74CF" w:rsidRDefault="007A74CF" w:rsidP="007A74CF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aJWccA&#10;AADeAAAADwAAAGRycy9kb3ducmV2LnhtbESPQUvDQBCF70L/wzIFb3bTCkFjt6WUVtSLNQr2OGSn&#10;2dDsbMiuafTXOwfB2wzvzXvfLNejb9VAfWwCG5jPMlDEVbAN1wY+3vc3d6BiQrbYBiYD3xRhvZpc&#10;LbGw4cJvNJSpVhLCsUADLqWu0DpWjjzGWeiIRTuF3mOSta+17fEi4b7ViyzLtceGpcFhR1tH1bn8&#10;8gbifLv7fPE/98Px0fFr+ezyQ+2MuZ6OmwdQicb0b/67frKCn98uhFfekRn06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zGiVnHAAAA3g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A74CF" w:rsidRDefault="007A74CF" w:rsidP="007A74CF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A74CF" w:rsidRPr="00694EED" w:rsidRDefault="007A74CF" w:rsidP="007A74C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7A74CF" w:rsidRPr="00694EED" w:rsidRDefault="007A74CF" w:rsidP="007A74CF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7A74CF" w:rsidRPr="00694EED" w:rsidRDefault="007A74CF" w:rsidP="007A74C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7A74CF" w:rsidRPr="00694EED" w:rsidRDefault="007A74CF" w:rsidP="007A74C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</w:p>
    <w:p w:rsidR="007A74CF" w:rsidRPr="00694EED" w:rsidRDefault="007A74CF" w:rsidP="007A74C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  <w:r w:rsidRPr="00694EED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  <w:t>УКРАЇНА</w:t>
      </w:r>
    </w:p>
    <w:p w:rsidR="007A74CF" w:rsidRPr="00694EED" w:rsidRDefault="007A74CF" w:rsidP="007A74CF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694EED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КРУПЕЦЬКА СІЛЬСЬКА РАДА</w:t>
      </w:r>
    </w:p>
    <w:p w:rsidR="007A74CF" w:rsidRPr="00694EED" w:rsidRDefault="007A74CF" w:rsidP="007A74C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694EED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СЛАВУТСЬКОГО РАЙОНУ</w:t>
      </w:r>
    </w:p>
    <w:p w:rsidR="007A74CF" w:rsidRPr="00694EED" w:rsidRDefault="007A74CF" w:rsidP="007A74C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694EED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ХМЕЛЬНИЦЬКОЇ ОБЛАСТІ</w:t>
      </w:r>
    </w:p>
    <w:p w:rsidR="007A74CF" w:rsidRPr="00694EED" w:rsidRDefault="007A74CF" w:rsidP="007A74C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7A74CF" w:rsidRPr="00694EED" w:rsidRDefault="007A74CF" w:rsidP="007A74C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694EED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 xml:space="preserve"> РІШЕННЯ</w:t>
      </w:r>
    </w:p>
    <w:p w:rsidR="007A74CF" w:rsidRPr="00694EED" w:rsidRDefault="007A74CF" w:rsidP="007A74C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7A74CF" w:rsidRPr="00694EED" w:rsidRDefault="007A74CF" w:rsidP="007A74C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ХІІ сесії сільської ради  </w:t>
      </w: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7A74CF" w:rsidRPr="00694EED" w:rsidRDefault="007A74CF" w:rsidP="007A74C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7A74CF" w:rsidRPr="00694EED" w:rsidRDefault="007A74CF" w:rsidP="007A74C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    .06.2021 року                                            Крупець                                                 №___</w:t>
      </w:r>
    </w:p>
    <w:p w:rsidR="007A74CF" w:rsidRPr="00694EED" w:rsidRDefault="007A74CF" w:rsidP="007A74CF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7A74CF" w:rsidRPr="00694EED" w:rsidRDefault="007A74CF" w:rsidP="007A74CF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7A74CF" w:rsidRPr="00694EED" w:rsidRDefault="007A74CF" w:rsidP="007A74C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затвердження </w:t>
      </w:r>
      <w:proofErr w:type="spellStart"/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проєкту</w:t>
      </w:r>
      <w:proofErr w:type="spellEnd"/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землеустрою</w:t>
      </w:r>
    </w:p>
    <w:p w:rsidR="007A74CF" w:rsidRPr="00694EED" w:rsidRDefault="007A74CF" w:rsidP="007A74C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 відведення земельної ділянки  та</w:t>
      </w:r>
    </w:p>
    <w:p w:rsidR="007A74CF" w:rsidRPr="00694EED" w:rsidRDefault="007A74CF" w:rsidP="007A74CF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передачі  її у власність  </w:t>
      </w:r>
    </w:p>
    <w:p w:rsidR="007A74CF" w:rsidRPr="00694EED" w:rsidRDefault="007A74CF" w:rsidP="007A74CF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Самчук</w:t>
      </w:r>
      <w:proofErr w:type="spellEnd"/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Є.М.</w:t>
      </w:r>
    </w:p>
    <w:p w:rsidR="007A74CF" w:rsidRPr="00694EED" w:rsidRDefault="007A74CF" w:rsidP="007A74C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A74CF" w:rsidRPr="00694EED" w:rsidRDefault="007A74CF" w:rsidP="007A74C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A74CF" w:rsidRPr="00694EED" w:rsidRDefault="007A74CF" w:rsidP="007A74C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</w:t>
      </w:r>
      <w:r w:rsidRPr="00694EED">
        <w:rPr>
          <w:rFonts w:ascii="Times New Roman" w:eastAsia="Times New Roman" w:hAnsi="Times New Roman" w:cs="Times New Roman"/>
          <w:sz w:val="24"/>
          <w:lang w:eastAsia="en-US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розглянувши заяву </w:t>
      </w: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>Самчука</w:t>
      </w:r>
      <w:proofErr w:type="spellEnd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Є.М.,  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  рада</w:t>
      </w:r>
    </w:p>
    <w:p w:rsidR="007A74CF" w:rsidRPr="00694EED" w:rsidRDefault="007A74CF" w:rsidP="007A74C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ВИРІШИЛА:</w:t>
      </w:r>
    </w:p>
    <w:p w:rsidR="007A74CF" w:rsidRPr="00694EED" w:rsidRDefault="007A74CF" w:rsidP="007A74C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A74CF" w:rsidRPr="00694EED" w:rsidRDefault="007A74CF" w:rsidP="007A74C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1.Затвердити </w:t>
      </w:r>
      <w:proofErr w:type="spellStart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>Самчуку</w:t>
      </w:r>
      <w:proofErr w:type="spellEnd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Євгену Марковичу 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проєкт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землеустрою щодо відведення земельної ділянки, для ведення особистого селянського господарства площею  2,0000 га, яка розташована Хмельницька область, Шепетівський район,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Крупецька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сільська рада за межами 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с.Лисиче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7A74CF" w:rsidRPr="00694EED" w:rsidRDefault="007A74CF" w:rsidP="007A74C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2.Передати</w:t>
      </w: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>Самчуку</w:t>
      </w:r>
      <w:proofErr w:type="spellEnd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Євгену Марковичу, </w:t>
      </w:r>
      <w:r w:rsidRPr="00694EED">
        <w:rPr>
          <w:rFonts w:ascii="Times New Roman" w:eastAsia="Calibri" w:hAnsi="Times New Roman" w:cs="Times New Roman"/>
          <w:sz w:val="24"/>
          <w:lang w:eastAsia="en-US"/>
        </w:rPr>
        <w:t xml:space="preserve"> який  зареєстрований за </w:t>
      </w:r>
      <w:proofErr w:type="spellStart"/>
      <w:r w:rsidRPr="00694EED"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 w:rsidRPr="00694EED"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B86D0C">
        <w:rPr>
          <w:rFonts w:ascii="Times New Roman" w:eastAsia="Calibri" w:hAnsi="Times New Roman" w:cs="Times New Roman"/>
          <w:sz w:val="24"/>
          <w:lang w:eastAsia="en-US"/>
        </w:rPr>
        <w:t>___________</w:t>
      </w:r>
      <w:r w:rsidRPr="00694EED">
        <w:rPr>
          <w:rFonts w:ascii="Times New Roman" w:eastAsia="Calibri" w:hAnsi="Times New Roman" w:cs="Times New Roman"/>
          <w:sz w:val="24"/>
          <w:lang w:eastAsia="en-US"/>
        </w:rPr>
        <w:t xml:space="preserve">, </w:t>
      </w: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 </w:t>
      </w:r>
      <w:r w:rsidR="00B86D0C">
        <w:rPr>
          <w:rFonts w:ascii="Times New Roman" w:eastAsia="Calibri" w:hAnsi="Times New Roman" w:cs="Times New Roman"/>
          <w:sz w:val="24"/>
          <w:lang w:eastAsia="en-US"/>
        </w:rPr>
        <w:t>_________</w:t>
      </w:r>
      <w:bookmarkStart w:id="0" w:name="_GoBack"/>
      <w:bookmarkEnd w:id="0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власність земельну ділянку, площею 2,0000 га, кадастровий номер: 6823984700:05:003:0023,  для ведення особистого селянського господарства яка розташована Хмельницька область, Шепетівський район,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Крупецька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сільська рада за межами 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с.Лисиче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  </w:t>
      </w:r>
    </w:p>
    <w:p w:rsidR="007A74CF" w:rsidRPr="00694EED" w:rsidRDefault="007A74CF" w:rsidP="007A74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3. </w:t>
      </w:r>
      <w:proofErr w:type="spellStart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>Самчуку</w:t>
      </w:r>
      <w:proofErr w:type="spellEnd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Є.М,</w:t>
      </w:r>
      <w:r w:rsidRPr="00694EED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якому передана земельна ділянка у власність, посвідчити право власності  в установленому  законом порядку.</w:t>
      </w:r>
    </w:p>
    <w:p w:rsidR="007A74CF" w:rsidRPr="00694EED" w:rsidRDefault="007A74CF" w:rsidP="007A74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7A74CF" w:rsidRPr="00694EED" w:rsidRDefault="007A74CF" w:rsidP="007A74C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A74CF" w:rsidRPr="00694EED" w:rsidRDefault="007A74CF" w:rsidP="007A74C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A74CF" w:rsidRPr="00694EED" w:rsidRDefault="007A74CF" w:rsidP="007A74C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A74CF" w:rsidRPr="00694EED" w:rsidRDefault="007A74CF" w:rsidP="007A74CF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 w:rsidRPr="00694EED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6F7424" w:rsidRDefault="006F7424"/>
    <w:sectPr w:rsidR="006F7424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4CF"/>
    <w:rsid w:val="006F7424"/>
    <w:rsid w:val="007A74CF"/>
    <w:rsid w:val="00B86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4CF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4CF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2</Pages>
  <Words>270</Words>
  <Characters>1545</Characters>
  <Application>Microsoft Office Word</Application>
  <DocSecurity>0</DocSecurity>
  <Lines>12</Lines>
  <Paragraphs>3</Paragraphs>
  <ScaleCrop>false</ScaleCrop>
  <Company>SPecialiST RePack</Company>
  <LinksUpToDate>false</LinksUpToDate>
  <CharactersWithSpaces>1812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2021-06-22T10:30:00Z</dcterms:created>
  <dcterms:modified xsi:type="dcterms:W3CDTF">2021-06-22T13:23:00Z</dcterms:modified>
</cp:coreProperties>
</file>