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3CB" w:rsidRPr="000D1FDD" w:rsidRDefault="008063CB" w:rsidP="008063CB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8063CB" w:rsidRDefault="008063CB" w:rsidP="008063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063CB" w:rsidRDefault="008063CB" w:rsidP="008063CB"/>
    <w:p w:rsidR="008063CB" w:rsidRDefault="008063CB" w:rsidP="008063CB"/>
    <w:p w:rsidR="008063CB" w:rsidRDefault="008063CB" w:rsidP="008063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063CB" w:rsidRDefault="008063CB" w:rsidP="008063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063CB" w:rsidRDefault="008063CB" w:rsidP="008063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063CB" w:rsidRDefault="008063CB" w:rsidP="008063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063CB" w:rsidRDefault="008063CB" w:rsidP="008063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3CB" w:rsidRDefault="008063CB" w:rsidP="008063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063CB" w:rsidRDefault="008063CB" w:rsidP="008063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63CB" w:rsidRDefault="008063CB" w:rsidP="008063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063CB" w:rsidRPr="009B781E" w:rsidRDefault="008063CB" w:rsidP="008063C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№46</w:t>
      </w:r>
    </w:p>
    <w:p w:rsidR="008063CB" w:rsidRPr="00E52C0C" w:rsidRDefault="008063CB" w:rsidP="008063C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8063CB" w:rsidRPr="00E52C0C" w:rsidRDefault="008063CB" w:rsidP="008063C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063CB" w:rsidRPr="00E52C0C" w:rsidRDefault="008063CB" w:rsidP="008063C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063CB" w:rsidRPr="00E52C0C" w:rsidRDefault="008063CB" w:rsidP="008063C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063CB" w:rsidRPr="00E52C0C" w:rsidRDefault="008063CB" w:rsidP="008063C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Чесноковій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С.П.</w:t>
      </w:r>
    </w:p>
    <w:p w:rsidR="008063CB" w:rsidRPr="00E52C0C" w:rsidRDefault="008063CB" w:rsidP="008063C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63CB" w:rsidRPr="00E52C0C" w:rsidRDefault="008063CB" w:rsidP="008063C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Чеснокової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С.П.,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063CB" w:rsidRPr="00E52C0C" w:rsidRDefault="008063CB" w:rsidP="008063C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063CB" w:rsidRPr="00E52C0C" w:rsidRDefault="008063CB" w:rsidP="008063C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Чесноковій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Софії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1F72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8063CB" w:rsidRPr="00E52C0C" w:rsidRDefault="008063CB" w:rsidP="008063C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Чесноковій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С.П.,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8063CB" w:rsidRPr="00E52C0C" w:rsidRDefault="008063CB" w:rsidP="008063C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063CB" w:rsidRPr="00E52C0C" w:rsidRDefault="008063CB" w:rsidP="008063C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063CB" w:rsidRPr="00E52C0C" w:rsidRDefault="008063CB" w:rsidP="008063C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63CB" w:rsidRPr="00E52C0C" w:rsidRDefault="008063CB" w:rsidP="008063C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63CB" w:rsidRPr="008063CB" w:rsidRDefault="008063CB" w:rsidP="008063C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8063CB" w:rsidRPr="00E52C0C" w:rsidRDefault="008063CB" w:rsidP="008063C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15A80" w:rsidRPr="008063CB" w:rsidRDefault="008063CB" w:rsidP="008063C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B15A80" w:rsidRPr="008063C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CB"/>
    <w:rsid w:val="00171A2E"/>
    <w:rsid w:val="001F7270"/>
    <w:rsid w:val="00304C90"/>
    <w:rsid w:val="00505B6D"/>
    <w:rsid w:val="006D3977"/>
    <w:rsid w:val="007D6C18"/>
    <w:rsid w:val="008063CB"/>
    <w:rsid w:val="00B15A8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063C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063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063C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063C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063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063C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235</Words>
  <Characters>1342</Characters>
  <Application>Microsoft Office Word</Application>
  <DocSecurity>0</DocSecurity>
  <Lines>11</Lines>
  <Paragraphs>3</Paragraphs>
  <ScaleCrop>false</ScaleCrop>
  <Company>Microsoft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2020-05-27T16:29:00Z</dcterms:created>
  <dcterms:modified xsi:type="dcterms:W3CDTF">2020-05-27T17:24:00Z</dcterms:modified>
</cp:coreProperties>
</file>