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33B" w:rsidRPr="008F5204" w:rsidRDefault="003B633B" w:rsidP="003B633B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3B633B" w:rsidRPr="008F5204" w:rsidRDefault="007510C3" w:rsidP="003B633B">
      <w:pPr>
        <w:rPr>
          <w:rFonts w:ascii="Times New Roman" w:hAnsi="Times New Roman" w:cs="Times New Roman"/>
        </w:rPr>
      </w:pPr>
      <w:r w:rsidRPr="007510C3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BE&#10;e7V4E3gAAI1ZBAAOAAAAAAAAAAAAAAAAAC4CAABkcnMvZTJvRG9jLnhtbFBLAQItABQABgAIAAAA&#10;IQCyHUyb4AAAAAoBAAAPAAAAAAAAAAAAAAAAAG16AABkcnMvZG93bnJldi54bWxQSwUGAAAAAAQA&#10;BADzAAAAe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zlYb4A&#10;AADdAAAADwAAAGRycy9kb3ducmV2LnhtbERPSwrCMBDdC94hjOBOUxVqqUYRUXEhiL/90IxtsZmU&#10;Jmq9vVkILh/vP1+2phIvalxpWcFoGIEgzqwuOVdwvWwHCQjnkTVWlknBhxwsF93OHFNt33yi19nn&#10;IoSwS1FB4X2dSumyggy6oa2JA3e3jUEfYJNL3eA7hJtKjqMolgZLDg0F1rQuKHucn0aBnez2h1s+&#10;Pk02PPW8Oib3W3tQqt9rVzMQnlr/F//ce60gjpMwN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Wc5W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aE9MgA&#10;AADdAAAADwAAAGRycy9kb3ducmV2LnhtbESPT2sCMRTE74V+h/AKXqRm62Grq1GKsPbPoaAVvD42&#10;z83q5mVJom799E2h0OMwM79h5svetuJCPjSOFTyNMhDEldMN1wp2X+XjBESIyBpbx6TgmwIsF/d3&#10;cyy0u/KGLttYiwThUKACE2NXSBkqQxbDyHXEyTs4bzEm6WupPV4T3LZynGW5tNhwWjDY0cpQddqe&#10;rYJj+Wn2q+fb2g+nG7oNy4/X9j1XavDQv8xAROrjf/iv/aYV5PlkCr9v0hO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xoT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3Zy8EA&#10;AADdAAAADwAAAGRycy9kb3ducmV2LnhtbERPzWrCQBC+C32HZYRepG6sEGzqKlJqES+i9gGG7JgN&#10;ZmdDdjXp23cOgseP73+5Hnyj7tTFOrCB2TQDRVwGW3Nl4Pe8fVuAignZYhOYDPxRhPXqZbTEwoae&#10;j3Q/pUpJCMcCDbiU2kLrWDryGKehJRbuEjqPSWBXadthL+G+0e9ZlmuPNUuDw5a+HJXX081LyWGO&#10;h/2lP29/Buzxe+94sjka8zoeNp+gEg3pKX64d9ZAnn/Ifn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92cv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p8MYA&#10;AADdAAAADwAAAGRycy9kb3ducmV2LnhtbESPQUsDMRSE70L/Q3iCN5tt0dWuTUupCkXwYBWKt8fm&#10;dXdx8xKSZ3f9940geBxm5htmuR5dr04UU+fZwGxagCKuve24MfDx/nx9DyoJssXeMxn4oQTr1eRi&#10;iZX1A7/RaS+NyhBOFRpoRUKldapbcpimPhBn7+ijQ8kyNtpGHDLc9XpeFKV22HFeaDHQtqX6a//t&#10;DLwOT+Hlrrw9hs94M9fp0cphK8ZcXY6bB1BCo/yH/9o7a6AsFzP4fZOf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qp8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iJ8QA&#10;AADdAAAADwAAAGRycy9kb3ducmV2LnhtbESPTWrDMBCF94HeQUyhm9DIScGkbhRjSl2CN8FJDzBY&#10;E8vUGhlLid3bR4VCl4/38/F2+Wx7caPRd44VrFcJCOLG6Y5bBV/n8nkLwgdkjb1jUvBDHvL9w2KH&#10;mXYT13Q7hVbEEfYZKjAhDJmUvjFk0a/cQBy9ixsthijHVuoRpzhue7lJklRa7DgSDA70bqj5Pl1t&#10;hBxf8F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j4i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SHMYA&#10;AADdAAAADwAAAGRycy9kb3ducmV2LnhtbESPQUsDMRSE70L/Q3iCN5u16lrXpkWqgggerIXS22Pz&#10;urt08xKSZ3f990YQPA4z8w2zWI2uVyeKqfNs4GpagCKuve24MbD9fLmcg0qCbLH3TAa+KcFqOTlb&#10;YGX9wB902kijMoRThQZakVBpneqWHKapD8TZO/joULKMjbYRhwx3vZ4VRakddpwXWgy0bqk+br6c&#10;gffhObzdlbeHsI83M52erOzWYszF+fj4AEpolP/wX/vVGijL+2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SSH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2qFscA&#10;AADdAAAADwAAAGRycy9kb3ducmV2LnhtbESPUUvDMBSF34X9h3AHvsiWOl2ZddnYhOBAYWwTfL00&#10;d22xuSlJXOu/XwTBx8M55zuc5XqwrbiQD41jBffTDARx6UzDlYKPk54sQISIbLB1TAp+KMB6NbpZ&#10;YmFczwe6HGMlEoRDgQrqGLtCylDWZDFMXUecvLPzFmOSvpLGY5/gtpWzLMulxYbTQo0dvdRUfh2/&#10;rYLtvq8e/F25Hdzb+fVzrrXR71qp2/GweQYRaYj/4b/2zijI86dH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9q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lVyMQA&#10;AADdAAAADwAAAGRycy9kb3ducmV2LnhtbESPUWvCMBSF3wf+h3AF32aqzKLVKOIoyNjL3H7Apbk2&#10;1eamJLHWf28Ggz0ezjnf4Wx2g21FTz40jhXMphkI4srphmsFP9/l6xJEiMgaW8ek4EEBdtvRywYL&#10;7e78Rf0p1iJBOBSowMTYFVKGypDFMHUdcfLOzluMSfpaao/3BLetnGdZLi02nBYMdnQwVF1PN6ug&#10;/Jh/9teb9qXbD2+WFuayfDdKTcbDfg0i0hD/w3/to1aQ56sF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JVc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OR+scA&#10;AADdAAAADwAAAGRycy9kb3ducmV2LnhtbESPzWrDMBCE74W+g9hCL6WR01LTuFFCUhANNBDyA7ku&#10;1sY2tVZGUmPn7aNAocdhZr5hpvPBtuJMPjSOFYxHGQji0pmGKwWHvX5+BxEissHWMSm4UID57P5u&#10;ioVxPW/pvIuVSBAOBSqoY+wKKUNZk8Uwch1x8k7OW4xJ+koaj32C21a+ZFkuLTacFmrs6LOm8mf3&#10;axUsN3316p/K5eC+T1/HN62NXmulHh+GxQeISEP8D/+1V0ZBnk9y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jkf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duJMUA&#10;AADdAAAADwAAAGRycy9kb3ducmV2LnhtbESP3WoCMRSE7wu+QzhC72pWqavdGkUsC0V6488DHDan&#10;m62bkyWJ6/btG0Ho5TAz3zCrzWBb0ZMPjWMF00kGgrhyuuFawflUvixBhIissXVMCn4pwGY9elph&#10;od2ND9QfYy0ShEOBCkyMXSFlqAxZDBPXESfv23mLMUlfS+3xluC2lbMsy6XFhtOCwY52hqrL8WoV&#10;lPvZV3+5al+67fBqaW5+lh9GqefxsH0HEWmI/+FH+1MryPO3B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24k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3gcL8A&#10;AADdAAAADwAAAGRycy9kb3ducmV2LnhtbERPy4rCMBTdD/gP4QrupqmvotUoIii6tDMfcGmubbG5&#10;qU209e/NQnB5OO/1tje1eFLrKssKxlEMgji3uuJCwf/f4XcBwnlkjbVlUvAiB9vN4GeNqbYdX+iZ&#10;+UKEEHYpKii9b1IpXV6SQRfZhjhwV9sa9AG2hdQtdiHc1HISx4k0WHFoKLGhfUn5LXsYBbNXd7xn&#10;81t80IbG52lzZp/PlRoN+90KhKfef8Uf90krSJJlmBvehCc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qTeBw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c98QA&#10;AADdAAAADwAAAGRycy9kb3ducmV2LnhtbESPQYvCMBSE78L+h/AWvGm6HortmhZRXMSTdt09P5pn&#10;W2xeShO1/nsjCB6HmfmGWeSDacWVetdYVvA1jUAQl1Y3XCk4/m4mcxDOI2tsLZOCOznIs4/RAlNt&#10;b3yga+ErESDsUlRQe9+lUrqyJoNuajvi4J1sb9AH2VdS93gLcNPKWRTF0mDDYaHGjlY1lefiYhRc&#10;4v/ZkU87vS/W959kvVk6+VcpNf4clt8gPA3+HX61t1pBHCcJPN+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XP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EQd8UA&#10;AADdAAAADwAAAGRycy9kb3ducmV2LnhtbERPPW/CMBDdkfofrEPqBg4FBZrGQRQJiXYAFejQ7Rpf&#10;k5T4nMYGwr/HA1LHp/edzjtTizO1rrKsYDSMQBDnVldcKDjsV4MZCOeRNdaWScGVHMyzh16KibYX&#10;/qDzzhcihLBLUEHpfZNI6fKSDLqhbYgD92Nbgz7AtpC6xUsIN7V8iqJYGqw4NJTY0LKk/Lg7GQWf&#10;21n8vH19m/y+b75xbPTfl65ipR773eIFhKfO/4vv7rVWEE+jsD+8CU9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RB3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V3H8YA&#10;AADdAAAADwAAAGRycy9kb3ducmV2LnhtbESPQWvCQBSE7wX/w/IK3uomqUSJrmJbjMWTtYVeH9ln&#10;Epp9G7KrJv76bqHgcZiZb5jlujeNuFDnassK4kkEgriwuuZSwdfn9mkOwnlkjY1lUjCQg/Vq9LDE&#10;TNsrf9Dl6EsRIOwyVFB532ZSuqIig25iW+LgnWxn0AfZlVJ3eA1w08gkilJpsOawUGFLrxUVP8ez&#10;UXBLv/HgdsnL27P2NEznud0fcqXGj/1mAcJT7+/h//a7VpDOohj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V3H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+60MQA&#10;AADdAAAADwAAAGRycy9kb3ducmV2LnhtbESP0WrCQBRE3wv9h+UWfKsbg7UaXUVEwTdr6gdcstdN&#10;MHs3ZleNfn1XKPg4zMwZZrbobC2u1PrKsYJBPwFBXDhdsVFw+N18jkH4gKyxdkwK7uRhMX9/m2Gm&#10;3Y33dM2DERHCPkMFZQhNJqUvSrLo+64hjt7RtRZDlK2RusVbhNtapkkykhYrjgslNrQqqTjlF6vg&#10;7NIv3eVr3J3Wk5/KmOH5sR8q1fvollMQgbrwCv+3t1rB6DtJ4fkmP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fut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KVI8UA&#10;AADdAAAADwAAAGRycy9kb3ducmV2LnhtbESPzW7CMBCE70i8g7VIvRWHogYIGFQqVeLKz4HjYi9J&#10;IF6H2EDap8dIlTiOZuYbzWzR2krcqPGlYwWDfgKCWDtTcq5gt/15H4PwAdlg5ZgU/JKHxbzbmWFm&#10;3J3XdNuEXEQI+wwVFCHUmZReF2TR911NHL2jayyGKJtcmgbvEW4r+ZEkqbRYclwosKbvgvR5c7UK&#10;VuWBPlN9nNjxUq/3f5cwHJ2MUm+99msKIlAbXuH/9sooSEfJEJ5v4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pU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L+o8IA&#10;AADdAAAADwAAAGRycy9kb3ducmV2LnhtbERPW2vCMBR+F/YfwhH2poky3KxGmYPBxlTwgr4emmNT&#10;1pyUJqv13y/CYI/fnW++7FwlWmpC6VnDaKhAEOfelFxoOB7eBy8gQkQ2WHkmDTcKsFw89OaYGX/l&#10;HbX7WIhUwiFDDTbGOpMy5JYchqGviZN28Y3DmGBTSNPgNZW7So6VmkiHJacFizW9Wcq/9z9OQ4vb&#10;mzrb1Wb6Wa7z8XZ1+jKJ14/97nUGIlIX/81/6Q+jYfKsnuD+Jj0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Uv6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lWM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tgdVf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l5V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9iMYA&#10;AADdAAAADwAAAGRycy9kb3ducmV2LnhtbESPW2sCMRSE3wv+h3CEvtVsfVhlNYr1AqVYxNv7cXPc&#10;XU1Olk2q679vCgUfh5n5hhlPW2vEjRpfOVbw3ktAEOdOV1woOOxXb0MQPiBrNI5JwYM8TCedlzFm&#10;2t15S7ddKESEsM9QQRlCnUnp85Is+p6riaN3do3FEGVTSN3gPcKtkf0kSaXFiuNCiTXNS8qvux+r&#10;YLVZmEv/ezs7yjBfDk5m+PWxWCv12m1nIxCB2vAM/7c/tYJ0kKTw9yY+AT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w9i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dVqscA&#10;AADdAAAADwAAAGRycy9kb3ducmV2LnhtbESPQWvCQBSE7wX/w/KEXkqzqaUaYlaRgqhQwdqC15fs&#10;Mwlm34bsNqb/3i0UPA4z8w2TLQfTiJ46V1tW8BLFIIgLq2suFXx/rZ8TEM4ja2wsk4JfcrBcjB4y&#10;TLW98if1R1+KAGGXooLK+zaV0hUVGXSRbYmDd7adQR9kV0rd4TXATSMncTyVBmsOCxW29F5RcTn+&#10;GAX94SMvt71rd5fkyb295pvNXp+UehwPqzkIT4O/h//bW61gOotn8PcmPA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3Va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m9EcQA&#10;AADdAAAADwAAAGRycy9kb3ducmV2LnhtbERPy2oCMRTdF/oP4Rbc1USpr9EotSC4KdTHQnfXyXVm&#10;cHIzTaKO/fpmUejycN6zRWtrcSMfKscael0Fgjh3puJCw363eh2DCBHZYO2YNDwowGL+/DTDzLg7&#10;b+i2jYVIIRwy1FDG2GRShrwki6HrGuLEnZ23GBP0hTQe7ync1rKv1FBarDg1lNjQR0n5ZXu1GpaT&#10;8fL7640/fzanIx0Pp8ug75XWnZf2fQoiUhv/xX/utdEwHKk0N71JT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JvRHEAAAA3QAAAA8AAAAAAAAAAAAAAAAAmAIAAGRycy9k&#10;b3ducmV2LnhtbFBLBQYAAAAABAAEAPUAAACJAwAAAAA=&#10;" fillcolor="black" stroked="f"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zbhMcA&#10;AADdAAAADwAAAGRycy9kb3ducmV2LnhtbESPQWvCQBSE7wX/w/IK3uqmgtFGV9G2glB70Pbg8TX7&#10;mizJvg3ZrUZ/fVcQPA4z8w0zW3S2FkdqvXGs4HmQgCDOnTZcKPj+Wj9NQPiArLF2TArO5GEx7z3M&#10;MNPuxDs67kMhIoR9hgrKEJpMSp+XZNEPXEMcvV/XWgxRtoXULZ4i3NZymCSptGg4LpTY0GtJebX/&#10;swoOH6mZ7AwNf7aX1bvejqrV51ulVP+xW05BBOrCPXxrb7SCdJy8wP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s24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raccIA&#10;AADdAAAADwAAAGRycy9kb3ducmV2LnhtbERPPW/CMBDdK/EfrENiKw4MFAUMQlQIFoYCVddTfMQh&#10;8Tm1DQR+fT1UYnx63/NlZxtxIx8qxwpGwwwEceF0xaWC03HzPgURIrLGxjEpeFCA5aL3Nsdcuzt/&#10;0e0QS5FCOOSowMTY5lKGwpDFMHQtceLOzluMCfpSao/3FG4bOc6yibRYcWow2NLaUFEfrlaBX/18&#10;1k++ftfZc/8I20v3O0Wj1KDfrWYgInXxJf5377SCycco7U9v0hO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Ktpx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LaWMYA&#10;AADdAAAADwAAAGRycy9kb3ducmV2LnhtbESP3WrCQBSE7wt9h+UUelN0Ey+0ja5SCoJQEfx5gGP2&#10;mITung3ZU40+vSsUejnMzDfMbNF7p87UxSawgXyYgSIug224MnDYLwfvoKIgW3SBycCVIizmz08z&#10;LGy48JbOO6lUgnAs0EAt0hZax7Imj3EYWuLknULnUZLsKm07vCS4d3qUZWPtseG0UGNLXzWVP7tf&#10;b8CNju7jexLXcj3odXbzsn3bWGNeX/rPKSihXv7Df+2VNTCe5Dk83q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LaW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xLa8YA&#10;AADdAAAADwAAAGRycy9kb3ducmV2LnhtbESPQWvCQBSE70L/w/IKvenGHKykrtJWhFx6MKZ4fWaf&#10;2eDu25Ddatpf7xYKPQ4z8w2z2ozOiisNofOsYD7LQBA3XnfcKqgPu+kSRIjIGq1nUvBNATbrh8kK&#10;C+1vvKdrFVuRIBwKVGBi7AspQ2PIYZj5njh5Zz84jEkOrdQD3hLcWZln2UI67DgtGOzp3VBzqb6c&#10;gm3V27wuzVs4fn6cTrb82dFxq9TT4/j6AiLSGP/Df+1SK1g8z3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WxLa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hQcQA&#10;AADdAAAADwAAAGRycy9kb3ducmV2LnhtbESPQWsCMRSE7wX/Q3iCt5pYYZXVKCIKgqdaPXh7JM/d&#10;1c3Lsknd9d83hUKPw8x8wyzXvavFk9pQedYwGSsQxMbbigsN56/9+xxEiMgWa8+k4UUB1qvB2xJz&#10;6zv+pOcpFiJBOOSooYyxyaUMpiSHYewb4uTdfOswJtkW0rbYJbir5YdSmXRYcVoosaFtSeZx+nYa&#10;7nt59EahuZwv3cHOrruMaqX1aNhvFiAi9fE//Nc+WA3ZbDKF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3oU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ebG8UA&#10;AADdAAAADwAAAGRycy9kb3ducmV2LnhtbESPQWsCMRSE74L/IbyCN82qRWVrFBUEsXhQS+nxdfPc&#10;XXbzsiRRt/++EQSPw8x8w8yXranFjZwvLSsYDhIQxJnVJecKvs7b/gyED8gaa8uk4I88LBfdzhxT&#10;be98pNsp5CJC2KeooAihSaX0WUEG/cA2xNG7WGcwROlyqR3eI9zUcpQkE2mw5LhQYEObgrLqdDUK&#10;fq6ffDmM9yu3Dt+2Pftq9DurlOq9tasPEIHa8Ao/2zutYDIdvsP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R5s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GEUscA&#10;AADdAAAADwAAAGRycy9kb3ducmV2LnhtbESPzWsCMRTE74L/Q3iCN80q9Ws1Si0UeinUj4Penpvn&#10;7uLmZZtE3favb4SCx2FmfsMsVo2pxI2cLy0rGPQTEMSZ1SXnCva7994UhA/IGivLpOCHPKyW7dYC&#10;U23vvKHbNuQiQtinqKAIoU6l9FlBBn3f1sTRO1tnMETpcqkd3iPcVHKYJGNpsOS4UGBNbwVll+3V&#10;KFjPpuvvrxf+/N2cjnQ8nC6joUuU6naa1zmIQE14hv/bH1rBeDIYweNNf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RhFLHAAAA3QAAAA8AAAAAAAAAAAAAAAAAmAIAAGRy&#10;cy9kb3ducmV2LnhtbFBLBQYAAAAABAAEAPUAAACMAwAAAAA=&#10;" fillcolor="black" stroked="f"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/gJMUA&#10;AADdAAAADwAAAGRycy9kb3ducmV2LnhtbESPQUsDMRSE70L/Q3gFbzbbCqusTctSKIqnbVW8vm5e&#10;N0s3L0sS0/XfG0HwOMzMN8x6O9lBJPKhd6xguShAELdO99wpeH/b3z2CCBFZ4+CYFHxTgO1mdrPG&#10;SrsrHygdYycyhEOFCkyMYyVlaA1ZDAs3Emfv7LzFmKXvpPZ4zXA7yFVRlNJiz3nB4Eg7Q+3l+GUV&#10;pNOuqe/TZzKHV1933jXPH6dGqdv5VD+BiDTF//Bf+0UrKB+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P+A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SlTcYA&#10;AADdAAAADwAAAGRycy9kb3ducmV2LnhtbESPQWvCQBSE74L/YXmF3uomPcQaXaWILdWLbSzU4yP7&#10;mg3Nvg3ZbYz+erdQ8DjMzDfMYjXYRvTU+dqxgnSSgCAuna65UvB5eHl4AuEDssbGMSk4k4fVcjxa&#10;YK7diT+oL0IlIoR9jgpMCG0upS8NWfQT1xJH79t1FkOUXSV1h6cIt418TJJMWqw5LhhsaW2o/Cl+&#10;rQKfrjdfO3uZ9cdXw/tia7L3yih1fzc8z0EEGsIt/N9+0wqyaTqFvzfx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SlT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633B" w:rsidRDefault="003B633B" w:rsidP="003B63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3B633B" w:rsidRPr="008F5204" w:rsidRDefault="003B633B" w:rsidP="003B633B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3B633B" w:rsidRPr="008F5204" w:rsidRDefault="003B633B" w:rsidP="003B633B">
      <w:pPr>
        <w:jc w:val="center"/>
        <w:rPr>
          <w:rFonts w:ascii="Times New Roman" w:hAnsi="Times New Roman" w:cs="Times New Roman"/>
          <w:b/>
        </w:rPr>
      </w:pPr>
    </w:p>
    <w:p w:rsidR="003B633B" w:rsidRPr="008F5204" w:rsidRDefault="003B633B" w:rsidP="003B633B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3B633B" w:rsidRPr="008F5204" w:rsidRDefault="003B633B" w:rsidP="003B633B">
      <w:pPr>
        <w:rPr>
          <w:rFonts w:ascii="Times New Roman" w:hAnsi="Times New Roman" w:cs="Times New Roman"/>
        </w:rPr>
      </w:pPr>
    </w:p>
    <w:p w:rsidR="003B633B" w:rsidRPr="008F5204" w:rsidRDefault="003B633B" w:rsidP="003B633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3B633B" w:rsidRPr="008F5204" w:rsidRDefault="003B633B" w:rsidP="003B633B">
      <w:pPr>
        <w:tabs>
          <w:tab w:val="left" w:pos="2160"/>
        </w:tabs>
        <w:rPr>
          <w:rFonts w:ascii="Times New Roman" w:hAnsi="Times New Roman" w:cs="Times New Roman"/>
        </w:rPr>
      </w:pPr>
    </w:p>
    <w:p w:rsidR="003B633B" w:rsidRPr="00EF1F94" w:rsidRDefault="003B633B" w:rsidP="003B63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B633B" w:rsidRPr="00EF1F94" w:rsidRDefault="003B633B" w:rsidP="003B633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3B633B" w:rsidRPr="00EF1F94" w:rsidRDefault="003B633B" w:rsidP="003B633B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3B633B" w:rsidRPr="00EF1F94" w:rsidRDefault="003B633B" w:rsidP="003B633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Мисану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В.П.</w:t>
      </w:r>
    </w:p>
    <w:p w:rsidR="003B633B" w:rsidRPr="00EF1F94" w:rsidRDefault="003B633B" w:rsidP="003B633B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3B633B" w:rsidRPr="00EF1F94" w:rsidRDefault="003B633B" w:rsidP="003B63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B633B" w:rsidRPr="00EF1F94" w:rsidRDefault="003B633B" w:rsidP="003B633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3B633B" w:rsidRPr="00EF1F94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Мисана</w:t>
      </w:r>
      <w:proofErr w:type="spellEnd"/>
      <w:r>
        <w:rPr>
          <w:rFonts w:ascii="Times New Roman" w:hAnsi="Times New Roman" w:cs="Times New Roman"/>
          <w:color w:val="auto"/>
        </w:rPr>
        <w:t xml:space="preserve"> В.П.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3B633B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3B633B" w:rsidRPr="008F5204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B633B" w:rsidRPr="008F5204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Мисану</w:t>
      </w:r>
      <w:proofErr w:type="spellEnd"/>
      <w:r>
        <w:rPr>
          <w:rFonts w:ascii="Times New Roman" w:hAnsi="Times New Roman" w:cs="Times New Roman"/>
        </w:rPr>
        <w:t xml:space="preserve"> Володимиру Петровичу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3B633B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ередати</w:t>
      </w:r>
      <w:r w:rsidRPr="00062C82"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Мисану</w:t>
      </w:r>
      <w:proofErr w:type="spellEnd"/>
      <w:r>
        <w:rPr>
          <w:rFonts w:ascii="Times New Roman" w:hAnsi="Times New Roman" w:cs="Times New Roman"/>
        </w:rPr>
        <w:t xml:space="preserve"> Володимиру Петровичу </w:t>
      </w:r>
      <w:r w:rsidRPr="00062C82">
        <w:rPr>
          <w:rFonts w:ascii="Times New Roman" w:hAnsi="Times New Roman" w:cs="Times New Roman"/>
        </w:rPr>
        <w:t>як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 за адресою: </w:t>
      </w:r>
      <w:r w:rsidR="00F35527" w:rsidRPr="00F35527">
        <w:rPr>
          <w:rFonts w:ascii="Times New Roman" w:hAnsi="Times New Roman" w:cs="Times New Roman"/>
          <w:lang w:val="ru-RU"/>
        </w:rPr>
        <w:t>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F35527" w:rsidRPr="00F35527">
        <w:rPr>
          <w:rFonts w:ascii="Times New Roman" w:hAnsi="Times New Roman" w:cs="Times New Roman"/>
          <w:lang w:val="ru-RU"/>
        </w:rPr>
        <w:t>___________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18:0299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r>
        <w:rPr>
          <w:rFonts w:ascii="Times New Roman" w:hAnsi="Times New Roman" w:cs="Times New Roman"/>
          <w:color w:val="auto"/>
        </w:rPr>
        <w:t xml:space="preserve">за межами населеного пункту </w:t>
      </w:r>
      <w:proofErr w:type="spellStart"/>
      <w:r>
        <w:rPr>
          <w:rFonts w:ascii="Times New Roman" w:hAnsi="Times New Roman" w:cs="Times New Roman"/>
          <w:color w:val="auto"/>
        </w:rPr>
        <w:t>с.Стригани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3B633B" w:rsidRPr="008F5204" w:rsidRDefault="003B633B" w:rsidP="003B633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Мисану</w:t>
      </w:r>
      <w:proofErr w:type="spellEnd"/>
      <w:r>
        <w:rPr>
          <w:rFonts w:ascii="Times New Roman" w:hAnsi="Times New Roman" w:cs="Times New Roman"/>
        </w:rPr>
        <w:t xml:space="preserve"> В.П.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ому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B633B" w:rsidRPr="008F5204" w:rsidRDefault="003B633B" w:rsidP="003B633B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B633B" w:rsidRPr="008F5204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B633B" w:rsidRPr="003B633B" w:rsidRDefault="003B633B" w:rsidP="003B633B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E24451" w:rsidRPr="003B633B" w:rsidRDefault="003B633B" w:rsidP="003B633B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E24451" w:rsidRPr="003B633B" w:rsidSect="003B633B">
      <w:pgSz w:w="12240" w:h="15840"/>
      <w:pgMar w:top="1440" w:right="1440" w:bottom="28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B633B"/>
    <w:rsid w:val="00171A2E"/>
    <w:rsid w:val="00304C90"/>
    <w:rsid w:val="003B633B"/>
    <w:rsid w:val="00505B6D"/>
    <w:rsid w:val="006D3977"/>
    <w:rsid w:val="007510C3"/>
    <w:rsid w:val="007D6C18"/>
    <w:rsid w:val="009A1456"/>
    <w:rsid w:val="00A63905"/>
    <w:rsid w:val="00D1641A"/>
    <w:rsid w:val="00E24451"/>
    <w:rsid w:val="00F355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33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2020-02-13T11:36:00Z</dcterms:created>
  <dcterms:modified xsi:type="dcterms:W3CDTF">2020-02-13T12:14:00Z</dcterms:modified>
</cp:coreProperties>
</file>