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355A" w:rsidRPr="00333810" w:rsidRDefault="0041355A" w:rsidP="00333810">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Arial Unicode MS" w:hAnsi="Times New Roman"/>
          <w:b/>
          <w:color w:val="000000"/>
          <w:lang w:val="uk-UA"/>
        </w:rPr>
      </w:pPr>
      <w:r w:rsidRPr="00333810">
        <w:rPr>
          <w:noProof/>
          <w:lang w:val="uk-UA" w:eastAsia="ru-RU"/>
        </w:rPr>
        <mc:AlternateContent>
          <mc:Choice Requires="wpg">
            <w:drawing>
              <wp:anchor distT="0" distB="0" distL="114300" distR="114300" simplePos="0" relativeHeight="251659264" behindDoc="0" locked="0" layoutInCell="1" allowOverlap="1" wp14:anchorId="6C2D39E2" wp14:editId="1E1293AE">
                <wp:simplePos x="0" y="0"/>
                <wp:positionH relativeFrom="margin">
                  <wp:posOffset>2741295</wp:posOffset>
                </wp:positionH>
                <wp:positionV relativeFrom="paragraph">
                  <wp:posOffset>74930</wp:posOffset>
                </wp:positionV>
                <wp:extent cx="431800" cy="612140"/>
                <wp:effectExtent l="0" t="0" r="0" b="0"/>
                <wp:wrapNone/>
                <wp:docPr id="13724"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13725"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26"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27"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28"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29"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0"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1"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2"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3"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4"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5"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6"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7"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8"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39"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0"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1"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2"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3"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4"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5"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6"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7"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8"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49"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0"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1"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2"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3"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s:wsp>
                        <wps:cNvPr id="13754"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1355A" w:rsidRDefault="0041355A" w:rsidP="0041355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sjmMMA&#10;AADeAAAADwAAAGRycy9kb3ducmV2LnhtbERPyWrDMBC9F/oPYgq9NXJssuBYCSakJYdAyHYfrPFC&#10;rJGxVMf9+ypQ6G0eb51sM5pWDNS7xrKC6SQCQVxY3XCl4Hr5/FiCcB5ZY2uZFPyQg8369SXDVNsH&#10;n2g4+0qEEHYpKqi971IpXVGTQTexHXHgStsb9AH2ldQ9PkK4aWUcRXNpsOHQUGNH25qK+/nbKLDJ&#10;1/5wq+JTsuOF5/y4LG/jQan3tzFfgfA0+n/xn3uvw/xkEc/g+U64Qa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sjmMMAAADe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1355A" w:rsidRDefault="0041355A" w:rsidP="0041355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0PTMcA&#10;AADeAAAADwAAAGRycy9kb3ducmV2LnhtbERPS2sCMRC+F/ofwghepGZrYW23RinC9uFB0BZ6HTbT&#10;zdrNZEmibv31piB4m4/vObNFb1txIB8axwruxxkI4srphmsFX5/l3SOIEJE1to5JwR8FWMxvb2ZY&#10;aHfkDR22sRYphEOBCkyMXSFlqAxZDGPXESfux3mLMUFfS+3xmMJtKydZlkuLDacGgx0tDVW/271V&#10;sCvX5ns5Pb360dOGTqNy9dZ+5EoNB/3LM4hIfbyKL+53neY/TCc5/L+TbpDzM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AND0zHAAAA3gAAAA8AAAAAAAAAAAAAAAAAmAIAAGRy&#10;cy9kb3ducmV2LnhtbFBLBQYAAAAABAAEAPUAAACM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1355A" w:rsidRDefault="0041355A" w:rsidP="0041355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IO1sYA&#10;AADeAAAADwAAAGRycy9kb3ducmV2LnhtbESP0WrCQBBF3wv+wzKCL0U3VagluoYgKiUvQe0HDNkx&#10;G8zOhuzWxL/vFgp9m+HeuefONhttKx7U+8axgrdFAoK4crrhWsHX9Tj/AOEDssbWMSl4kodsN3nZ&#10;YqrdwGd6XEItYgj7FBWYELpUSl8ZsugXriOO2s31FkNc+1rqHocYblu5TJJ3abHhSDDY0d5Qdb98&#10;2wgpV1gWt+F6PI044KEw/JqflZpNx3wDItAY/s1/15861l+tl2v4fSfOIH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VIO1sYAAADe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1355A" w:rsidRDefault="0041355A" w:rsidP="0041355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mPnscA&#10;AADeAAAADwAAAGRycy9kb3ducmV2LnhtbESPQUsDMRCF74L/IUyhN5vtqm1ZmxapCiL0YBWkt2Ez&#10;3V3cTEKSdtd/7xwEbzO8N+99s96OrlcXiqnzbGA+K0AR19523Bj4/Hi5WYFKGdli75kM/FCC7eb6&#10;ao2V9QO/0+WQGyUhnCo00OYcKq1T3ZLDNPOBWLSTjw6zrLHRNuIg4a7XZVEstMOOpaHFQLuW6u/D&#10;2RnYD8/hbbm4P4VjvCt1erL5a5eNmU7GxwdQmcb8b/67frWCf7sshVfekRn05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VJj57HAAAA3gAAAA8AAAAAAAAAAAAAAAAAmAIAAGRy&#10;cy9kb3ducmV2LnhtbFBLBQYAAAAABAAEAPUAAACM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1355A" w:rsidRDefault="0041355A" w:rsidP="0041355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E/P8UA&#10;AADeAAAADwAAAGRycy9kb3ducmV2LnhtbESP3YrCMBCF74V9hzALeyNrugr+VKOIrCLeFHUfYGjG&#10;pmwzKU209e2NIHg3wzlzvjOLVWcrcaPGl44V/AwSEMS50yUXCv7O2+8pCB+QNVaOScGdPKyWH70F&#10;ptq1fKTbKRQihrBPUYEJoU6l9Lkhi37gauKoXVxjMcS1KaRusI3htpLDJBlLiyVHgsGaNoby/9PV&#10;Rkg2wuxwac/bXYct/h4M99dHpb4+u/UcRKAuvM2v672O9UeT4Qye78QZ5P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gT8/xQAAAN4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1355A" w:rsidRDefault="0041355A" w:rsidP="0041355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YVRccA&#10;AADeAAAADwAAAGRycy9kb3ducmV2LnhtbESPQUsDQQyF74L/YYjgzc7aaitrp0WqgggerIJ4Czvp&#10;7uJOZpiJ3fXfm4PgLSEv771vvZ3CYI6USx/ZweWsAkPcRN9z6+D97fHiBkwRZI9DZHLwQwW2m9OT&#10;NdY+jvxKx720Rk241OigE0m1taXpKGCZxUSst0PMAUXX3FqfcVTzMNh5VS1twJ41ocNEu46ar/13&#10;cPAyPqTn1fL6kD7z1dyWey8fO3Hu/Gy6uwUjNMm/+O/7yWv9xWqhAIqjM9jN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7mFUXHAAAA3gAAAA8AAAAAAAAAAAAAAAAAmAIAAGRy&#10;cy9kb3ducmV2LnhtbFBLBQYAAAAABAAEAPUAAACM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1355A" w:rsidRDefault="0041355A" w:rsidP="0041355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N8UA&#10;AADeAAAADwAAAGRycy9kb3ducmV2LnhtbERP32vCMBB+H+x/CDfwRWaqZW50RpmDoDBBdIO9Hs3Z&#10;ljWXkkTb/feLIOztPr6ft1gNthUX8qFxrGA6yUAQl840XCn4+tSPLyBCRDbYOiYFvxRgtby/W2Bh&#10;XM8HuhxjJVIIhwIV1DF2hZShrMlimLiOOHEn5y3GBH0ljcc+hdtWzrJsLi02nBpq7Oi9pvLneLYK&#10;1vu+yv24XA/u47T5ftLa6J1WavQwvL2CiDTEf/HNvTVpfv6cT+H6TrpBL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r603xQAAAN4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1355A" w:rsidRDefault="0041355A" w:rsidP="0041355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15v8MA&#10;AADeAAAADwAAAGRycy9kb3ducmV2LnhtbERP3WrCMBS+H/gO4Qi7m6l1c9IZRRyFMXbjzwMcmrOm&#10;szkpSaz17c1A8O58fL9nuR5sK3ryoXGsYDrJQBBXTjdcKzgeypcFiBCRNbaOScGVAqxXo6clFtpd&#10;eEf9PtYihXAoUIGJsSukDJUhi2HiOuLE/TpvMSboa6k9XlK4bWWeZXNpseHUYLCjraHqtD9bBeV3&#10;/tOfztqXbjO8Wnozf4tPo9TzeNh8gIg0xIf47v7Saf7sfZbD/zvpBr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15v8MAAADeAAAADwAAAAAAAAAAAAAAAACYAgAAZHJzL2Rv&#10;d25yZXYueG1sUEsFBgAAAAAEAAQA9QAAAIg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1355A" w:rsidRDefault="0041355A" w:rsidP="0041355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GW28UA&#10;AADeAAAADwAAAGRycy9kb3ducmV2LnhtbERP32vCMBB+H/g/hBv4MjSdZZtUo+ggOJgwpoKvR3O2&#10;Zc2lJNF2//0yGOztPr6ft1wPthU38qFxrOBxmoEgLp1puFJwOurJHESIyAZbx6TgmwKsV6O7JRbG&#10;9fxJt0OsRArhUKCCOsaukDKUNVkMU9cRJ+7ivMWYoK+k8dincNvKWZY9S4sNp4YaO3qtqfw6XK2C&#10;7Udf5f6h3A7u/bI7P2lt9F4rNb4fNgsQkYb4L/5zv5k0P3/Jc/h9J90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7MZbbxQAAAN4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1355A" w:rsidRDefault="0041355A" w:rsidP="0041355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hEUMMA&#10;AADeAAAADwAAAGRycy9kb3ducmV2LnhtbERP22oCMRB9F/oPYQp906y3VlajiLJQii/afsCwGTer&#10;m8mSxHX7901B8G0O5zqrTW8b0ZEPtWMF41EGgrh0uuZKwc93MVyACBFZY+OYFPxSgM36ZbDCXLs7&#10;H6k7xUqkEA45KjAxtrmUoTRkMYxcS5y4s/MWY4K+ktrjPYXbRk6y7F1arDk1GGxpZ6i8nm5WQfE1&#10;OXTXm/aF2/YzS3NzWeyNUm+v/XYJIlIfn+KH+1On+dOP6Qz+30k3yP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hEUMMAAADe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1355A" w:rsidRDefault="0041355A" w:rsidP="0041355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p/I8IA&#10;AADeAAAADwAAAGRycy9kb3ducmV2LnhtbERPzWqDQBC+F/IOywR6a1ZrbYJxDaGQ0Bxr+gCDO1HR&#10;nTXuNpq3zxYKvc3H9zv5bja9uNHoWssK4lUEgriyuuVawff58LIB4Tyyxt4yKbiTg12xeMox03bi&#10;L7qVvhYhhF2GChrvh0xKVzVk0K3sQBy4ix0N+gDHWuoRpxBuevkaRe/SYMuhocGBPhqquvLHKHi7&#10;T8drmXbRQRuKT8lwYl+lSj0v5/0WhKfZ/4v/3J86zE/WSQq/74QbZPE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lan8jwgAAAN4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1355A" w:rsidRDefault="0041355A" w:rsidP="0041355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7r3+8QA&#10;AADeAAAADwAAAGRycy9kb3ducmV2LnhtbERPTWvCQBC9C/0PyxR6M5saiG3qKlJJKT3ZVD0P2TEJ&#10;zc6G7CbGf98tCN7m8T5ntZlMK0bqXWNZwXMUgyAurW64UnD4yecvIJxH1thaJgVXcrBZP8xWmGl7&#10;4W8aC1+JEMIuQwW1910mpStrMugi2xEH7mx7gz7AvpK6x0sIN61cxHEqDTYcGmrs6L2m8rcYjIIh&#10;PS0OfP7S+2J3/Xjd5Vsnj5VST4/T9g2Ep8nfxTf3pw7zk2WSwv874Qa5/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69/vEAAAA3g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1355A" w:rsidRDefault="0041355A" w:rsidP="0041355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nifcYA&#10;AADeAAAADwAAAGRycy9kb3ducmV2LnhtbERPTWvCQBC9F/oflil4qxsbiTZ1lSoUqoeK2h56m2bH&#10;JJqdjdlV4793C4K3ebzPGU1aU4kTNa60rKDXjUAQZ1aXnCv43nw8D0E4j6yxskwKLuRgMn58GGGq&#10;7ZlXdFr7XIQQdikqKLyvUyldVpBB17U1ceC2tjHoA2xyqRs8h3BTyZcoSqTBkkNDgTXNCsr266NR&#10;8LMcJq/L6by/W3z9YWz04VeXiVKdp/b9DYSn1t/FN/enDvPjQTyA/3fCDXJ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5nifcYAAADe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1355A" w:rsidRDefault="0041355A" w:rsidP="0041355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hm8cA&#10;AADeAAAADwAAAGRycy9kb3ducmV2LnhtbESPT2vCQBDF70K/wzKF3upGU1RSV9GWWvHkP/A6ZKdJ&#10;MDsbsluN/fTOoeBthvfmvd9M552r1YXaUHk2MOgnoIhzbysuDBwPX68TUCEiW6w9k4EbBZjPnnpT&#10;zKy/8o4u+1goCeGQoYEyxibTOuQlOQx93xCL9uNbh1HWttC2xauEu1oPk2SkHVYsDSU29FFSft7/&#10;OgN/oxNuw/dw+ZnaSLe3ycpvtitjXp67xTuoSF18mP+v11bw03EqvPKOzKBnd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4ZvHAAAA3g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1355A" w:rsidRDefault="0041355A" w:rsidP="0041355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otrsQA&#10;AADeAAAADwAAAGRycy9kb3ducmV2LnhtbERPS27CMBDdV+IO1iB1Vxw+LRBiEKqo1F0h5QCjeHCi&#10;xOMQG0g5Pa5Uqbt5et/JNr1txJU6XzlWMB4lIIgLpys2Co7fHy8LED4ga2wck4If8rBZD54yTLW7&#10;8YGueTAihrBPUUEZQptK6YuSLPqRa4kjd3KdxRBhZ6Tu8BbDbSMnSfImLVYcG0ps6b2kos4vVsHZ&#10;TV51n+/wq94t95Uxs/P9MFPqedhvVyAC9eFf/Of+1HH+dD5dwu878Qa5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KLa7EAAAA3g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1355A" w:rsidRDefault="0041355A" w:rsidP="0041355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qRpcYA&#10;AADeAAAADwAAAGRycy9kb3ducmV2LnhtbESPQW/CMAyF70j8h8hI3CDdYMA6AgIkJK6wHXb0EtN2&#10;a5yuCVD26+fDpN1s+fm99y3Xna/VldpYBTbwMM5AEdvgKi4MvL3uRwtQMSE7rAOTgTtFWK/6vSXm&#10;Ltz4SNdTKpSYcMzRQJlSk2sdbUke4zg0xHI7h9ZjkrUttGvxJua+1o9ZNtMeK5aEEhvalWS/Thdv&#10;4FB90NPMnp/9YmuP7z/faTL/dMYMB93mBVSiLv2L/74PTupP5lMBEByZQa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AqRpcYAAADe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1355A" w:rsidRDefault="0041355A" w:rsidP="0041355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fN6cYA&#10;AADeAAAADwAAAGRycy9kb3ducmV2LnhtbERPXWsCMRB8L/gfwgq+aU5bqp5G0YLQ0lbwA31dLuvl&#10;8LI5Lul5/vumIPRtdmdnZme+bG0pGqp94VjBcJCAIM6cLjhXcDxs+hMQPiBrLB2Tgjt5WC46T3NM&#10;tbvxjpp9yEU0YZ+iAhNClUrpM0MW/cBVxJG7uNpiiGOdS13jLZrbUo6S5FVaLDgmGKzozVB23f9Y&#10;BQ1u78nZrL+nH8VXNtquT5867lWv265mIAK14f/4oX7X8f3n8csQ/upEDHLx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GfN6cYAAADeAAAADwAAAAAAAAAAAAAAAACYAgAAZHJz&#10;L2Rvd25yZXYueG1sUEsFBgAAAAAEAAQA9QAAAIs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1355A" w:rsidRDefault="0041355A" w:rsidP="0041355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biMBMMA&#10;AADeAAAADwAAAGRycy9kb3ducmV2LnhtbERPTUvDQBC9C/0Pywje7MZUVNJuSxFaPGr04HHMTrNp&#10;szNhd22iv94VBG/zeJ+z2ky+V2cKsRM2cDMvQBE3YjtuDby97q4fQMWEbLEXJgNfFGGznl2ssLIy&#10;8gud69SqHMKxQgMupaHSOjaOPMa5DMSZO0jwmDIMrbYBxxzue10WxZ322HFucDjQo6PmVH96A+O+&#10;+TiWh3frvsMgu/pZjmUvxlxdTtslqERT+hf/uZ9snr+4vy3h9518g1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biMBMMAAADeAAAADwAAAAAAAAAAAAAAAACYAgAAZHJzL2Rv&#10;d25yZXYueG1sUEsFBgAAAAAEAAQA9QAAAIg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1355A" w:rsidRDefault="0041355A" w:rsidP="0041355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w5iMUA&#10;AADeAAAADwAAAGRycy9kb3ducmV2LnhtbERP22oCMRB9L/gPYQq+1Wy1VNkaxSuUohQvfR834+5q&#10;Mlk2Ubd/bwpC3+ZwrjMcN9aIK9W+dKzgtZOAIM6cLjlXsN8tXwYgfEDWaByTgl/yMB61noaYanfj&#10;DV23IRcxhH2KCooQqlRKnxVk0XdcRRy5o6sthgjrXOoabzHcGtlNkndpseTYUGBFs4Ky8/ZiFSy/&#10;5+bUXW8mPzLMFv2DGXxN5yul2s/N5ANEoCb8ix/uTx3n9/pvPfh7J94gR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2DDmIxQAAAN4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1355A" w:rsidRDefault="0041355A" w:rsidP="0041355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N8aMYA&#10;AADeAAAADwAAAGRycy9kb3ducmV2LnhtbERP22rCQBB9L/Qflin0RXTTeqnErCJC0YKCxoKvk+w0&#10;CWZnQ3Yb07/vFoS+zeFcJ1n1phYdta6yrOBlFIEgzq2uuFDweX4fzkE4j6yxtkwKfsjBavn4kGCs&#10;7Y1P1KW+ECGEXYwKSu+bWEqXl2TQjWxDHLgv2xr0AbaF1C3eQrip5WsUzaTBikNDiQ1tSsqv6bdR&#10;0B33WbHrXPNxnQ/cdJxttwd9Uer5qV8vQHjq/b/47t7pMH/8NpnA3zvhBr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N8aMYAAADe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1355A" w:rsidRDefault="0041355A" w:rsidP="0041355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On7sYA&#10;AADeAAAADwAAAGRycy9kb3ducmV2LnhtbERPS2sCMRC+F/wPYYTealarVbdG0YLgpeDroLdxM91d&#10;3Ey2SdRtf70pFLzNx/ecyawxlbiS86VlBd1OAoI4s7rkXMF+t3wZgfABWWNlmRT8kIfZtPU0wVTb&#10;G2/oug25iCHsU1RQhFCnUvqsIIO+Y2viyH1ZZzBE6HKpHd5iuKlkL0nepMGSY0OBNX0UlJ23F6Ng&#10;MR4tvtd9/vzdnI50PJzOg55LlHpuN/N3EIGa8BD/u1c6zn8d9gfw9068QU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DOn7sYAAADeAAAADwAAAAAAAAAAAAAAAACYAgAAZHJz&#10;L2Rvd25yZXYueG1sUEsFBgAAAAAEAAQA9QAAAIsDAAAAAA==&#10;" fillcolor="black" stroked="f">
                  <v:textbox>
                    <w:txbxContent>
                      <w:p w:rsidR="0041355A" w:rsidRDefault="0041355A" w:rsidP="0041355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I3mccA&#10;AADeAAAADwAAAGRycy9kb3ducmV2LnhtbERPTU/CQBC9m/AfNkPCTbaCVlJYiIgmJsAB9OBx6I7t&#10;pt3ZprtA4de7Jibc5uV9zmzR2VqcqPXGsYKHYQKCOHfacKHg6/P9fgLCB2SNtWNScCEPi3nvboaZ&#10;dmfe0WkfChFD2GeooAyhyaT0eUkW/dA1xJH7ca3FEGFbSN3iOYbbWo6SJJUWDceGEht6LSmv9ker&#10;4HudmsnO0OiwuS7f9OapWm5XlVKDfvcyBRGoCzfxv/tDx/nj58cU/t6JN8j5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iN5nHAAAA3g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1355A" w:rsidRDefault="0041355A" w:rsidP="0041355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z/MMQA&#10;AADeAAAADwAAAGRycy9kb3ducmV2LnhtbERPTWsCMRC9C/6HMII3zVqlytYoYil68VDb0uuwmW62&#10;u5lsk6irv74pCL3N433Oct3ZRpzJh8qxgsk4A0FcOF1xqeD97WW0ABEissbGMSm4UoD1qt9bYq7d&#10;hV/pfIylSCEcclRgYmxzKUNhyGIYu5Y4cV/OW4wJ+lJqj5cUbhv5kGWP0mLFqcFgS1tDRX08WQV+&#10;8/lc3/j0UWe3wzXsvrufBRqlhoNu8wQiUhf/xXf3Xqf50/lsDn/vpBvk6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A8/zDEAAAA3g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1355A" w:rsidRDefault="0041355A" w:rsidP="0041355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LdCccA&#10;AADeAAAADwAAAGRycy9kb3ducmV2LnhtbESP0UoDQQxF34X+w5CCL2JnW8XWtdNSBEGwCK39gHQn&#10;7i7OZJad2G79evMg+JZwb+49Wa6HGMyJ+twmdjCdFGCIq+Rbrh0cPl5uF2CyIHsMicnBhTKsV6Or&#10;JZY+nXlHp73URkM4l+igEelKa3PVUMQ8SR2xap+pjyi69rX1PZ41PAY7K4oHG7FlbWiwo+eGqq/9&#10;d3QQZsfw+DbPW7kc7Lb4ibK7effOXY+HzRMYoUH+zX/Xr17x7+b3yqvv6Ax29Q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LS3QnHAAAA3gAAAA8AAAAAAAAAAAAAAAAAmAIAAGRy&#10;cy9kb3ducmV2LnhtbFBLBQYAAAAABAAEAPUAAACM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1355A" w:rsidRDefault="0041355A" w:rsidP="0041355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45yMUA&#10;AADeAAAADwAAAGRycy9kb3ducmV2LnhtbERPTU8CMRC9m/gfmjHxJl3RICwUohKSvXhggXAdtsN2&#10;YzvdbCus/HpqQuJtXt7nzBa9s+JEXWg8K3geZCCIK68brhVsN6unMYgQkTVaz6TglwIs5vd3M8y1&#10;P/OaTmWsRQrhkKMCE2ObSxkqQw7DwLfEiTv6zmFMsKul7vCcwp2VwywbSYcNpwaDLX0aqr7LH6dg&#10;WbZ2uC3MR9jvvg4HW1xWtF8q9fjQv09BROrjv/jmLnSa//L2OoG/d9INcn4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TjnIxQAAAN4AAAAPAAAAAAAAAAAAAAAAAJgCAABkcnMv&#10;ZG93bnJldi54bWxQSwUGAAAAAAQABAD1AAAAig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1355A" w:rsidRDefault="0041355A" w:rsidP="0041355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6i0vsYA&#10;AADeAAAADwAAAGRycy9kb3ducmV2LnhtbESPT2vDMAzF74N9B6PBbqu9lbUjq1tKWaGwU/8dehO2&#10;mqSL5RC7Tfbtp8OgNwk9vfd+s8UQGnWjLtWRLbyODChiF33NpYXDfv3yASplZI9NZLLwSwkW88eH&#10;GRY+9ryl2y6XSkw4FWihyrkttE6uooBpFFtiuZ1jFzDL2pXad9iLeWj0mzETHbBmSaiwpVVF7md3&#10;DRYua/0dnUF3PBz7jZ+evibUGGufn4blJ6hMQ76L/783XuqPp+8CIDgyg5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6i0vsYAAADeAAAADwAAAAAAAAAAAAAAAACYAgAAZHJz&#10;L2Rvd25yZXYueG1sUEsFBgAAAAAEAAQA9QAAAIs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1355A" w:rsidRDefault="0041355A" w:rsidP="0041355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ziQsQA&#10;AADeAAAADwAAAGRycy9kb3ducmV2LnhtbERPTWvCQBC9C/0PyxR6qxsVW0ldxQpCUXpoFPE4Zsck&#10;JDsbdleN/94VCt7m8T5nOu9MIy7kfGVZwaCfgCDOra64ULDbrt4nIHxA1thYJgU38jCfvfSmmGp7&#10;5T+6ZKEQMYR9igrKENpUSp+XZND3bUscuZN1BkOErpDa4TWGm0YOk+RDGqw4NpTY0rKkvM7ORsHh&#10;vOHT72i9cN9hb7utr4fHSa3U22u3+AIRqAtP8b/7R8f5o8/xAB7vxBvk7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UM4kLEAAAA3gAAAA8AAAAAAAAAAAAAAAAAmAIAAGRycy9k&#10;b3ducmV2LnhtbFBLBQYAAAAABAAEAPUAAACJ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1355A" w:rsidRDefault="0041355A" w:rsidP="0041355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OpR8YA&#10;AADeAAAADwAAAGRycy9kb3ducmV2LnhtbERPTWsCMRC9F/wPYYTeatZttXZrlCoUehGq9aC3cTPu&#10;Lm4m2yTq6q9vhIK3ebzPGU9bU4sTOV9ZVtDvJSCIc6srLhSsfz6fRiB8QNZYWyYFF/IwnXQexphp&#10;e+YlnVahEDGEfYYKyhCaTEqfl2TQ92xDHLm9dQZDhK6Q2uE5hptapkkylAYrjg0lNjQvKT+sjkbB&#10;7G00+/1+4cV1udvSdrM7DFKXKPXYbT/eQQRqw1387/7Scf7z6yCF2zvxBjn5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gOpR8YAAADeAAAADwAAAAAAAAAAAAAAAACYAgAAZHJz&#10;L2Rvd25yZXYueG1sUEsFBgAAAAAEAAQA9QAAAIsDAAAAAA==&#10;" fillcolor="black" stroked="f">
                  <v:textbox>
                    <w:txbxContent>
                      <w:p w:rsidR="0041355A" w:rsidRDefault="0041355A" w:rsidP="0041355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kHdsQA&#10;AADeAAAADwAAAGRycy9kb3ducmV2LnhtbERPS0sDMRC+C/0PYYTebNYuPtg2LUtBKp62Vel1uhk3&#10;i5vJksR0/fdGELzNx/ec9Xayg0jkQ+9Ywe2iAEHcOt1zp+Dt9enmEUSIyBoHx6TgmwJsN7OrNVba&#10;XfhA6Rg7kUM4VKjAxDhWUobWkMWwcCNx5j6ctxgz9J3UHi853A5yWRT30mLPucHgSDtD7efxyypI&#10;511Tl+mUzOHF1513zf793Cg1v57qFYhIU/wX/7mfdZ5fPtyV8PtOvkF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5B3bEAAAA3gAAAA8AAAAAAAAAAAAAAAAAmAIAAGRycy9k&#10;b3ducmV2LnhtbFBLBQYAAAAABAAEAPUAAACJAw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1355A" w:rsidRDefault="0041355A" w:rsidP="0041355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zbC8YA&#10;AADeAAAADwAAAGRycy9kb3ducmV2LnhtbERPS0/CQBC+m/gfNmPCDbbIQ60sxBAkyAUtJHqcdMdu&#10;Y3e26S6l+OtZExJv8+V7zmzR2Uq01PjSsYLhIAFBnDtdcqHgsH/tP4LwAVlj5ZgUnMnDYn57M8NU&#10;uxN/UJuFQsQQ9ikqMCHUqZQ+N2TRD1xNHLlv11gMETaF1A2eYrit5H2STKXFkmODwZqWhvKf7GgV&#10;+OFy9bm1v0/t19rwLnsz0/fCKNW7616eQQTqwr/46t7oOH/0MBnD3zvxBj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bzbC8YAAADe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1355A" w:rsidRDefault="0041355A" w:rsidP="0041355A">
                        <w:pPr>
                          <w:rPr>
                            <w:rFonts w:eastAsia="Times New Roman"/>
                          </w:rPr>
                        </w:pPr>
                      </w:p>
                    </w:txbxContent>
                  </v:textbox>
                </v:shape>
                <w10:wrap anchorx="margin"/>
              </v:group>
            </w:pict>
          </mc:Fallback>
        </mc:AlternateContent>
      </w:r>
    </w:p>
    <w:p w:rsidR="0041355A" w:rsidRPr="00333810" w:rsidRDefault="0041355A" w:rsidP="00333810">
      <w:pPr>
        <w:tabs>
          <w:tab w:val="left" w:pos="708"/>
        </w:tabs>
        <w:spacing w:after="0" w:line="240" w:lineRule="auto"/>
        <w:jc w:val="center"/>
        <w:rPr>
          <w:rFonts w:ascii="Times New Roman" w:eastAsia="Arial Unicode MS" w:hAnsi="Times New Roman"/>
          <w:b/>
          <w:color w:val="000000"/>
          <w:sz w:val="24"/>
          <w:szCs w:val="24"/>
          <w:lang w:val="uk-UA"/>
        </w:rPr>
      </w:pPr>
    </w:p>
    <w:p w:rsidR="0041355A" w:rsidRPr="00333810" w:rsidRDefault="0041355A" w:rsidP="00333810">
      <w:pPr>
        <w:tabs>
          <w:tab w:val="left" w:pos="708"/>
        </w:tabs>
        <w:spacing w:after="0" w:line="240" w:lineRule="auto"/>
        <w:jc w:val="center"/>
        <w:rPr>
          <w:rFonts w:ascii="Times New Roman" w:eastAsia="Arial Unicode MS" w:hAnsi="Times New Roman"/>
          <w:b/>
          <w:color w:val="000000"/>
          <w:sz w:val="24"/>
          <w:szCs w:val="24"/>
          <w:lang w:val="uk-UA"/>
        </w:rPr>
      </w:pPr>
    </w:p>
    <w:p w:rsidR="00333810" w:rsidRPr="00333810" w:rsidRDefault="00333810" w:rsidP="00333810">
      <w:pPr>
        <w:tabs>
          <w:tab w:val="left" w:pos="708"/>
        </w:tabs>
        <w:spacing w:after="0" w:line="240" w:lineRule="auto"/>
        <w:jc w:val="center"/>
        <w:rPr>
          <w:rFonts w:ascii="Times New Roman" w:eastAsia="Arial Unicode MS" w:hAnsi="Times New Roman"/>
          <w:b/>
          <w:color w:val="000000"/>
          <w:sz w:val="24"/>
          <w:szCs w:val="24"/>
          <w:lang w:val="uk-UA"/>
        </w:rPr>
      </w:pPr>
    </w:p>
    <w:p w:rsidR="0041355A" w:rsidRPr="00333810" w:rsidRDefault="0041355A" w:rsidP="00333810">
      <w:pPr>
        <w:tabs>
          <w:tab w:val="left" w:pos="708"/>
        </w:tabs>
        <w:spacing w:after="0" w:line="240" w:lineRule="auto"/>
        <w:jc w:val="center"/>
        <w:rPr>
          <w:rFonts w:ascii="Times New Roman" w:eastAsia="Arial Unicode MS" w:hAnsi="Times New Roman"/>
          <w:b/>
          <w:color w:val="000000"/>
          <w:sz w:val="24"/>
          <w:szCs w:val="24"/>
          <w:lang w:val="uk-UA"/>
        </w:rPr>
      </w:pPr>
      <w:r w:rsidRPr="00333810">
        <w:rPr>
          <w:rFonts w:ascii="Times New Roman" w:eastAsia="Arial Unicode MS" w:hAnsi="Times New Roman"/>
          <w:b/>
          <w:color w:val="000000"/>
          <w:sz w:val="24"/>
          <w:szCs w:val="24"/>
          <w:lang w:val="uk-UA"/>
        </w:rPr>
        <w:t>УКРАЇНА</w:t>
      </w:r>
    </w:p>
    <w:p w:rsidR="0041355A" w:rsidRPr="00333810" w:rsidRDefault="0041355A" w:rsidP="00333810">
      <w:pPr>
        <w:keepNext/>
        <w:tabs>
          <w:tab w:val="left" w:pos="708"/>
        </w:tabs>
        <w:spacing w:after="0" w:line="240" w:lineRule="auto"/>
        <w:jc w:val="center"/>
        <w:rPr>
          <w:rFonts w:ascii="Times New Roman" w:eastAsia="Arial Unicode MS" w:hAnsi="Times New Roman"/>
          <w:b/>
          <w:color w:val="000000"/>
          <w:sz w:val="24"/>
          <w:szCs w:val="24"/>
          <w:lang w:val="uk-UA"/>
        </w:rPr>
      </w:pPr>
      <w:r w:rsidRPr="00333810">
        <w:rPr>
          <w:rFonts w:ascii="Times New Roman" w:eastAsia="Arial Unicode MS" w:hAnsi="Times New Roman"/>
          <w:b/>
          <w:color w:val="000000"/>
          <w:sz w:val="24"/>
          <w:szCs w:val="24"/>
          <w:lang w:val="uk-UA"/>
        </w:rPr>
        <w:t>КРУПЕЦЬКА СІЛЬСЬКА РАДА</w:t>
      </w:r>
    </w:p>
    <w:p w:rsidR="0041355A" w:rsidRPr="00333810" w:rsidRDefault="0041355A" w:rsidP="00333810">
      <w:pPr>
        <w:tabs>
          <w:tab w:val="left" w:pos="708"/>
        </w:tabs>
        <w:spacing w:after="0" w:line="240" w:lineRule="auto"/>
        <w:jc w:val="center"/>
        <w:rPr>
          <w:rFonts w:ascii="Times New Roman" w:eastAsia="Arial Unicode MS" w:hAnsi="Times New Roman"/>
          <w:b/>
          <w:color w:val="000000"/>
          <w:sz w:val="24"/>
          <w:szCs w:val="24"/>
          <w:lang w:val="uk-UA"/>
        </w:rPr>
      </w:pPr>
      <w:r w:rsidRPr="00333810">
        <w:rPr>
          <w:rFonts w:ascii="Times New Roman" w:eastAsia="Arial Unicode MS" w:hAnsi="Times New Roman"/>
          <w:b/>
          <w:color w:val="000000"/>
          <w:sz w:val="24"/>
          <w:szCs w:val="24"/>
          <w:lang w:val="uk-UA"/>
        </w:rPr>
        <w:t>СЛАВУТСЬКОГО РАЙОНУ</w:t>
      </w:r>
    </w:p>
    <w:p w:rsidR="0041355A" w:rsidRPr="00333810" w:rsidRDefault="0041355A" w:rsidP="00333810">
      <w:pPr>
        <w:tabs>
          <w:tab w:val="left" w:pos="708"/>
        </w:tabs>
        <w:spacing w:after="0" w:line="240" w:lineRule="auto"/>
        <w:jc w:val="center"/>
        <w:rPr>
          <w:rFonts w:ascii="Times New Roman" w:eastAsia="Arial Unicode MS" w:hAnsi="Times New Roman"/>
          <w:b/>
          <w:color w:val="000000"/>
          <w:sz w:val="24"/>
          <w:szCs w:val="24"/>
          <w:lang w:val="uk-UA"/>
        </w:rPr>
      </w:pPr>
      <w:r w:rsidRPr="00333810">
        <w:rPr>
          <w:rFonts w:ascii="Times New Roman" w:eastAsia="Arial Unicode MS" w:hAnsi="Times New Roman"/>
          <w:b/>
          <w:color w:val="000000"/>
          <w:sz w:val="24"/>
          <w:szCs w:val="24"/>
          <w:lang w:val="uk-UA"/>
        </w:rPr>
        <w:t>ХМЕЛЬНИЦЬКОЇ ОБЛАСТІ</w:t>
      </w:r>
    </w:p>
    <w:p w:rsidR="0041355A" w:rsidRPr="00333810" w:rsidRDefault="0041355A" w:rsidP="00333810">
      <w:pPr>
        <w:tabs>
          <w:tab w:val="left" w:pos="708"/>
        </w:tabs>
        <w:spacing w:after="0" w:line="240" w:lineRule="auto"/>
        <w:jc w:val="center"/>
        <w:rPr>
          <w:rFonts w:ascii="Times New Roman" w:eastAsia="Arial Unicode MS" w:hAnsi="Times New Roman"/>
          <w:b/>
          <w:color w:val="000000"/>
          <w:sz w:val="24"/>
          <w:szCs w:val="24"/>
          <w:lang w:val="uk-UA"/>
        </w:rPr>
      </w:pPr>
    </w:p>
    <w:p w:rsidR="0041355A" w:rsidRPr="00333810" w:rsidRDefault="0041355A" w:rsidP="00333810">
      <w:pPr>
        <w:tabs>
          <w:tab w:val="left" w:pos="708"/>
        </w:tabs>
        <w:spacing w:after="0" w:line="240" w:lineRule="auto"/>
        <w:jc w:val="center"/>
        <w:rPr>
          <w:rFonts w:ascii="Times New Roman" w:eastAsia="Arial Unicode MS" w:hAnsi="Times New Roman"/>
          <w:b/>
          <w:color w:val="000000"/>
          <w:sz w:val="24"/>
          <w:szCs w:val="24"/>
          <w:lang w:val="uk-UA"/>
        </w:rPr>
      </w:pPr>
      <w:r w:rsidRPr="00333810">
        <w:rPr>
          <w:rFonts w:ascii="Times New Roman" w:eastAsia="Arial Unicode MS" w:hAnsi="Times New Roman"/>
          <w:b/>
          <w:color w:val="000000"/>
          <w:sz w:val="24"/>
          <w:szCs w:val="24"/>
          <w:lang w:val="uk-UA"/>
        </w:rPr>
        <w:t xml:space="preserve"> РІШЕННЯ</w:t>
      </w:r>
    </w:p>
    <w:p w:rsidR="0041355A" w:rsidRPr="00333810" w:rsidRDefault="0041355A" w:rsidP="00333810">
      <w:pPr>
        <w:tabs>
          <w:tab w:val="left" w:pos="708"/>
        </w:tabs>
        <w:spacing w:after="0" w:line="240" w:lineRule="auto"/>
        <w:jc w:val="center"/>
        <w:rPr>
          <w:rFonts w:ascii="Times New Roman" w:eastAsia="Arial Unicode MS" w:hAnsi="Times New Roman"/>
          <w:b/>
          <w:color w:val="000000"/>
          <w:sz w:val="24"/>
          <w:szCs w:val="24"/>
          <w:lang w:val="uk-UA"/>
        </w:rPr>
      </w:pPr>
    </w:p>
    <w:p w:rsidR="0041355A" w:rsidRPr="00333810" w:rsidRDefault="0041355A" w:rsidP="00333810">
      <w:pPr>
        <w:tabs>
          <w:tab w:val="left" w:pos="708"/>
        </w:tabs>
        <w:spacing w:after="0" w:line="240" w:lineRule="auto"/>
        <w:jc w:val="center"/>
        <w:rPr>
          <w:rFonts w:ascii="Times New Roman" w:eastAsia="Arial Unicode MS" w:hAnsi="Times New Roman"/>
          <w:color w:val="000000"/>
          <w:sz w:val="24"/>
          <w:szCs w:val="24"/>
          <w:lang w:val="uk-UA"/>
        </w:rPr>
      </w:pPr>
      <w:r w:rsidRPr="00333810">
        <w:rPr>
          <w:rFonts w:ascii="Times New Roman" w:eastAsia="Arial Unicode MS" w:hAnsi="Times New Roman"/>
          <w:color w:val="000000"/>
          <w:sz w:val="24"/>
          <w:szCs w:val="24"/>
          <w:lang w:val="uk-UA"/>
        </w:rPr>
        <w:t xml:space="preserve">  </w:t>
      </w:r>
      <w:r w:rsidR="00333810" w:rsidRPr="00333810">
        <w:rPr>
          <w:rFonts w:ascii="Times New Roman" w:eastAsia="Arial Unicode MS" w:hAnsi="Times New Roman"/>
          <w:color w:val="000000"/>
          <w:sz w:val="24"/>
          <w:szCs w:val="24"/>
          <w:lang w:val="uk-UA"/>
        </w:rPr>
        <w:t>____</w:t>
      </w:r>
      <w:r w:rsidRPr="00333810">
        <w:rPr>
          <w:rFonts w:ascii="Times New Roman" w:eastAsia="Arial Unicode MS" w:hAnsi="Times New Roman"/>
          <w:color w:val="000000"/>
          <w:sz w:val="24"/>
          <w:szCs w:val="24"/>
          <w:lang w:val="uk-UA"/>
        </w:rPr>
        <w:t xml:space="preserve">  сесії сільської ради  VІІІ скликання</w:t>
      </w:r>
    </w:p>
    <w:p w:rsidR="0041355A" w:rsidRPr="00333810" w:rsidRDefault="0041355A" w:rsidP="00333810">
      <w:pPr>
        <w:tabs>
          <w:tab w:val="left" w:pos="708"/>
        </w:tabs>
        <w:spacing w:after="0" w:line="240" w:lineRule="auto"/>
        <w:rPr>
          <w:rFonts w:ascii="Times New Roman" w:eastAsia="Arial Unicode MS" w:hAnsi="Times New Roman"/>
          <w:color w:val="000000"/>
          <w:sz w:val="24"/>
          <w:szCs w:val="24"/>
          <w:lang w:val="uk-UA"/>
        </w:rPr>
      </w:pPr>
    </w:p>
    <w:p w:rsidR="0041355A" w:rsidRPr="00333810" w:rsidRDefault="0041355A" w:rsidP="00333810">
      <w:pPr>
        <w:tabs>
          <w:tab w:val="left" w:pos="708"/>
        </w:tabs>
        <w:spacing w:after="0" w:line="240" w:lineRule="auto"/>
        <w:rPr>
          <w:rFonts w:ascii="Times New Roman" w:eastAsia="Arial Unicode MS" w:hAnsi="Times New Roman"/>
          <w:color w:val="000000"/>
          <w:sz w:val="24"/>
          <w:szCs w:val="24"/>
          <w:lang w:val="uk-UA"/>
        </w:rPr>
      </w:pPr>
    </w:p>
    <w:p w:rsidR="0041355A" w:rsidRPr="00333810" w:rsidRDefault="00333810" w:rsidP="00333810">
      <w:pPr>
        <w:tabs>
          <w:tab w:val="left" w:pos="708"/>
        </w:tabs>
        <w:spacing w:after="0" w:line="240" w:lineRule="auto"/>
        <w:rPr>
          <w:rFonts w:ascii="Times New Roman" w:eastAsia="Arial Unicode MS" w:hAnsi="Times New Roman"/>
          <w:color w:val="000000"/>
          <w:sz w:val="24"/>
          <w:szCs w:val="24"/>
          <w:lang w:val="uk-UA"/>
        </w:rPr>
      </w:pPr>
      <w:r w:rsidRPr="00333810">
        <w:rPr>
          <w:rFonts w:ascii="Times New Roman" w:eastAsia="Arial Unicode MS" w:hAnsi="Times New Roman"/>
          <w:color w:val="000000"/>
          <w:sz w:val="24"/>
          <w:szCs w:val="24"/>
          <w:lang w:val="uk-UA"/>
        </w:rPr>
        <w:t>___</w:t>
      </w:r>
      <w:r w:rsidR="0041355A" w:rsidRPr="00333810">
        <w:rPr>
          <w:rFonts w:ascii="Times New Roman" w:eastAsia="Arial Unicode MS" w:hAnsi="Times New Roman"/>
          <w:color w:val="000000"/>
          <w:sz w:val="24"/>
          <w:szCs w:val="24"/>
          <w:lang w:val="uk-UA"/>
        </w:rPr>
        <w:t>.</w:t>
      </w:r>
      <w:r w:rsidRPr="00333810">
        <w:rPr>
          <w:rFonts w:ascii="Times New Roman" w:eastAsia="Arial Unicode MS" w:hAnsi="Times New Roman"/>
          <w:color w:val="000000"/>
          <w:sz w:val="24"/>
          <w:szCs w:val="24"/>
          <w:lang w:val="uk-UA"/>
        </w:rPr>
        <w:t>02</w:t>
      </w:r>
      <w:r w:rsidR="0041355A" w:rsidRPr="00333810">
        <w:rPr>
          <w:rFonts w:ascii="Times New Roman" w:eastAsia="Arial Unicode MS" w:hAnsi="Times New Roman"/>
          <w:color w:val="000000"/>
          <w:sz w:val="24"/>
          <w:szCs w:val="24"/>
          <w:lang w:val="uk-UA"/>
        </w:rPr>
        <w:t>.202</w:t>
      </w:r>
      <w:r w:rsidRPr="00333810">
        <w:rPr>
          <w:rFonts w:ascii="Times New Roman" w:eastAsia="Arial Unicode MS" w:hAnsi="Times New Roman"/>
          <w:color w:val="000000"/>
          <w:sz w:val="24"/>
          <w:szCs w:val="24"/>
          <w:lang w:val="uk-UA"/>
        </w:rPr>
        <w:t>1</w:t>
      </w:r>
      <w:r w:rsidR="0041355A" w:rsidRPr="00333810">
        <w:rPr>
          <w:rFonts w:ascii="Times New Roman" w:eastAsia="Arial Unicode MS" w:hAnsi="Times New Roman"/>
          <w:color w:val="000000"/>
          <w:sz w:val="24"/>
          <w:szCs w:val="24"/>
          <w:lang w:val="uk-UA"/>
        </w:rPr>
        <w:t xml:space="preserve"> року                                            Крупець                                                       №</w:t>
      </w:r>
      <w:r w:rsidRPr="00333810">
        <w:rPr>
          <w:rFonts w:ascii="Times New Roman" w:eastAsia="Arial Unicode MS" w:hAnsi="Times New Roman"/>
          <w:color w:val="000000"/>
          <w:sz w:val="24"/>
          <w:szCs w:val="24"/>
          <w:lang w:val="uk-UA"/>
        </w:rPr>
        <w:t>___</w:t>
      </w:r>
    </w:p>
    <w:p w:rsidR="0041355A" w:rsidRPr="00333810" w:rsidRDefault="0041355A" w:rsidP="00333810">
      <w:pPr>
        <w:tabs>
          <w:tab w:val="left" w:pos="708"/>
        </w:tabs>
        <w:spacing w:after="0" w:line="240" w:lineRule="auto"/>
        <w:rPr>
          <w:rFonts w:ascii="Times New Roman" w:eastAsia="Arial Unicode MS" w:hAnsi="Times New Roman"/>
          <w:color w:val="000000"/>
          <w:sz w:val="24"/>
          <w:szCs w:val="24"/>
          <w:lang w:val="uk-UA"/>
        </w:rPr>
      </w:pPr>
    </w:p>
    <w:p w:rsidR="0041355A" w:rsidRDefault="0041355A" w:rsidP="00333810">
      <w:pPr>
        <w:autoSpaceDE w:val="0"/>
        <w:autoSpaceDN w:val="0"/>
        <w:adjustRightInd w:val="0"/>
        <w:spacing w:after="0" w:line="240" w:lineRule="auto"/>
        <w:ind w:right="4252"/>
        <w:jc w:val="both"/>
        <w:rPr>
          <w:rFonts w:ascii="Times New Roman" w:hAnsi="Times New Roman"/>
          <w:b/>
          <w:bCs/>
          <w:color w:val="0D0D0D"/>
          <w:sz w:val="24"/>
          <w:szCs w:val="24"/>
          <w:lang w:val="uk-UA"/>
        </w:rPr>
      </w:pPr>
      <w:r w:rsidRPr="00333810">
        <w:rPr>
          <w:rFonts w:ascii="Times New Roman" w:hAnsi="Times New Roman"/>
          <w:b/>
          <w:bCs/>
          <w:color w:val="0D0D0D"/>
          <w:sz w:val="24"/>
          <w:szCs w:val="24"/>
          <w:lang w:val="uk-UA"/>
        </w:rPr>
        <w:t xml:space="preserve">Про внесення змін до статуту Комунального підприємства Крупецької сільської ради «Спеціалізоване лісокомунальне </w:t>
      </w:r>
      <w:r w:rsidR="00333810">
        <w:rPr>
          <w:rFonts w:ascii="Times New Roman" w:hAnsi="Times New Roman"/>
          <w:b/>
          <w:bCs/>
          <w:color w:val="0D0D0D"/>
          <w:sz w:val="24"/>
          <w:szCs w:val="24"/>
          <w:lang w:val="uk-UA"/>
        </w:rPr>
        <w:t>підприємство</w:t>
      </w:r>
      <w:r w:rsidRPr="00333810">
        <w:rPr>
          <w:rFonts w:ascii="Times New Roman" w:hAnsi="Times New Roman"/>
          <w:b/>
          <w:bCs/>
          <w:color w:val="0D0D0D"/>
          <w:sz w:val="24"/>
          <w:szCs w:val="24"/>
          <w:lang w:val="uk-UA"/>
        </w:rPr>
        <w:t xml:space="preserve">» </w:t>
      </w:r>
    </w:p>
    <w:p w:rsidR="00333810" w:rsidRPr="00333810" w:rsidRDefault="00333810" w:rsidP="00333810">
      <w:pPr>
        <w:autoSpaceDE w:val="0"/>
        <w:autoSpaceDN w:val="0"/>
        <w:adjustRightInd w:val="0"/>
        <w:spacing w:after="0" w:line="240" w:lineRule="auto"/>
        <w:ind w:right="4252"/>
        <w:jc w:val="both"/>
        <w:rPr>
          <w:rFonts w:ascii="Times New Roman" w:hAnsi="Times New Roman"/>
          <w:b/>
          <w:bCs/>
          <w:color w:val="0D0D0D"/>
          <w:sz w:val="24"/>
          <w:szCs w:val="24"/>
          <w:lang w:val="uk-UA"/>
        </w:rPr>
      </w:pPr>
    </w:p>
    <w:p w:rsidR="0041355A" w:rsidRPr="00333810" w:rsidRDefault="0041355A" w:rsidP="00333810">
      <w:pPr>
        <w:pStyle w:val="afa"/>
        <w:spacing w:after="0"/>
        <w:ind w:firstLineChars="285" w:firstLine="684"/>
        <w:jc w:val="both"/>
        <w:rPr>
          <w:rFonts w:ascii="Times New Roman" w:eastAsia="SimSun" w:hAnsi="Times New Roman"/>
          <w:b w:val="0"/>
          <w:bCs w:val="0"/>
          <w:smallCaps w:val="0"/>
          <w:color w:val="auto"/>
          <w:spacing w:val="0"/>
          <w:sz w:val="24"/>
          <w:szCs w:val="24"/>
          <w:lang w:val="uk-UA" w:eastAsia="zh-CN" w:bidi="ar-SA"/>
        </w:rPr>
      </w:pPr>
      <w:r w:rsidRPr="00333810">
        <w:rPr>
          <w:rFonts w:ascii="Times New Roman" w:eastAsia="SimSun" w:hAnsi="Times New Roman"/>
          <w:b w:val="0"/>
          <w:bCs w:val="0"/>
          <w:smallCaps w:val="0"/>
          <w:color w:val="auto"/>
          <w:spacing w:val="0"/>
          <w:sz w:val="24"/>
          <w:szCs w:val="24"/>
          <w:lang w:val="uk-UA" w:eastAsia="zh-CN" w:bidi="ar-SA"/>
        </w:rPr>
        <w:t xml:space="preserve">Відповідно до пункту 30 частини 1 статті 26, статті 60 Закону України «Про місцеве самоврядування в Україні», статті 78 Господарського кодексу України, пункту 3 Прикінцевих та перехідних положень Закону України «Про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 постанови Кабінету Міністрів України від 17 липня 2020 року № 807-IX «Про утворення та ліквідацію районів», сільська рада </w:t>
      </w:r>
    </w:p>
    <w:p w:rsidR="0041355A" w:rsidRPr="00333810" w:rsidRDefault="0041355A" w:rsidP="00333810">
      <w:pPr>
        <w:pStyle w:val="afa"/>
        <w:spacing w:after="0"/>
        <w:ind w:firstLineChars="285" w:firstLine="704"/>
        <w:jc w:val="both"/>
        <w:rPr>
          <w:rFonts w:ascii="Times New Roman" w:hAnsi="Times New Roman"/>
          <w:sz w:val="24"/>
          <w:szCs w:val="24"/>
          <w:lang w:val="uk-UA"/>
        </w:rPr>
      </w:pPr>
      <w:r w:rsidRPr="00333810">
        <w:rPr>
          <w:rFonts w:ascii="Times New Roman" w:hAnsi="Times New Roman"/>
          <w:sz w:val="24"/>
          <w:szCs w:val="24"/>
          <w:lang w:val="uk-UA"/>
        </w:rPr>
        <w:t>ВИРІШИЛА:</w:t>
      </w:r>
    </w:p>
    <w:p w:rsidR="0041355A" w:rsidRPr="00333810" w:rsidRDefault="0041355A" w:rsidP="00333810">
      <w:pPr>
        <w:spacing w:after="0" w:line="240" w:lineRule="auto"/>
        <w:ind w:firstLine="567"/>
        <w:jc w:val="both"/>
        <w:rPr>
          <w:rFonts w:ascii="Times New Roman" w:eastAsia="SimSun" w:hAnsi="Times New Roman"/>
          <w:sz w:val="24"/>
          <w:szCs w:val="24"/>
          <w:lang w:val="uk-UA" w:eastAsia="zh-CN"/>
        </w:rPr>
      </w:pPr>
      <w:r w:rsidRPr="00333810">
        <w:rPr>
          <w:rFonts w:ascii="Times New Roman" w:eastAsia="SimSun" w:hAnsi="Times New Roman"/>
          <w:sz w:val="24"/>
          <w:szCs w:val="24"/>
          <w:lang w:val="uk-UA" w:eastAsia="zh-CN"/>
        </w:rPr>
        <w:t xml:space="preserve">1. Внести відомості про нове місце знаходження Комунального підприємства Крупецької сільської ради «Спеціалізоване лісокомунальне </w:t>
      </w:r>
      <w:r w:rsidR="00333810">
        <w:rPr>
          <w:rFonts w:ascii="Times New Roman" w:eastAsia="SimSun" w:hAnsi="Times New Roman"/>
          <w:sz w:val="24"/>
          <w:szCs w:val="24"/>
          <w:lang w:val="uk-UA" w:eastAsia="zh-CN"/>
        </w:rPr>
        <w:t>підприємство</w:t>
      </w:r>
      <w:r w:rsidRPr="00333810">
        <w:rPr>
          <w:rFonts w:ascii="Times New Roman" w:eastAsia="SimSun" w:hAnsi="Times New Roman"/>
          <w:sz w:val="24"/>
          <w:szCs w:val="24"/>
          <w:lang w:val="uk-UA" w:eastAsia="zh-CN"/>
        </w:rPr>
        <w:t xml:space="preserve">» (ЄДРПОУ 43688959)  до Єдиного державного реєстру юридичних осіб, фізичних осіб — підприємців та громадських формувань – вул. Б. Хмельницького, 106, с. Крупець, Шепетівський район, Хмельницька область, 30068. </w:t>
      </w:r>
    </w:p>
    <w:p w:rsidR="0041355A" w:rsidRPr="00333810" w:rsidRDefault="0041355A" w:rsidP="00333810">
      <w:pPr>
        <w:spacing w:after="0" w:line="240" w:lineRule="auto"/>
        <w:ind w:firstLine="567"/>
        <w:jc w:val="both"/>
        <w:rPr>
          <w:rFonts w:ascii="Times New Roman" w:eastAsia="SimSun" w:hAnsi="Times New Roman"/>
          <w:sz w:val="24"/>
          <w:szCs w:val="24"/>
          <w:lang w:val="uk-UA" w:eastAsia="zh-CN"/>
        </w:rPr>
      </w:pPr>
      <w:r w:rsidRPr="00333810">
        <w:rPr>
          <w:rFonts w:ascii="Times New Roman" w:eastAsia="SimSun" w:hAnsi="Times New Roman"/>
          <w:sz w:val="24"/>
          <w:szCs w:val="24"/>
          <w:lang w:val="uk-UA" w:eastAsia="zh-CN"/>
        </w:rPr>
        <w:t xml:space="preserve">2. Затвердити статут Комунального підприємства Крупецької сільської ради «Спеціалізоване лісокомунальне </w:t>
      </w:r>
      <w:r w:rsidR="00333810">
        <w:rPr>
          <w:rFonts w:ascii="Times New Roman" w:eastAsia="SimSun" w:hAnsi="Times New Roman"/>
          <w:sz w:val="24"/>
          <w:szCs w:val="24"/>
          <w:lang w:val="uk-UA" w:eastAsia="zh-CN"/>
        </w:rPr>
        <w:t>підприємство</w:t>
      </w:r>
      <w:r w:rsidRPr="00333810">
        <w:rPr>
          <w:rFonts w:ascii="Times New Roman" w:eastAsia="SimSun" w:hAnsi="Times New Roman"/>
          <w:sz w:val="24"/>
          <w:szCs w:val="24"/>
          <w:lang w:val="uk-UA" w:eastAsia="zh-CN"/>
        </w:rPr>
        <w:t>» у новій редакції, що додається.</w:t>
      </w:r>
    </w:p>
    <w:p w:rsidR="0041355A" w:rsidRPr="00333810" w:rsidRDefault="0041355A" w:rsidP="00333810">
      <w:pPr>
        <w:spacing w:after="0" w:line="240" w:lineRule="auto"/>
        <w:ind w:firstLine="567"/>
        <w:jc w:val="both"/>
        <w:rPr>
          <w:rFonts w:ascii="Times New Roman" w:eastAsia="SimSun" w:hAnsi="Times New Roman"/>
          <w:sz w:val="24"/>
          <w:szCs w:val="24"/>
          <w:lang w:val="uk-UA" w:eastAsia="zh-CN"/>
        </w:rPr>
      </w:pPr>
      <w:r w:rsidRPr="00333810">
        <w:rPr>
          <w:rFonts w:ascii="Times New Roman" w:eastAsia="SimSun" w:hAnsi="Times New Roman"/>
          <w:sz w:val="24"/>
          <w:szCs w:val="24"/>
          <w:lang w:val="uk-UA" w:eastAsia="zh-CN"/>
        </w:rPr>
        <w:t xml:space="preserve">3. Уповноважити директора КП КСР «Спеціалізоване лісокомунальне </w:t>
      </w:r>
      <w:r w:rsidR="00333810">
        <w:rPr>
          <w:rFonts w:ascii="Times New Roman" w:eastAsia="SimSun" w:hAnsi="Times New Roman"/>
          <w:sz w:val="24"/>
          <w:szCs w:val="24"/>
          <w:lang w:val="uk-UA" w:eastAsia="zh-CN"/>
        </w:rPr>
        <w:t>підприємство</w:t>
      </w:r>
      <w:r w:rsidRPr="00333810">
        <w:rPr>
          <w:rFonts w:ascii="Times New Roman" w:eastAsia="SimSun" w:hAnsi="Times New Roman"/>
          <w:sz w:val="24"/>
          <w:szCs w:val="24"/>
          <w:lang w:val="uk-UA" w:eastAsia="zh-CN"/>
        </w:rPr>
        <w:t>» Шмата Б.С.:</w:t>
      </w:r>
    </w:p>
    <w:p w:rsidR="0041355A" w:rsidRPr="00333810" w:rsidRDefault="0041355A" w:rsidP="00333810">
      <w:pPr>
        <w:spacing w:after="0" w:line="240" w:lineRule="auto"/>
        <w:ind w:firstLine="567"/>
        <w:jc w:val="both"/>
        <w:rPr>
          <w:rFonts w:ascii="Times New Roman" w:eastAsia="SimSun" w:hAnsi="Times New Roman"/>
          <w:sz w:val="24"/>
          <w:szCs w:val="24"/>
          <w:lang w:val="uk-UA" w:eastAsia="zh-CN"/>
        </w:rPr>
      </w:pPr>
      <w:r w:rsidRPr="00333810">
        <w:rPr>
          <w:rFonts w:ascii="Times New Roman" w:eastAsia="SimSun" w:hAnsi="Times New Roman"/>
          <w:sz w:val="24"/>
          <w:szCs w:val="24"/>
          <w:lang w:val="uk-UA" w:eastAsia="zh-CN"/>
        </w:rPr>
        <w:t xml:space="preserve">- на підписання статуту Комунального підприємства Крупецької сільської ради «Спеціалізоване лісокомунальне </w:t>
      </w:r>
      <w:r w:rsidR="00333810">
        <w:rPr>
          <w:rFonts w:ascii="Times New Roman" w:eastAsia="SimSun" w:hAnsi="Times New Roman"/>
          <w:sz w:val="24"/>
          <w:szCs w:val="24"/>
          <w:lang w:val="uk-UA" w:eastAsia="zh-CN"/>
        </w:rPr>
        <w:t>підприємство</w:t>
      </w:r>
      <w:r w:rsidRPr="00333810">
        <w:rPr>
          <w:rFonts w:ascii="Times New Roman" w:eastAsia="SimSun" w:hAnsi="Times New Roman"/>
          <w:sz w:val="24"/>
          <w:szCs w:val="24"/>
          <w:lang w:val="uk-UA" w:eastAsia="zh-CN"/>
        </w:rPr>
        <w:t>» у новій редакції;</w:t>
      </w:r>
    </w:p>
    <w:p w:rsidR="0041355A" w:rsidRDefault="0041355A" w:rsidP="00333810">
      <w:pPr>
        <w:spacing w:after="0" w:line="240" w:lineRule="auto"/>
        <w:ind w:firstLine="567"/>
        <w:jc w:val="both"/>
        <w:rPr>
          <w:rFonts w:ascii="Times New Roman" w:hAnsi="Times New Roman"/>
          <w:sz w:val="24"/>
          <w:szCs w:val="24"/>
          <w:lang w:val="uk-UA"/>
        </w:rPr>
      </w:pPr>
      <w:r w:rsidRPr="00333810">
        <w:rPr>
          <w:rFonts w:ascii="Times New Roman" w:eastAsia="SimSun" w:hAnsi="Times New Roman"/>
          <w:sz w:val="24"/>
          <w:szCs w:val="24"/>
          <w:lang w:val="uk-UA" w:eastAsia="zh-CN"/>
        </w:rPr>
        <w:t xml:space="preserve">- </w:t>
      </w:r>
      <w:r w:rsidRPr="00333810">
        <w:rPr>
          <w:rFonts w:ascii="Times New Roman" w:hAnsi="Times New Roman"/>
          <w:sz w:val="24"/>
          <w:szCs w:val="24"/>
          <w:lang w:val="uk-UA"/>
        </w:rPr>
        <w:t>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333810" w:rsidRPr="00333810" w:rsidRDefault="00333810" w:rsidP="00333810">
      <w:pPr>
        <w:spacing w:after="0" w:line="240" w:lineRule="auto"/>
        <w:ind w:firstLine="567"/>
        <w:jc w:val="both"/>
        <w:rPr>
          <w:rFonts w:ascii="Times New Roman" w:eastAsia="SimSun" w:hAnsi="Times New Roman"/>
          <w:sz w:val="24"/>
          <w:szCs w:val="24"/>
          <w:lang w:val="uk-UA" w:eastAsia="zh-CN"/>
        </w:rPr>
      </w:pPr>
      <w:r>
        <w:rPr>
          <w:rFonts w:ascii="Times New Roman" w:hAnsi="Times New Roman"/>
          <w:sz w:val="24"/>
          <w:szCs w:val="24"/>
          <w:lang w:val="uk-UA"/>
        </w:rPr>
        <w:t>4. Визнати таким, що втратило чинність рішення Крупецької сільської ради від 23 грудня 2020 року №13 «Про внесення змін до статуту Комунального підприємства Крупецької сільської ради «Спеціалізоване лісокомунальне господарство»</w:t>
      </w:r>
    </w:p>
    <w:p w:rsidR="0041355A" w:rsidRPr="00333810" w:rsidRDefault="00333810" w:rsidP="00333810">
      <w:pPr>
        <w:pStyle w:val="afe"/>
        <w:shd w:val="clear" w:color="auto" w:fill="FFFFFF"/>
        <w:spacing w:before="0" w:beforeAutospacing="0" w:after="0" w:afterAutospacing="0"/>
        <w:ind w:firstLine="567"/>
        <w:jc w:val="both"/>
        <w:rPr>
          <w:color w:val="000000"/>
          <w:lang w:val="uk-UA"/>
        </w:rPr>
      </w:pPr>
      <w:r>
        <w:rPr>
          <w:color w:val="000000"/>
          <w:lang w:val="uk-UA"/>
        </w:rPr>
        <w:t>5</w:t>
      </w:r>
      <w:r w:rsidR="0041355A" w:rsidRPr="00333810">
        <w:rPr>
          <w:color w:val="000000"/>
          <w:lang w:val="uk-UA"/>
        </w:rPr>
        <w:t xml:space="preserve">. </w:t>
      </w:r>
      <w:r w:rsidR="0041355A" w:rsidRPr="00333810">
        <w:rPr>
          <w:lang w:val="uk-UA"/>
        </w:rPr>
        <w:t>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(Качаровський М.Г.).</w:t>
      </w:r>
    </w:p>
    <w:p w:rsidR="00333810" w:rsidRDefault="00333810" w:rsidP="00333810">
      <w:pPr>
        <w:pStyle w:val="HTML0"/>
        <w:rPr>
          <w:rFonts w:ascii="Times New Roman" w:hAnsi="Times New Roman"/>
          <w:lang w:val="uk-UA"/>
        </w:rPr>
      </w:pPr>
    </w:p>
    <w:p w:rsidR="00333810" w:rsidRDefault="00333810" w:rsidP="00333810">
      <w:pPr>
        <w:pStyle w:val="HTML0"/>
        <w:rPr>
          <w:rFonts w:ascii="Times New Roman" w:hAnsi="Times New Roman"/>
          <w:lang w:val="uk-UA"/>
        </w:rPr>
      </w:pPr>
    </w:p>
    <w:p w:rsidR="0041355A" w:rsidRPr="00333810" w:rsidRDefault="0041355A" w:rsidP="00333810">
      <w:pPr>
        <w:pStyle w:val="HTML0"/>
        <w:rPr>
          <w:rFonts w:ascii="Times New Roman" w:hAnsi="Times New Roman"/>
          <w:lang w:val="uk-UA"/>
        </w:rPr>
      </w:pPr>
      <w:r w:rsidRPr="00333810">
        <w:rPr>
          <w:rFonts w:ascii="Times New Roman" w:hAnsi="Times New Roman"/>
          <w:lang w:val="uk-UA"/>
        </w:rPr>
        <w:t xml:space="preserve">Сільський голова </w:t>
      </w:r>
      <w:r w:rsidRPr="00333810">
        <w:rPr>
          <w:rFonts w:ascii="Times New Roman" w:hAnsi="Times New Roman"/>
          <w:lang w:val="uk-UA"/>
        </w:rPr>
        <w:tab/>
      </w:r>
      <w:r w:rsidRPr="00333810">
        <w:rPr>
          <w:rFonts w:ascii="Times New Roman" w:hAnsi="Times New Roman"/>
          <w:lang w:val="uk-UA"/>
        </w:rPr>
        <w:tab/>
      </w:r>
      <w:r w:rsidRPr="00333810">
        <w:rPr>
          <w:rFonts w:ascii="Times New Roman" w:hAnsi="Times New Roman"/>
          <w:lang w:val="uk-UA"/>
        </w:rPr>
        <w:tab/>
      </w:r>
      <w:r w:rsidRPr="00333810">
        <w:rPr>
          <w:rFonts w:ascii="Times New Roman" w:hAnsi="Times New Roman"/>
          <w:lang w:val="uk-UA"/>
        </w:rPr>
        <w:tab/>
      </w:r>
      <w:r w:rsidRPr="00333810">
        <w:rPr>
          <w:rFonts w:ascii="Times New Roman" w:hAnsi="Times New Roman"/>
          <w:lang w:val="uk-UA"/>
        </w:rPr>
        <w:tab/>
      </w:r>
      <w:r w:rsidRPr="00333810">
        <w:rPr>
          <w:rFonts w:ascii="Times New Roman" w:hAnsi="Times New Roman"/>
          <w:lang w:val="uk-UA"/>
        </w:rPr>
        <w:tab/>
        <w:t xml:space="preserve">                    Валерій МИХАЛЮК </w:t>
      </w:r>
    </w:p>
    <w:p w:rsidR="0041355A" w:rsidRPr="00333810" w:rsidRDefault="0041355A" w:rsidP="00333810">
      <w:pPr>
        <w:pStyle w:val="HTML0"/>
        <w:rPr>
          <w:rFonts w:ascii="Times New Roman" w:hAnsi="Times New Roman"/>
          <w:lang w:val="uk-UA"/>
        </w:rPr>
      </w:pP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bCs/>
          <w:color w:val="0D0D0D"/>
          <w:sz w:val="24"/>
          <w:szCs w:val="24"/>
          <w:lang w:val="uk-UA"/>
        </w:rPr>
      </w:pPr>
      <w:r w:rsidRPr="00333810">
        <w:rPr>
          <w:rFonts w:ascii="Times New Roman" w:hAnsi="Times New Roman"/>
          <w:bCs/>
          <w:color w:val="0D0D0D"/>
          <w:sz w:val="24"/>
          <w:szCs w:val="24"/>
          <w:lang w:val="uk-UA"/>
        </w:rPr>
        <w:t>ЗАТВЕРДЖЕНО</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80"/>
        <w:rPr>
          <w:rFonts w:ascii="Times New Roman" w:hAnsi="Times New Roman"/>
          <w:bCs/>
          <w:color w:val="0D0D0D"/>
          <w:sz w:val="24"/>
          <w:szCs w:val="24"/>
          <w:lang w:val="uk-UA"/>
        </w:rPr>
      </w:pPr>
      <w:r w:rsidRPr="00333810">
        <w:rPr>
          <w:rFonts w:ascii="Times New Roman" w:hAnsi="Times New Roman"/>
          <w:bCs/>
          <w:color w:val="0D0D0D"/>
          <w:sz w:val="24"/>
          <w:szCs w:val="24"/>
          <w:lang w:val="uk-UA"/>
        </w:rPr>
        <w:t xml:space="preserve">рішенням </w:t>
      </w:r>
      <w:r w:rsidR="00333810">
        <w:rPr>
          <w:rFonts w:ascii="Times New Roman" w:eastAsia="Arial Unicode MS" w:hAnsi="Times New Roman"/>
          <w:color w:val="000000"/>
          <w:sz w:val="24"/>
          <w:szCs w:val="24"/>
          <w:lang w:val="uk-UA"/>
        </w:rPr>
        <w:t>__</w:t>
      </w:r>
      <w:r w:rsidRPr="00333810">
        <w:rPr>
          <w:rFonts w:ascii="Times New Roman" w:eastAsia="Arial Unicode MS" w:hAnsi="Times New Roman"/>
          <w:color w:val="000000"/>
          <w:sz w:val="24"/>
          <w:szCs w:val="24"/>
          <w:lang w:val="uk-UA"/>
        </w:rPr>
        <w:t xml:space="preserve"> </w:t>
      </w:r>
      <w:r w:rsidRPr="00333810">
        <w:rPr>
          <w:rFonts w:ascii="Times New Roman" w:hAnsi="Times New Roman"/>
          <w:bCs/>
          <w:color w:val="0D0D0D"/>
          <w:sz w:val="24"/>
          <w:szCs w:val="24"/>
          <w:lang w:val="uk-UA"/>
        </w:rPr>
        <w:t xml:space="preserve">сесії </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5280"/>
        <w:rPr>
          <w:rFonts w:ascii="Times New Roman" w:hAnsi="Times New Roman"/>
          <w:bCs/>
          <w:color w:val="0D0D0D"/>
          <w:sz w:val="24"/>
          <w:szCs w:val="24"/>
          <w:lang w:val="uk-UA"/>
        </w:rPr>
      </w:pPr>
      <w:r w:rsidRPr="00333810">
        <w:rPr>
          <w:rFonts w:ascii="Times New Roman" w:hAnsi="Times New Roman"/>
          <w:bCs/>
          <w:color w:val="0D0D0D"/>
          <w:sz w:val="24"/>
          <w:szCs w:val="24"/>
          <w:lang w:val="uk-UA"/>
        </w:rPr>
        <w:t xml:space="preserve">Крупецької сільської  ради </w:t>
      </w:r>
      <w:r w:rsidRPr="00333810">
        <w:rPr>
          <w:rFonts w:ascii="Times New Roman" w:hAnsi="Times New Roman"/>
          <w:sz w:val="24"/>
          <w:szCs w:val="24"/>
          <w:lang w:val="uk-UA"/>
        </w:rPr>
        <w:t>VІІІ скликання</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245"/>
        <w:rPr>
          <w:rFonts w:ascii="Times New Roman" w:hAnsi="Times New Roman"/>
          <w:sz w:val="24"/>
          <w:szCs w:val="24"/>
          <w:lang w:val="uk-UA"/>
        </w:rPr>
      </w:pPr>
      <w:r w:rsidRPr="00333810">
        <w:rPr>
          <w:rFonts w:ascii="Times New Roman" w:hAnsi="Times New Roman"/>
          <w:bCs/>
          <w:color w:val="0D0D0D"/>
          <w:sz w:val="24"/>
          <w:szCs w:val="24"/>
          <w:lang w:val="uk-UA"/>
        </w:rPr>
        <w:t xml:space="preserve"> від </w:t>
      </w:r>
      <w:r w:rsidR="00333810">
        <w:rPr>
          <w:rFonts w:ascii="Times New Roman" w:hAnsi="Times New Roman"/>
          <w:bCs/>
          <w:color w:val="0D0D0D"/>
          <w:sz w:val="24"/>
          <w:szCs w:val="24"/>
          <w:lang w:val="uk-UA"/>
        </w:rPr>
        <w:t>__</w:t>
      </w:r>
      <w:r w:rsidRPr="00333810">
        <w:rPr>
          <w:rFonts w:ascii="Times New Roman" w:hAnsi="Times New Roman"/>
          <w:bCs/>
          <w:color w:val="0D0D0D"/>
          <w:sz w:val="24"/>
          <w:szCs w:val="24"/>
          <w:lang w:val="uk-UA"/>
        </w:rPr>
        <w:t>.</w:t>
      </w:r>
      <w:r w:rsidR="00333810">
        <w:rPr>
          <w:rFonts w:ascii="Times New Roman" w:hAnsi="Times New Roman"/>
          <w:bCs/>
          <w:color w:val="0D0D0D"/>
          <w:sz w:val="24"/>
          <w:szCs w:val="24"/>
          <w:lang w:val="uk-UA"/>
        </w:rPr>
        <w:t>02</w:t>
      </w:r>
      <w:r w:rsidRPr="00333810">
        <w:rPr>
          <w:rFonts w:ascii="Times New Roman" w:hAnsi="Times New Roman"/>
          <w:bCs/>
          <w:color w:val="0D0D0D"/>
          <w:sz w:val="24"/>
          <w:szCs w:val="24"/>
          <w:lang w:val="uk-UA"/>
        </w:rPr>
        <w:t>.202</w:t>
      </w:r>
      <w:r w:rsidR="00333810">
        <w:rPr>
          <w:rFonts w:ascii="Times New Roman" w:hAnsi="Times New Roman"/>
          <w:bCs/>
          <w:color w:val="0D0D0D"/>
          <w:sz w:val="24"/>
          <w:szCs w:val="24"/>
          <w:lang w:val="uk-UA"/>
        </w:rPr>
        <w:t>1</w:t>
      </w:r>
      <w:r w:rsidRPr="00333810">
        <w:rPr>
          <w:rFonts w:ascii="Times New Roman" w:hAnsi="Times New Roman"/>
          <w:bCs/>
          <w:color w:val="0D0D0D"/>
          <w:sz w:val="24"/>
          <w:szCs w:val="24"/>
          <w:lang w:val="uk-UA"/>
        </w:rPr>
        <w:t xml:space="preserve"> р. №</w:t>
      </w:r>
      <w:r w:rsidR="00333810">
        <w:rPr>
          <w:rFonts w:ascii="Times New Roman" w:hAnsi="Times New Roman"/>
          <w:bCs/>
          <w:color w:val="0D0D0D"/>
          <w:sz w:val="24"/>
          <w:szCs w:val="24"/>
          <w:lang w:val="uk-UA"/>
        </w:rPr>
        <w:t>_____</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333810" w:rsidRDefault="00333810"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333810" w:rsidRDefault="00333810"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333810" w:rsidRPr="00333810" w:rsidRDefault="00333810"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r w:rsidRPr="00333810">
        <w:rPr>
          <w:rFonts w:ascii="Times New Roman" w:hAnsi="Times New Roman"/>
          <w:b/>
          <w:color w:val="000000"/>
          <w:sz w:val="44"/>
          <w:szCs w:val="44"/>
          <w:lang w:val="uk-UA"/>
        </w:rPr>
        <w:t>СТАТУТ</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r w:rsidRPr="00333810">
        <w:rPr>
          <w:rFonts w:ascii="Times New Roman" w:hAnsi="Times New Roman"/>
          <w:b/>
          <w:color w:val="000000"/>
          <w:sz w:val="44"/>
          <w:szCs w:val="44"/>
          <w:lang w:val="uk-UA"/>
        </w:rPr>
        <w:t>КОМУНАЛЬНОГО ПІДПРИЄМСТВА</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r w:rsidRPr="00333810">
        <w:rPr>
          <w:rFonts w:ascii="Times New Roman" w:hAnsi="Times New Roman"/>
          <w:b/>
          <w:color w:val="000000"/>
          <w:sz w:val="44"/>
          <w:szCs w:val="44"/>
          <w:lang w:val="uk-UA"/>
        </w:rPr>
        <w:t>КРУПЕЦЬКОЇ СІЛЬСЬКОЇ РАДИ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44"/>
          <w:szCs w:val="44"/>
          <w:lang w:val="uk-UA"/>
        </w:rPr>
      </w:pPr>
      <w:r w:rsidRPr="00333810">
        <w:rPr>
          <w:rFonts w:ascii="Times New Roman" w:hAnsi="Times New Roman"/>
          <w:b/>
          <w:color w:val="000000"/>
          <w:sz w:val="44"/>
          <w:szCs w:val="44"/>
          <w:lang w:val="uk-UA"/>
        </w:rPr>
        <w:t xml:space="preserve">«СПЕЦІАЛІЗОВАНЕ ЛІСОКОМУНАЛЬНЕ </w:t>
      </w:r>
      <w:r w:rsidR="00333810" w:rsidRPr="00333810">
        <w:rPr>
          <w:rFonts w:ascii="Times New Roman" w:hAnsi="Times New Roman"/>
          <w:b/>
          <w:color w:val="000000"/>
          <w:sz w:val="44"/>
          <w:szCs w:val="44"/>
          <w:lang w:val="uk-UA"/>
        </w:rPr>
        <w:t>ПІДПРИЄМСТВО</w:t>
      </w:r>
      <w:r w:rsidRPr="00333810">
        <w:rPr>
          <w:rFonts w:ascii="Times New Roman" w:hAnsi="Times New Roman"/>
          <w:b/>
          <w:color w:val="000000"/>
          <w:sz w:val="44"/>
          <w:szCs w:val="44"/>
          <w:lang w:val="uk-UA"/>
        </w:rPr>
        <w:t>»</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r w:rsidRPr="00333810">
        <w:rPr>
          <w:rFonts w:ascii="Times New Roman" w:hAnsi="Times New Roman"/>
          <w:b/>
          <w:color w:val="000000"/>
          <w:sz w:val="24"/>
          <w:szCs w:val="24"/>
          <w:lang w:val="uk-UA"/>
        </w:rPr>
        <w:t>(нова редакція)</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r w:rsidRPr="00333810">
        <w:rPr>
          <w:rFonts w:ascii="Times New Roman" w:hAnsi="Times New Roman"/>
          <w:b/>
          <w:color w:val="000000"/>
          <w:sz w:val="24"/>
          <w:szCs w:val="24"/>
          <w:lang w:val="uk-UA"/>
        </w:rPr>
        <w:t>с. Крупець</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r w:rsidRPr="00333810">
        <w:rPr>
          <w:rFonts w:ascii="Times New Roman" w:hAnsi="Times New Roman"/>
          <w:b/>
          <w:color w:val="000000"/>
          <w:sz w:val="24"/>
          <w:szCs w:val="24"/>
          <w:lang w:val="uk-UA"/>
        </w:rPr>
        <w:t>202</w:t>
      </w:r>
      <w:r w:rsidR="00333810">
        <w:rPr>
          <w:rFonts w:ascii="Times New Roman" w:hAnsi="Times New Roman"/>
          <w:b/>
          <w:color w:val="000000"/>
          <w:sz w:val="24"/>
          <w:szCs w:val="24"/>
          <w:lang w:val="uk-UA"/>
        </w:rPr>
        <w:t>1</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olor w:val="000000"/>
          <w:sz w:val="24"/>
          <w:szCs w:val="24"/>
          <w:lang w:val="uk-UA"/>
        </w:rPr>
      </w:pPr>
      <w:r w:rsidRPr="00333810">
        <w:rPr>
          <w:rFonts w:ascii="Times New Roman" w:hAnsi="Times New Roman"/>
          <w:b/>
          <w:bCs/>
          <w:color w:val="000000"/>
          <w:sz w:val="24"/>
          <w:szCs w:val="24"/>
          <w:lang w:val="uk-UA"/>
        </w:rPr>
        <w:t>1. Загальні положення</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color w:val="000000"/>
          <w:sz w:val="24"/>
          <w:szCs w:val="24"/>
          <w:lang w:val="uk-UA"/>
        </w:rPr>
        <w:t xml:space="preserve">1.1. Комунальне підприємство Крупецької сільської ради «Спеціалізоване лісокомунальне підприємство» (далі - підприємство) </w:t>
      </w:r>
      <w:r w:rsidRPr="00333810">
        <w:rPr>
          <w:rFonts w:ascii="Times New Roman" w:hAnsi="Times New Roman"/>
          <w:sz w:val="24"/>
          <w:szCs w:val="24"/>
          <w:lang w:val="uk-UA"/>
        </w:rPr>
        <w:t xml:space="preserve">є суб’єктом </w:t>
      </w:r>
      <w:bookmarkStart w:id="0" w:name="_GoBack"/>
      <w:r w:rsidRPr="00333810">
        <w:rPr>
          <w:rFonts w:ascii="Times New Roman" w:hAnsi="Times New Roman"/>
          <w:sz w:val="24"/>
          <w:szCs w:val="24"/>
          <w:lang w:val="uk-UA"/>
        </w:rPr>
        <w:t>господ</w:t>
      </w:r>
      <w:bookmarkEnd w:id="0"/>
      <w:r w:rsidRPr="00333810">
        <w:rPr>
          <w:rFonts w:ascii="Times New Roman" w:hAnsi="Times New Roman"/>
          <w:sz w:val="24"/>
          <w:szCs w:val="24"/>
          <w:lang w:val="uk-UA"/>
        </w:rPr>
        <w:t>арювання, утвореним у формі комунального унітарного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 xml:space="preserve">1.2. Засновником (власником) підприємства є Крупецька сільська рада (код ЄДРПОУ 04405030, місце знаходження: вул. Б. Хмельницького, 106, с. Крупець, Шепетівський район, Хмельницька область, 30068) (далі – засновник). </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1.3. Крупецька сільська рада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“Про місцеве самоврядування в Україні”.</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color w:val="000000"/>
          <w:sz w:val="24"/>
          <w:szCs w:val="24"/>
          <w:lang w:val="uk-UA"/>
        </w:rPr>
        <w:t xml:space="preserve">1.4. </w:t>
      </w:r>
      <w:r w:rsidRPr="00333810">
        <w:rPr>
          <w:rFonts w:ascii="Times New Roman" w:hAnsi="Times New Roman"/>
          <w:sz w:val="24"/>
          <w:szCs w:val="24"/>
          <w:lang w:val="uk-UA"/>
        </w:rPr>
        <w:t>Повне найменування підприємства: Комунальне підприємство Крупецької сільської ради «Спеціалізоване лісокомунальне підприємство».</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Скорочене найменування підприємства: КП КСР «Спеціалізоване лісокомунальне підприємство».</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1.5. Місце знаходження підприємства: Україна, 30068, Хмельницька область, Шепетівський район, с. Крупець, вул. Б. Хмельницького, 106.</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pacing w:val="-4"/>
          <w:sz w:val="24"/>
          <w:szCs w:val="24"/>
          <w:lang w:val="uk-UA"/>
        </w:rPr>
        <w:t>1.6. Підприємство є юридичною особою, має самостійний баланс, поточний</w:t>
      </w:r>
      <w:r w:rsidRPr="00333810">
        <w:rPr>
          <w:rFonts w:ascii="Times New Roman" w:hAnsi="Times New Roman"/>
          <w:sz w:val="24"/>
          <w:szCs w:val="24"/>
          <w:lang w:val="uk-UA"/>
        </w:rPr>
        <w:t xml:space="preserve"> та інші рахунки в установах банків, печатки та штампи зі своєю назвою.</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1.7. Підприємство набуває права юридичної особи з дня його державної реєстрації.</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1.8. Підприємство у своїй діяльності керується Конституцією України, законами України</w:t>
      </w:r>
      <w:r w:rsidRPr="00333810">
        <w:rPr>
          <w:rFonts w:ascii="Times New Roman" w:hAnsi="Times New Roman"/>
          <w:color w:val="000000"/>
          <w:sz w:val="24"/>
          <w:szCs w:val="24"/>
          <w:lang w:val="uk-UA"/>
        </w:rPr>
        <w:t>,</w:t>
      </w:r>
      <w:r w:rsidRPr="00333810">
        <w:rPr>
          <w:rFonts w:ascii="Times New Roman" w:hAnsi="Times New Roman"/>
          <w:sz w:val="24"/>
          <w:szCs w:val="24"/>
          <w:lang w:val="uk-UA"/>
        </w:rPr>
        <w:t xml:space="preserve"> нормативно-правовими актами Президента України та Кабінету Міністрів України, рішеннями Крупецької сільської ради, її виконавчого комітету, іншими нормативно-правовими актами, а також цим Статутом.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xml:space="preserve">1.10. Підприємство має відокремлене майно, закріплене за ним на праві господарського відання, вправі на умовах цього Статуту та згідно з вимогами </w:t>
      </w:r>
      <w:r w:rsidRPr="00333810">
        <w:rPr>
          <w:rFonts w:ascii="Times New Roman" w:hAnsi="Times New Roman"/>
          <w:spacing w:val="-4"/>
          <w:sz w:val="24"/>
          <w:szCs w:val="24"/>
          <w:lang w:val="uk-UA"/>
        </w:rPr>
        <w:t>законодавства від свого імені укладати договори та угоди, набувати майнових та</w:t>
      </w:r>
      <w:r w:rsidRPr="00333810">
        <w:rPr>
          <w:rFonts w:ascii="Times New Roman" w:hAnsi="Times New Roman"/>
          <w:sz w:val="24"/>
          <w:szCs w:val="24"/>
          <w:lang w:val="uk-UA"/>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xml:space="preserve">1.12. Підприємство є правонаступником прав та обов’язків </w:t>
      </w:r>
      <w:r w:rsidRPr="00333810">
        <w:rPr>
          <w:rFonts w:ascii="Times New Roman" w:eastAsia="SimSun" w:hAnsi="Times New Roman"/>
          <w:sz w:val="24"/>
          <w:szCs w:val="24"/>
          <w:lang w:val="uk-UA" w:eastAsia="zh-CN"/>
        </w:rPr>
        <w:t xml:space="preserve">Полянського спеціалізованого лісокомунального підприємства, Спеціалізованого лісокомунального підприємства «Поляна», Спеціалізованого лісокомунального підприємства «Гай». </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sz w:val="24"/>
          <w:szCs w:val="24"/>
          <w:lang w:val="uk-UA"/>
        </w:rPr>
      </w:pPr>
      <w:r w:rsidRPr="00333810">
        <w:rPr>
          <w:rFonts w:ascii="Times New Roman" w:hAnsi="Times New Roman"/>
          <w:b/>
          <w:color w:val="000000"/>
          <w:sz w:val="24"/>
          <w:szCs w:val="24"/>
          <w:lang w:val="uk-UA"/>
        </w:rPr>
        <w:t>2. Мета та предмет діяльності</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pacing w:val="-4"/>
          <w:sz w:val="24"/>
          <w:szCs w:val="24"/>
          <w:lang w:val="uk-UA"/>
        </w:rPr>
      </w:pPr>
      <w:r w:rsidRPr="00333810">
        <w:rPr>
          <w:rFonts w:ascii="Times New Roman" w:hAnsi="Times New Roman"/>
          <w:color w:val="000000"/>
          <w:sz w:val="24"/>
          <w:szCs w:val="24"/>
          <w:lang w:val="uk-UA"/>
        </w:rPr>
        <w:t>2.1. Підприємство створене для забезпечення комунального та побутового обслуговування населення Крупецької сільської об’єднаної територіальної громади, задоволення соціальних та економічних потреб членів трудового колективу підприємства</w:t>
      </w:r>
      <w:r w:rsidRPr="00333810">
        <w:rPr>
          <w:rFonts w:ascii="Times New Roman" w:hAnsi="Times New Roman"/>
          <w:color w:val="000000"/>
          <w:spacing w:val="-4"/>
          <w:sz w:val="24"/>
          <w:szCs w:val="24"/>
          <w:lang w:val="uk-UA"/>
        </w:rPr>
        <w:t>.</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 xml:space="preserve">2.2. </w:t>
      </w:r>
      <w:r w:rsidRPr="00333810">
        <w:rPr>
          <w:rFonts w:ascii="Times New Roman" w:hAnsi="Times New Roman"/>
          <w:sz w:val="24"/>
          <w:szCs w:val="24"/>
          <w:lang w:val="uk-UA"/>
        </w:rPr>
        <w:t>Основною метою діяльності підприємства є:</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 лісозаготівлі, надання допоміжних супутніх послуг у лісовому господарстві;</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 лісівництво та інша діяльність у лісовому господарстві;</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 прибирання сміття, боротьба з забрудненням та подібні види діяльності, збирання та знищення інших відходів, виконання робіт з благоустрою сіл, прибудинкових територій та санітарно-технічної очистки;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2.2.4. забір, очищення та постачання води, каналізація, відведення, збирання і оброблення стічних вод;</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2.2.5. прісноводне рибальство та рибництво (аквакультура);</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lastRenderedPageBreak/>
        <w:t>2.2.6. вирощування пряних, ароматичних і лікарських культур, вирощування інших багаторічних культур, відтворення рослин;</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2.2.7. розведення великої рогатої худоби, коней та інших родин конячих. Розведення свиней, овець, кіз, свійської птиці та інших тварин;</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2.2.8. мисливство, відловлювання тварин і надання пов’язаних із ними послуг;</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 xml:space="preserve">2.2.9. збирання дикорослих не деревних продуктів; </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2.2.10. вантажний автомобільний транспорт, надання послуг перевезення речей;</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2.2.11. складське господарство та допоміжна діяльність у галузі транспорту;</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2.2.12. перероблення та консервування фруктів та овочів, виробництво фруктових і овочевих соків;</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2.2.13. виробництво готових кормів для тварин;</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2.2.14. лісопильне та стругальне виробництво фанери, дерев’яних плит і панелей, виробництво щитового паркету;</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2.2.15. виробництво інших дерев’яних будівельних конструкцій і столярних виробів, дерев’яної тари;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2.2.16. поліграфічна діяльність і надання пов’язаних із нею послуг;</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val="uk-UA"/>
        </w:rPr>
      </w:pPr>
      <w:r w:rsidRPr="00333810">
        <w:rPr>
          <w:rFonts w:ascii="Times New Roman" w:hAnsi="Times New Roman"/>
          <w:color w:val="000000"/>
          <w:sz w:val="24"/>
          <w:szCs w:val="24"/>
          <w:lang w:val="uk-UA"/>
        </w:rPr>
        <w:tab/>
        <w:t>2.2.17. різання, оброблення та оздоблення декоративного та будівельного каменю;</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2.2.18. ремонт та монтаж машин і устаткування, ремонт і технічне обслуговування готових металевих виробів, машин і устаткування, устаткування та монтаж машин та устаткування;</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2.2.19. збирання, оброблено й видалення відходів, відновлення матеріалі, відновлення відсортованих відходів;</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2.2.20. демонтаж (розбирання) машин і устаткування;</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2.2.21. будівництво житлових та нежитлових будівель;</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2.2.22. будівництво доріг і автострад, будівництво шляхів, залізниць і метрополітену, мостів і тунелів, комунікацій та трубопроводів;</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2.2.23. будівництво споруд електропостачання та телекомунікацій, будівництво водних та інших споруд;</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2.2.24. спеціалізовані будівельні роботи, знесення та підготовчі роботи на будівельному майданчику, розвідувальне буріння;</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2.2.25.електромонтажні, водопровідні та інші будівельно-монтажні роботи;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2.2.26.роботи із завершення будівництва та інші спеціалізовані будівельні роботи;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2.2.27. ремонт автотранспортних засобів;</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2.2.28. посередництво у торгівлі деревиною, будівельними матеріалами та санітарно-технічними виробами;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2.2.29. посередництво у торгівлі текстильними виробами, одягом, хутром, взуттям і шкіряними виробами;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2.2.30. оптова торгівля деревиною, будівельними матеріалами та санітарно-технічним обладнанням. Оптова торгівля залізними виробами, водопровідним і опалювальним устаткуванням і приладдям до нього;</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2.2.31. Роздрібна торгівля продуктами харчування, фруктами й овочами, напоями та тютюновими виробами;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2.2.32.роздрібна торгівля м’ясом і м’ясними продуктами;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2.2.33.роздрібна торгівля з лотків і на ринках;</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2.2.34. діяльність у сфері провідного та безпровідного електрозв’язку;</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2.2.35.надання інформаційних послуг;</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2.2.36. діяльність у сфері права та бухгалтерського обліку, консультування з оподаткування;</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2.2.37. Діяльність у сферах архітектури та інжинірингу. Надання послуг технічного консультування. Технічного випробування та дослідження;</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2.2.38. ветеринарна діяльність;</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lastRenderedPageBreak/>
        <w:t>2.2.39. надання в оренду автотранспортних засобів, сільськогосподарських машин і устаткування, будівельних машин і устаткування, офісних машин і устаткування,  у тому числі комп’ютерів;</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2.2.40. діяльність туристичних агентств, туристичних операторів, надання інших послуг бронювання та пов’язана з цим діяльність;</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2.2.41.обслуговування будинків і територій, надання ландшафтних послуг;</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2.2.42. прання та хімічне чищення текстильних і хутряних виробів;</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2.2.43. надання перукарських послуг. Діяльність із забезпечення фізичного комфорту;</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olor w:val="000000"/>
          <w:sz w:val="24"/>
          <w:szCs w:val="24"/>
          <w:lang w:val="uk-UA"/>
        </w:rPr>
      </w:pPr>
      <w:r w:rsidRPr="00333810">
        <w:rPr>
          <w:rFonts w:ascii="Times New Roman" w:hAnsi="Times New Roman"/>
          <w:color w:val="000000"/>
          <w:sz w:val="24"/>
          <w:szCs w:val="24"/>
          <w:lang w:val="uk-UA"/>
        </w:rPr>
        <w:t>2.2.44. організування поховань і надання суміжних послуг.</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color w:val="000000"/>
          <w:sz w:val="24"/>
          <w:szCs w:val="24"/>
          <w:lang w:val="uk-UA"/>
        </w:rPr>
        <w:t xml:space="preserve">2.3. </w:t>
      </w:r>
      <w:r w:rsidRPr="00333810">
        <w:rPr>
          <w:rFonts w:ascii="Times New Roman" w:hAnsi="Times New Roman"/>
          <w:sz w:val="24"/>
          <w:szCs w:val="24"/>
          <w:lang w:val="uk-UA"/>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2.4. Види діяльності, що підлягають ліцензуванню, здійснюються підприємством при наявності відповідної ліцензії.</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 xml:space="preserve">3.СТАТУТНИЙ ФОНД ТА СПЕЦІАЛЬНІ (ЦІЛЬОВІ) </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ФОНДИ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3.1. Статутний фонд підприємства становить 40 610,00 гривень.</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3.2. За рішенням сільської ради статутний фонд підприємства може змінюватись (збільшуватись або зменшуватись) в порядку, визначеному чинним законодавством.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3.3.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3.4.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3.5.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val="uk-UA"/>
        </w:rPr>
      </w:pPr>
      <w:r w:rsidRPr="00333810">
        <w:rPr>
          <w:rFonts w:ascii="Times New Roman" w:hAnsi="Times New Roman"/>
          <w:sz w:val="24"/>
          <w:szCs w:val="24"/>
          <w:lang w:val="uk-UA"/>
        </w:rPr>
        <w:tab/>
        <w:t xml:space="preserve">3.6. </w:t>
      </w:r>
      <w:r w:rsidRPr="00333810">
        <w:rPr>
          <w:rFonts w:ascii="Times New Roman" w:hAnsi="Times New Roman"/>
          <w:color w:val="000000"/>
          <w:sz w:val="24"/>
          <w:szCs w:val="24"/>
          <w:lang w:val="uk-UA"/>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4.МАЙНО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4.1. Майно підприємства є комунальною власністю Крупецької сільської об’єднаної територіальної громади  і закріплюється за підприємством на праві господарського відання.</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4.2.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сільської ради.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lang w:val="uk-UA"/>
        </w:rPr>
      </w:pPr>
      <w:r w:rsidRPr="00333810">
        <w:rPr>
          <w:rFonts w:ascii="Times New Roman" w:hAnsi="Times New Roman"/>
          <w:sz w:val="24"/>
          <w:szCs w:val="24"/>
          <w:lang w:val="uk-UA"/>
        </w:rPr>
        <w:t>4.4. Джерелами формування майна підприємства є:</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lang w:val="uk-UA"/>
        </w:rPr>
      </w:pPr>
      <w:r w:rsidRPr="00333810">
        <w:rPr>
          <w:rFonts w:ascii="Times New Roman" w:hAnsi="Times New Roman"/>
          <w:sz w:val="24"/>
          <w:szCs w:val="24"/>
          <w:lang w:val="uk-UA"/>
        </w:rPr>
        <w:t>- майно, передане підприємству сільською радою;</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lang w:val="uk-UA"/>
        </w:rPr>
      </w:pPr>
      <w:r w:rsidRPr="00333810">
        <w:rPr>
          <w:rFonts w:ascii="Times New Roman" w:hAnsi="Times New Roman"/>
          <w:sz w:val="24"/>
          <w:szCs w:val="24"/>
          <w:lang w:val="uk-UA"/>
        </w:rPr>
        <w:t>- доходи, одержані від господарської діяльності;</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lang w:val="uk-UA"/>
        </w:rPr>
      </w:pPr>
      <w:r w:rsidRPr="00333810">
        <w:rPr>
          <w:rFonts w:ascii="Times New Roman" w:hAnsi="Times New Roman"/>
          <w:sz w:val="24"/>
          <w:szCs w:val="24"/>
          <w:lang w:val="uk-UA"/>
        </w:rPr>
        <w:t>- кредити банків та інших кредиторів;</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 придбане, згідно з чинним законодавством України, майно інших підприємств, організацій;</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lang w:val="uk-UA"/>
        </w:rPr>
      </w:pPr>
      <w:r w:rsidRPr="00333810">
        <w:rPr>
          <w:rFonts w:ascii="Times New Roman" w:hAnsi="Times New Roman"/>
          <w:sz w:val="24"/>
          <w:szCs w:val="24"/>
          <w:lang w:val="uk-UA"/>
        </w:rPr>
        <w:lastRenderedPageBreak/>
        <w:t>- амортизаційні відрахування;</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 кошти, одержані з сільського бюджету на виконання програм, затверджених сільською радою;</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333810">
        <w:rPr>
          <w:rFonts w:ascii="Times New Roman" w:hAnsi="Times New Roman"/>
          <w:sz w:val="24"/>
          <w:szCs w:val="24"/>
          <w:lang w:val="uk-UA"/>
        </w:rPr>
        <w:tab/>
        <w:t>- інші джерела, не заборонені чинним законодавством України.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4.5. Сільська рада здійснює контроль за використанням і збереженням майна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333810">
        <w:rPr>
          <w:rFonts w:ascii="Times New Roman" w:hAnsi="Times New Roman"/>
          <w:sz w:val="24"/>
          <w:szCs w:val="24"/>
          <w:lang w:val="uk-UA"/>
        </w:rPr>
        <w:tab/>
        <w:t>4.6. Кошти підприємства використовуються для:</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333810">
        <w:rPr>
          <w:rFonts w:ascii="Times New Roman" w:hAnsi="Times New Roman"/>
          <w:sz w:val="24"/>
          <w:szCs w:val="24"/>
          <w:lang w:val="uk-UA"/>
        </w:rPr>
        <w:tab/>
        <w:t>- сплати податків та інших обов’язкових платежів;</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333810">
        <w:rPr>
          <w:rFonts w:ascii="Times New Roman" w:hAnsi="Times New Roman"/>
          <w:sz w:val="24"/>
          <w:szCs w:val="24"/>
          <w:lang w:val="uk-UA"/>
        </w:rPr>
        <w:tab/>
        <w:t>- розвитку матеріальної бази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lang w:val="uk-UA"/>
        </w:rPr>
      </w:pPr>
      <w:r w:rsidRPr="00333810">
        <w:rPr>
          <w:rFonts w:ascii="Times New Roman" w:hAnsi="Times New Roman"/>
          <w:sz w:val="24"/>
          <w:szCs w:val="24"/>
          <w:lang w:val="uk-UA"/>
        </w:rPr>
        <w:t>- оплати праці працівників;</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lang w:val="uk-UA"/>
        </w:rPr>
      </w:pPr>
      <w:r w:rsidRPr="00333810">
        <w:rPr>
          <w:rFonts w:ascii="Times New Roman" w:hAnsi="Times New Roman"/>
          <w:sz w:val="24"/>
          <w:szCs w:val="24"/>
          <w:lang w:val="uk-UA"/>
        </w:rPr>
        <w:t>- вирішення соціальних питань;</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rPr>
          <w:rFonts w:ascii="Times New Roman" w:hAnsi="Times New Roman"/>
          <w:sz w:val="24"/>
          <w:szCs w:val="24"/>
          <w:lang w:val="uk-UA"/>
        </w:rPr>
      </w:pPr>
      <w:r w:rsidRPr="00333810">
        <w:rPr>
          <w:rFonts w:ascii="Times New Roman" w:hAnsi="Times New Roman"/>
          <w:sz w:val="24"/>
          <w:szCs w:val="24"/>
          <w:lang w:val="uk-UA"/>
        </w:rPr>
        <w:t>- вдосконалення методів роботи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333810">
        <w:rPr>
          <w:rFonts w:ascii="Times New Roman" w:hAnsi="Times New Roman"/>
          <w:sz w:val="24"/>
          <w:szCs w:val="24"/>
          <w:lang w:val="uk-UA"/>
        </w:rPr>
        <w:tab/>
        <w:t>- досягнення інших цілей, пов’язаних з діяльністю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4.7. Володіння і користування землею та природними ресурсами здійснюється підприємством в установленому законодавством порядку.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5.ОРГАНІЗАЦІЙНА СТРУКТУРА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pacing w:val="-12"/>
          <w:sz w:val="24"/>
          <w:szCs w:val="24"/>
          <w:lang w:val="uk-UA"/>
        </w:rPr>
        <w:t>5.1. Підприємство складається з структурних підрозділів (відділів, служб, тощо)</w:t>
      </w:r>
      <w:r w:rsidRPr="00333810">
        <w:rPr>
          <w:rFonts w:ascii="Times New Roman" w:hAnsi="Times New Roman"/>
          <w:sz w:val="24"/>
          <w:szCs w:val="24"/>
          <w:lang w:val="uk-UA"/>
        </w:rPr>
        <w:t>.</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 xml:space="preserve">5.2. Функції, права та обов’язки структурних підрозділів підприємства </w:t>
      </w:r>
      <w:r w:rsidRPr="00333810">
        <w:rPr>
          <w:rFonts w:ascii="Times New Roman" w:hAnsi="Times New Roman"/>
          <w:spacing w:val="-4"/>
          <w:sz w:val="24"/>
          <w:szCs w:val="24"/>
          <w:lang w:val="uk-UA"/>
        </w:rPr>
        <w:t>визначаються положенням про них, які затверджуються керівником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5.3.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5.4. Підприємство має право за згодою сільської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сільською радою.</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6.УПРАВЛІННЯ ПІДПРИЄМСТВОМ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6.1. Підприємство очолює директор підприємства, що призначається на посаду та звільняється з посади розпорядженням сільського голови. Директор підприємства підпорядкований сільському голові і є підзвітним та підконтрольним сільській раді та її виконавчому комітету. Підприємство визначає свою організаційну структуру, встановлює чисельність працівників і штатний розпис за погодженням з сільським головою.</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6.2. Сільським головою, від імені сільської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6.3. Директор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самостійно вирішує усі питання господарської діяльності підприємства, за винятком тих, що віднесені статутом до компетенції сільської ради та її виконавчого комітету;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відповідно до статуту розподіляє прибутки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відкриває рахунки підприємства в установах банків;</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за погодженням з сільським головою визначає організаційну структуру підприємства, затверджує положення про його структурні та відокремлені підрозділи;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за погодженням з сільським головою встановлює чисельність працівників і штатний розпис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формує адміністрацію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приймає на роботу та звільняє з роботи працівників;</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застосовує до працівників заохочення та заходи дисциплінарних стягнень;</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вирішує інші питання діяльності в порядку, визначеному статутом.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У межах повноважень директор видає накази.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lastRenderedPageBreak/>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6.5. Директора може бути звільнено з посади достроково сільським головою у випадках, передбачених чинним законодавством або контрактом.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7.ПОВНОВАЖЕННЯ СІЛЬСЬКОЇ РАДИ ТА ВИКОНАВЧОГО КОМІТЕТУ З ПИТАНЬ ДІЯЛЬНОСТІ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333810">
        <w:rPr>
          <w:rFonts w:ascii="Times New Roman" w:hAnsi="Times New Roman"/>
          <w:sz w:val="24"/>
          <w:szCs w:val="24"/>
          <w:lang w:val="uk-UA"/>
        </w:rPr>
        <w:tab/>
        <w:t>7.1. Сільська рада: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z w:val="24"/>
          <w:szCs w:val="24"/>
          <w:lang w:val="uk-UA"/>
        </w:rPr>
      </w:pPr>
      <w:r w:rsidRPr="00333810">
        <w:rPr>
          <w:rFonts w:ascii="Times New Roman" w:hAnsi="Times New Roman"/>
          <w:sz w:val="24"/>
          <w:szCs w:val="24"/>
          <w:lang w:val="uk-UA"/>
        </w:rPr>
        <w:t>- встановлює розмір частки прибутку підприємства, яка підлягає зарахуванню до сільського бюджету;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spacing w:val="-2"/>
          <w:sz w:val="24"/>
          <w:szCs w:val="24"/>
          <w:lang w:val="uk-UA"/>
        </w:rPr>
      </w:pPr>
      <w:r w:rsidRPr="00333810">
        <w:rPr>
          <w:rFonts w:ascii="Times New Roman" w:hAnsi="Times New Roman"/>
          <w:spacing w:val="-2"/>
          <w:sz w:val="24"/>
          <w:szCs w:val="24"/>
          <w:lang w:val="uk-UA"/>
        </w:rPr>
        <w:t>- затверджує річні плани фінансово-господарської діяльності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r>
      <w:r w:rsidRPr="00333810">
        <w:rPr>
          <w:rFonts w:ascii="Times New Roman" w:hAnsi="Times New Roman"/>
          <w:spacing w:val="-2"/>
          <w:sz w:val="24"/>
          <w:szCs w:val="24"/>
          <w:lang w:val="uk-UA"/>
        </w:rPr>
        <w:t>- надає згоду на вчинення підприємством правочинів щодо розпорядження</w:t>
      </w:r>
      <w:r w:rsidRPr="00333810">
        <w:rPr>
          <w:rFonts w:ascii="Times New Roman" w:hAnsi="Times New Roman"/>
          <w:sz w:val="24"/>
          <w:szCs w:val="24"/>
          <w:lang w:val="uk-UA"/>
        </w:rPr>
        <w:t xml:space="preserve"> окремими видами майна, у випадках, передбачених чинним законодавством;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333810">
        <w:rPr>
          <w:rFonts w:ascii="Times New Roman" w:hAnsi="Times New Roman"/>
          <w:sz w:val="24"/>
          <w:szCs w:val="24"/>
          <w:lang w:val="uk-UA"/>
        </w:rPr>
        <w:tab/>
        <w:t>- здійснює контроль за використанням та збереженням майна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333810">
        <w:rPr>
          <w:rFonts w:ascii="Times New Roman" w:hAnsi="Times New Roman"/>
          <w:sz w:val="24"/>
          <w:szCs w:val="24"/>
          <w:lang w:val="uk-UA"/>
        </w:rPr>
        <w:tab/>
        <w:t>- надає згоду на списання з балансу не повністю амортизованих основних фондів, прискорену амортизацію основних фондів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 приймає рішення про реорганізацію, ліквідацію або перепрофілювання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 здійснює інші повноваження, визначені законом.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7.2. Виконавчий комітет сільської ради: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pacing w:val="-8"/>
          <w:sz w:val="24"/>
          <w:szCs w:val="24"/>
          <w:lang w:val="uk-UA"/>
        </w:rPr>
      </w:pPr>
      <w:r w:rsidRPr="00333810">
        <w:rPr>
          <w:rFonts w:ascii="Times New Roman" w:hAnsi="Times New Roman"/>
          <w:spacing w:val="-8"/>
          <w:sz w:val="24"/>
          <w:szCs w:val="24"/>
          <w:lang w:val="uk-UA"/>
        </w:rPr>
        <w:t>- попередньо розглядає та погоджує плани фінансово-господарської діяльності;</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 здійснює контроль за виконанням річних планів фінансово-господарської діяльності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 контролює оперативну діяльність підприємства, не втручаюсь в неї;</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 встановлює порядок та здійснення контроль за використанням прибутків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 встановлює тарифи щодо оплати послуг, які надаються підприємством;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 здійснює інші повноваження, визначені законом та надані сільською радою.</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8.ГОСПОДАРСЬКІ ВІДНОСИНИ ПІДПРИЄМСТВА</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sz w:val="24"/>
          <w:szCs w:val="24"/>
          <w:lang w:val="uk-UA"/>
        </w:rPr>
      </w:pPr>
      <w:r w:rsidRPr="00333810">
        <w:rPr>
          <w:rFonts w:ascii="Times New Roman" w:hAnsi="Times New Roman"/>
          <w:sz w:val="24"/>
          <w:szCs w:val="24"/>
          <w:lang w:val="uk-UA"/>
        </w:rPr>
        <w:t xml:space="preserve">8.1. </w:t>
      </w:r>
      <w:r w:rsidRPr="00333810">
        <w:rPr>
          <w:rFonts w:ascii="Times New Roman" w:hAnsi="Times New Roman"/>
          <w:color w:val="000000"/>
          <w:sz w:val="24"/>
          <w:szCs w:val="24"/>
          <w:lang w:val="uk-UA"/>
        </w:rPr>
        <w:t>Основним узагальнюючим показником фінансових результатів господарської діяльності підприємства є прибуток.</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8.5. Підприємство здійснює володіння і користування природними ресурсами у встановленому законодавством України порядку.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lastRenderedPageBreak/>
        <w:t>8.8. Підприємство бере участь у зовнішньоекономічній діяльності, яка сприяє накопиченню валютних ресурсів.</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8.9.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color w:val="000000"/>
          <w:sz w:val="24"/>
          <w:szCs w:val="24"/>
          <w:lang w:val="uk-UA"/>
        </w:rPr>
        <w:t>8.10.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9.ТРУДОВИЙ КОЛЕКТИВ ТА ТРУДОВІ ВІДНОСИНИ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9.1. Трудовий колектив підприємства складається з усіх громадяни, які своєю працею беруть участь у його діяльності на основі трудового договору.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 xml:space="preserve">9.2. Трудові договори укладаються з усіма працівниками, які наймаються на роботу на підприємство. </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9.3. Права та обов’язки працівників підприємства визначаються посадовими інструкціями.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9.5. Повноваження трудового колективу встановлюються законом.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rsidR="0041355A" w:rsidRPr="00333810" w:rsidRDefault="0041355A" w:rsidP="0033381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color w:val="000000"/>
          <w:sz w:val="24"/>
          <w:szCs w:val="24"/>
          <w:lang w:val="uk-UA"/>
        </w:rPr>
      </w:pPr>
      <w:r w:rsidRPr="00333810">
        <w:rPr>
          <w:rFonts w:ascii="Times New Roman" w:hAnsi="Times New Roman"/>
          <w:sz w:val="24"/>
          <w:szCs w:val="24"/>
          <w:lang w:val="uk-UA"/>
        </w:rPr>
        <w:t xml:space="preserve">9.9. </w:t>
      </w:r>
      <w:r w:rsidRPr="00333810">
        <w:rPr>
          <w:rFonts w:ascii="Times New Roman" w:hAnsi="Times New Roman"/>
          <w:color w:val="000000"/>
          <w:sz w:val="24"/>
          <w:szCs w:val="24"/>
          <w:lang w:val="uk-UA"/>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10.ОБЛІК І ЗВІТНІСТЬ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 xml:space="preserve">10.1. Підприємство зобов’язане здійснювати первинний (оперативний) та </w:t>
      </w:r>
      <w:r w:rsidRPr="00333810">
        <w:rPr>
          <w:rFonts w:ascii="Times New Roman" w:hAnsi="Times New Roman"/>
          <w:spacing w:val="-4"/>
          <w:sz w:val="24"/>
          <w:szCs w:val="24"/>
          <w:lang w:val="uk-UA"/>
        </w:rPr>
        <w:t xml:space="preserve">бухгалтерський  облік  результатів  своєї  роботи; на основі даних бухгалтерського </w:t>
      </w:r>
      <w:r w:rsidRPr="00333810">
        <w:rPr>
          <w:rFonts w:ascii="Times New Roman" w:hAnsi="Times New Roman"/>
          <w:sz w:val="24"/>
          <w:szCs w:val="24"/>
          <w:lang w:val="uk-UA"/>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10.2. Питання організації бухгалтерського обліку на підприємстві регулюються відповідно до чинного законодавства України.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10.3. Для забезпечення ведення бухгалтерського обліку підприємство самостійно обирає форми його організації.</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 xml:space="preserve">10.4. У разі зміни керівника підприємства ревізія фінансово-господарської діяльності підприємства проводиться в обов’язковому порядку.  </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lang w:val="uk-UA"/>
        </w:rPr>
      </w:pPr>
      <w:r w:rsidRPr="00333810">
        <w:rPr>
          <w:rFonts w:ascii="Times New Roman" w:hAnsi="Times New Roman"/>
          <w:b/>
          <w:sz w:val="24"/>
          <w:szCs w:val="24"/>
          <w:lang w:val="uk-UA"/>
        </w:rPr>
        <w:t>11.ПРИПИНЕНННЯ ДІЯЛЬНОСТІ ПІДПРИЄМСТВА</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сільської ради, та в інших випадках, встановлених законодавством.</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lastRenderedPageBreak/>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до якого приєднується підприємство. </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pacing w:val="-4"/>
          <w:sz w:val="24"/>
          <w:szCs w:val="24"/>
          <w:lang w:val="uk-UA"/>
        </w:rPr>
      </w:pPr>
      <w:r w:rsidRPr="00333810">
        <w:rPr>
          <w:rFonts w:ascii="Times New Roman" w:hAnsi="Times New Roman"/>
          <w:sz w:val="24"/>
          <w:szCs w:val="24"/>
          <w:lang w:val="uk-UA"/>
        </w:rPr>
        <w:t xml:space="preserve">11.4. У разі поділу підприємства усі його майнові права та обов'язки переходять за розподільним актом (балансом) у відповідних частках до </w:t>
      </w:r>
      <w:r w:rsidRPr="00333810">
        <w:rPr>
          <w:rFonts w:ascii="Times New Roman" w:hAnsi="Times New Roman"/>
          <w:spacing w:val="-4"/>
          <w:sz w:val="24"/>
          <w:szCs w:val="24"/>
          <w:lang w:val="uk-UA"/>
        </w:rPr>
        <w:t>кожного з нових суб'єктів господарювання, що створилися внаслідок цього поділу.</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 усе майно, права та обов’язки.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lang w:val="uk-UA"/>
        </w:rPr>
      </w:pPr>
      <w:r w:rsidRPr="00333810">
        <w:rPr>
          <w:rFonts w:ascii="Times New Roman" w:hAnsi="Times New Roman"/>
          <w:sz w:val="24"/>
          <w:szCs w:val="24"/>
          <w:lang w:val="uk-UA"/>
        </w:rPr>
        <w:t>11.7. Ліквідація підприємства здійснюється ліквідаційною комісією, яка утворюється сільською радою, або, за її дорученням виконавчим комітетом сільської ради.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r w:rsidRPr="00333810">
        <w:rPr>
          <w:rFonts w:ascii="Times New Roman" w:hAnsi="Times New Roman"/>
          <w:sz w:val="24"/>
          <w:szCs w:val="24"/>
          <w:lang w:val="uk-UA"/>
        </w:rPr>
        <w:tab/>
        <w:t>11.8. Орган, який прийняв рішення про ліквідацію підприємства, встановлює порядок та визначає строки проведення ліквідації, а також строки пред’явлення претензій кредиторами.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11.9. Претензії кредиторів до підприємства, що ліквідується, задовольняються згідно з чинним законодавством України.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11.20.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сільської ради.</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uk-UA"/>
        </w:rPr>
      </w:pP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_______________________________________________________________</w:t>
      </w: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p>
    <w:p w:rsidR="0041355A" w:rsidRPr="00333810" w:rsidRDefault="0041355A" w:rsidP="003338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8"/>
        <w:jc w:val="both"/>
        <w:rPr>
          <w:rFonts w:ascii="Times New Roman" w:hAnsi="Times New Roman"/>
          <w:sz w:val="24"/>
          <w:szCs w:val="24"/>
          <w:lang w:val="uk-UA"/>
        </w:rPr>
      </w:pPr>
      <w:r w:rsidRPr="00333810">
        <w:rPr>
          <w:rFonts w:ascii="Times New Roman" w:hAnsi="Times New Roman"/>
          <w:sz w:val="24"/>
          <w:szCs w:val="24"/>
          <w:lang w:val="uk-UA"/>
        </w:rPr>
        <w:t xml:space="preserve">Сільський голова </w:t>
      </w:r>
      <w:r w:rsidRPr="00333810">
        <w:rPr>
          <w:rFonts w:ascii="Times New Roman" w:hAnsi="Times New Roman"/>
          <w:sz w:val="24"/>
          <w:szCs w:val="24"/>
          <w:lang w:val="uk-UA"/>
        </w:rPr>
        <w:tab/>
      </w:r>
      <w:r w:rsidRPr="00333810">
        <w:rPr>
          <w:rFonts w:ascii="Times New Roman" w:hAnsi="Times New Roman"/>
          <w:sz w:val="24"/>
          <w:szCs w:val="24"/>
          <w:lang w:val="uk-UA"/>
        </w:rPr>
        <w:tab/>
      </w:r>
      <w:r w:rsidRPr="00333810">
        <w:rPr>
          <w:rFonts w:ascii="Times New Roman" w:hAnsi="Times New Roman"/>
          <w:sz w:val="24"/>
          <w:szCs w:val="24"/>
          <w:lang w:val="uk-UA"/>
        </w:rPr>
        <w:tab/>
      </w:r>
      <w:r w:rsidRPr="00333810">
        <w:rPr>
          <w:rFonts w:ascii="Times New Roman" w:hAnsi="Times New Roman"/>
          <w:sz w:val="24"/>
          <w:szCs w:val="24"/>
          <w:lang w:val="uk-UA"/>
        </w:rPr>
        <w:tab/>
      </w:r>
      <w:r w:rsidRPr="00333810">
        <w:rPr>
          <w:rFonts w:ascii="Times New Roman" w:hAnsi="Times New Roman"/>
          <w:sz w:val="24"/>
          <w:szCs w:val="24"/>
          <w:lang w:val="uk-UA"/>
        </w:rPr>
        <w:tab/>
        <w:t>Валерій МИХАЛЮК</w:t>
      </w:r>
    </w:p>
    <w:p w:rsidR="00D513EA" w:rsidRPr="00333810" w:rsidRDefault="00D513EA" w:rsidP="00333810">
      <w:pPr>
        <w:spacing w:after="0" w:line="240" w:lineRule="auto"/>
        <w:rPr>
          <w:lang w:val="uk-UA"/>
        </w:rPr>
      </w:pPr>
    </w:p>
    <w:sectPr w:rsidR="00D513EA" w:rsidRPr="00333810" w:rsidSect="00333810">
      <w:pgSz w:w="12240" w:h="15840"/>
      <w:pgMar w:top="567" w:right="1440" w:bottom="709"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234E" w:rsidRDefault="0096234E">
      <w:pPr>
        <w:spacing w:after="0" w:line="240" w:lineRule="auto"/>
      </w:pPr>
      <w:r>
        <w:separator/>
      </w:r>
    </w:p>
  </w:endnote>
  <w:endnote w:type="continuationSeparator" w:id="0">
    <w:p w:rsidR="0096234E" w:rsidRDefault="009623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234E" w:rsidRDefault="0096234E">
      <w:pPr>
        <w:spacing w:after="0" w:line="240" w:lineRule="auto"/>
      </w:pPr>
      <w:r>
        <w:separator/>
      </w:r>
    </w:p>
  </w:footnote>
  <w:footnote w:type="continuationSeparator" w:id="0">
    <w:p w:rsidR="0096234E" w:rsidRDefault="0096234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55A"/>
    <w:rsid w:val="000B5D45"/>
    <w:rsid w:val="00333810"/>
    <w:rsid w:val="0041355A"/>
    <w:rsid w:val="007E2683"/>
    <w:rsid w:val="007E546B"/>
    <w:rsid w:val="0096234E"/>
    <w:rsid w:val="00D51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55A"/>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4135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41355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1355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41355A"/>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41355A"/>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55A"/>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41355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41355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1355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41355A"/>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41355A"/>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Perspectiv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Perspective</Template>
  <TotalTime>1</TotalTime>
  <Pages>9</Pages>
  <Words>3480</Words>
  <Characters>19837</Characters>
  <Application>Microsoft Office Word</Application>
  <DocSecurity>0</DocSecurity>
  <Lines>165</Lines>
  <Paragraphs>46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Urist</cp:lastModifiedBy>
  <cp:revision>2</cp:revision>
  <cp:lastPrinted>2021-02-10T08:25:00Z</cp:lastPrinted>
  <dcterms:created xsi:type="dcterms:W3CDTF">2021-02-10T08:34:00Z</dcterms:created>
  <dcterms:modified xsi:type="dcterms:W3CDTF">2021-02-10T08:34:00Z</dcterms:modified>
</cp:coreProperties>
</file>