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B3" w:rsidRDefault="00F740B3" w:rsidP="00F74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740B3" w:rsidRDefault="00F740B3" w:rsidP="00F740B3"/>
    <w:p w:rsidR="00F740B3" w:rsidRDefault="00F740B3" w:rsidP="00F740B3"/>
    <w:p w:rsidR="00F740B3" w:rsidRDefault="00F740B3" w:rsidP="00F740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40B3" w:rsidRDefault="00F740B3" w:rsidP="00F740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40B3" w:rsidRDefault="00F740B3" w:rsidP="00F740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40B3" w:rsidRDefault="00F740B3" w:rsidP="00F740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40B3" w:rsidRDefault="00F740B3" w:rsidP="00F740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B3" w:rsidRDefault="00F740B3" w:rsidP="00F740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40B3" w:rsidRDefault="00F740B3" w:rsidP="00F74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40B3" w:rsidRDefault="00F740B3" w:rsidP="00F740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740B3" w:rsidRDefault="00F740B3" w:rsidP="00F740B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№106</w:t>
      </w:r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Дмитрука М.М.</w:t>
      </w:r>
    </w:p>
    <w:p w:rsidR="00F740B3" w:rsidRDefault="00F740B3" w:rsidP="00F740B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Дмитрука М.М.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Дмитруку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Михайловичу,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61832">
        <w:rPr>
          <w:rFonts w:ascii="Times New Roman" w:eastAsia="Calibri" w:hAnsi="Times New Roman" w:cs="Times New Roman"/>
          <w:sz w:val="24"/>
          <w:szCs w:val="24"/>
          <w:lang w:val="en-US"/>
        </w:rPr>
        <w:t>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6183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0,2000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6823984700:01:016:0030,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Дмитруку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40B3" w:rsidRDefault="00F740B3" w:rsidP="00F740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40B3" w:rsidRDefault="00F740B3" w:rsidP="00F740B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F2059" w:rsidRDefault="00DF2059"/>
    <w:sectPr w:rsidR="00DF20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B3"/>
    <w:rsid w:val="00171A2E"/>
    <w:rsid w:val="00304C90"/>
    <w:rsid w:val="00505B6D"/>
    <w:rsid w:val="00661832"/>
    <w:rsid w:val="006D3977"/>
    <w:rsid w:val="007D6C18"/>
    <w:rsid w:val="00D1641A"/>
    <w:rsid w:val="00DF2059"/>
    <w:rsid w:val="00F7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2020-07-29T14:30:00Z</dcterms:created>
  <dcterms:modified xsi:type="dcterms:W3CDTF">2020-07-29T18:19:00Z</dcterms:modified>
</cp:coreProperties>
</file>