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85C" w:rsidRPr="008D31FA" w:rsidRDefault="0041085C" w:rsidP="0041085C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85C" w:rsidRDefault="0041085C" w:rsidP="004108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1085C" w:rsidRDefault="0041085C" w:rsidP="004108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1085C" w:rsidRPr="000A4F3E" w:rsidRDefault="0041085C" w:rsidP="0041085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085C" w:rsidRPr="000A4F3E" w:rsidRDefault="0041085C" w:rsidP="0041085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085C" w:rsidRPr="000A4F3E" w:rsidRDefault="0041085C" w:rsidP="0041085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085C" w:rsidRPr="000A4F3E" w:rsidRDefault="0041085C" w:rsidP="0041085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085C" w:rsidRPr="000A4F3E" w:rsidRDefault="0041085C" w:rsidP="0041085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1085C" w:rsidRPr="000A4F3E" w:rsidRDefault="0041085C" w:rsidP="0041085C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1085C" w:rsidRPr="000A4F3E" w:rsidRDefault="0041085C" w:rsidP="0041085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1085C" w:rsidRPr="000A4F3E" w:rsidRDefault="0041085C" w:rsidP="0041085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1085C" w:rsidRPr="000A4F3E" w:rsidRDefault="0041085C" w:rsidP="0041085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085C" w:rsidRPr="000A4F3E" w:rsidRDefault="0041085C" w:rsidP="0041085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1085C" w:rsidRPr="000A4F3E" w:rsidRDefault="0041085C" w:rsidP="0041085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085C" w:rsidRPr="000A4F3E" w:rsidRDefault="0041085C" w:rsidP="0041085C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1085C" w:rsidRPr="000A4F3E" w:rsidRDefault="0041085C" w:rsidP="0041085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1085C" w:rsidRDefault="0041085C" w:rsidP="0041085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№44</w:t>
      </w:r>
    </w:p>
    <w:p w:rsidR="0041085C" w:rsidRDefault="0041085C" w:rsidP="0041085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1085C" w:rsidRPr="00CA5B65" w:rsidRDefault="0041085C" w:rsidP="0041085C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41085C" w:rsidRPr="00CA5B65" w:rsidRDefault="0041085C" w:rsidP="0041085C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41085C" w:rsidRPr="00CA5B65" w:rsidRDefault="0041085C" w:rsidP="0041085C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41085C" w:rsidRDefault="0041085C" w:rsidP="0041085C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41085C" w:rsidRPr="00CA5B65" w:rsidRDefault="0041085C" w:rsidP="0041085C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Б</w:t>
      </w:r>
      <w:proofErr w:type="gramEnd"/>
      <w:r>
        <w:rPr>
          <w:rFonts w:ascii="Times New Roman" w:hAnsi="Times New Roman"/>
          <w:b/>
          <w:sz w:val="24"/>
        </w:rPr>
        <w:t>ірюковій</w:t>
      </w:r>
      <w:proofErr w:type="spellEnd"/>
      <w:r>
        <w:rPr>
          <w:rFonts w:ascii="Times New Roman" w:hAnsi="Times New Roman"/>
          <w:b/>
          <w:sz w:val="24"/>
        </w:rPr>
        <w:t xml:space="preserve">  Л.Д.</w:t>
      </w:r>
    </w:p>
    <w:p w:rsidR="0041085C" w:rsidRPr="00CA5B65" w:rsidRDefault="0041085C" w:rsidP="0041085C">
      <w:pPr>
        <w:spacing w:after="0"/>
        <w:rPr>
          <w:rFonts w:ascii="Times New Roman" w:hAnsi="Times New Roman"/>
          <w:b/>
          <w:sz w:val="24"/>
        </w:rPr>
      </w:pPr>
    </w:p>
    <w:p w:rsidR="0041085C" w:rsidRPr="00CA5B65" w:rsidRDefault="0041085C" w:rsidP="0041085C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місцеве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spellStart"/>
      <w:r w:rsidRPr="00CA5B6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proofErr w:type="gramStart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>ірюковій</w:t>
      </w:r>
      <w:proofErr w:type="spellEnd"/>
      <w:r>
        <w:rPr>
          <w:rFonts w:ascii="Times New Roman" w:hAnsi="Times New Roman"/>
          <w:sz w:val="24"/>
        </w:rPr>
        <w:t xml:space="preserve"> Л.Д.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сільська</w:t>
      </w:r>
      <w:proofErr w:type="spellEnd"/>
      <w:r w:rsidRPr="00CA5B65">
        <w:rPr>
          <w:rFonts w:ascii="Times New Roman" w:hAnsi="Times New Roman"/>
          <w:sz w:val="24"/>
        </w:rPr>
        <w:t xml:space="preserve"> рада</w:t>
      </w:r>
    </w:p>
    <w:p w:rsidR="0041085C" w:rsidRPr="00CA5B65" w:rsidRDefault="0041085C" w:rsidP="0041085C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>ВИРІШИЛА:</w:t>
      </w:r>
    </w:p>
    <w:p w:rsidR="0041085C" w:rsidRPr="00CA5B65" w:rsidRDefault="0041085C" w:rsidP="0041085C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Бірюковій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Лідії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Дмитрівні</w:t>
      </w:r>
      <w:proofErr w:type="spellEnd"/>
      <w:r>
        <w:rPr>
          <w:rFonts w:ascii="Times New Roman" w:hAnsi="Times New Roman"/>
          <w:sz w:val="24"/>
        </w:rPr>
        <w:t>, яка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DB3309">
        <w:rPr>
          <w:rFonts w:ascii="Times New Roman" w:hAnsi="Times New Roman"/>
          <w:sz w:val="24"/>
          <w:lang w:val="en-US"/>
        </w:rPr>
        <w:t>_______________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орієнтовною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площею</w:t>
      </w:r>
      <w:proofErr w:type="spellEnd"/>
      <w:r w:rsidRPr="00CA5B65">
        <w:rPr>
          <w:rFonts w:ascii="Times New Roman" w:hAnsi="Times New Roman"/>
          <w:sz w:val="24"/>
        </w:rPr>
        <w:t xml:space="preserve"> 0,2500 га, для </w:t>
      </w:r>
      <w:proofErr w:type="spellStart"/>
      <w:r w:rsidRPr="00CA5B65">
        <w:rPr>
          <w:rFonts w:ascii="Times New Roman" w:hAnsi="Times New Roman"/>
          <w:sz w:val="24"/>
        </w:rPr>
        <w:t>будівництва</w:t>
      </w:r>
      <w:proofErr w:type="spellEnd"/>
      <w:r w:rsidRPr="00CA5B65">
        <w:rPr>
          <w:rFonts w:ascii="Times New Roman" w:hAnsi="Times New Roman"/>
          <w:sz w:val="24"/>
        </w:rPr>
        <w:t xml:space="preserve"> та </w:t>
      </w:r>
      <w:proofErr w:type="spellStart"/>
      <w:r w:rsidRPr="00CA5B65">
        <w:rPr>
          <w:rFonts w:ascii="Times New Roman" w:hAnsi="Times New Roman"/>
          <w:sz w:val="24"/>
        </w:rPr>
        <w:t>обслуговування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житлового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будинку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господарських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будівель</w:t>
      </w:r>
      <w:proofErr w:type="spellEnd"/>
      <w:r w:rsidRPr="00CA5B65">
        <w:rPr>
          <w:rFonts w:ascii="Times New Roman" w:hAnsi="Times New Roman"/>
          <w:sz w:val="24"/>
        </w:rPr>
        <w:t xml:space="preserve"> і </w:t>
      </w:r>
      <w:proofErr w:type="spellStart"/>
      <w:r w:rsidRPr="00CA5B65">
        <w:rPr>
          <w:rFonts w:ascii="Times New Roman" w:hAnsi="Times New Roman"/>
          <w:sz w:val="24"/>
        </w:rPr>
        <w:t>споруд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присадибна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ділянка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Крупець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по </w:t>
      </w:r>
      <w:proofErr w:type="spellStart"/>
      <w:r>
        <w:rPr>
          <w:rFonts w:ascii="Times New Roman" w:hAnsi="Times New Roman"/>
          <w:sz w:val="24"/>
        </w:rPr>
        <w:t>вулиці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Незалежності</w:t>
      </w:r>
      <w:proofErr w:type="spellEnd"/>
      <w:r>
        <w:rPr>
          <w:rFonts w:ascii="Times New Roman" w:hAnsi="Times New Roman"/>
          <w:sz w:val="24"/>
        </w:rPr>
        <w:t>, 117.</w:t>
      </w:r>
    </w:p>
    <w:p w:rsidR="0041085C" w:rsidRPr="00CA5B65" w:rsidRDefault="0041085C" w:rsidP="0041085C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2.Бірюковій Л.Д.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41085C" w:rsidRPr="00CA5B65" w:rsidRDefault="0041085C" w:rsidP="0041085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41085C" w:rsidRPr="00CA5B65" w:rsidRDefault="0041085C" w:rsidP="0041085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1085C" w:rsidRPr="0041085C" w:rsidRDefault="0041085C" w:rsidP="0041085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981AAD" w:rsidRPr="0041085C" w:rsidRDefault="0041085C" w:rsidP="0041085C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</w:t>
      </w:r>
      <w:r w:rsidRPr="008D31FA">
        <w:rPr>
          <w:rFonts w:ascii="Times New Roman" w:hAnsi="Times New Roman"/>
        </w:rPr>
        <w:t xml:space="preserve">  </w:t>
      </w:r>
      <w:proofErr w:type="spellStart"/>
      <w:r w:rsidRPr="008D31FA">
        <w:rPr>
          <w:rFonts w:ascii="Times New Roman" w:hAnsi="Times New Roman"/>
        </w:rPr>
        <w:t>Валерій</w:t>
      </w:r>
      <w:proofErr w:type="spellEnd"/>
      <w:r w:rsidRPr="008D31FA">
        <w:rPr>
          <w:rFonts w:ascii="Times New Roman" w:hAnsi="Times New Roman"/>
        </w:rPr>
        <w:t xml:space="preserve">  МИХАЛЮК </w:t>
      </w:r>
    </w:p>
    <w:sectPr w:rsidR="00981AAD" w:rsidRPr="0041085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85C"/>
    <w:rsid w:val="00171A2E"/>
    <w:rsid w:val="00304C90"/>
    <w:rsid w:val="0041085C"/>
    <w:rsid w:val="00505B6D"/>
    <w:rsid w:val="006D3977"/>
    <w:rsid w:val="007D6C18"/>
    <w:rsid w:val="00981AAD"/>
    <w:rsid w:val="00D1641A"/>
    <w:rsid w:val="00DB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1085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10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1085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1085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10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1085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243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2020-09-01T13:59:00Z</dcterms:created>
  <dcterms:modified xsi:type="dcterms:W3CDTF">2020-09-01T15:38:00Z</dcterms:modified>
</cp:coreProperties>
</file>