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233" w:rsidRDefault="00816233" w:rsidP="0081623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C8C4323" wp14:editId="3BF86E95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22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22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6233" w:rsidRDefault="00816233" w:rsidP="008162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8jWt3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EmMUA&#10;AADdAAAADwAAAGRycy9kb3ducmV2LnhtbESPS2vDMBCE74X+B7GF3Bo5TmmCE8WY0gYfAiUP3xdr&#10;/SDWylhq7Pz7qFDocZiZb5htOplO3GhwrWUFi3kEgri0uuVaweX89boG4Tyyxs4yKbiTg3T3/LTF&#10;RNuRj3Q7+VoECLsEFTTe94mUrmzIoJvbnjh4lR0M+iCHWuoBxwA3nYyj6F0abDksNNjTR0Pl9fRj&#10;FNjlPj8UdXxcfvLKc/a9rorpoNTsZco2IDxN/j/81861grc4XsHvm/AE5O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wS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JU5MUA&#10;AADdAAAADwAAAGRycy9kb3ducmV2LnhtbERPy2oCMRTdF/oP4RbciGY6FKtToxRhtHVR8AFuL5Pb&#10;ybSTmyGJOvXrm0Why8N5z5e9bcWFfGgcK3gcZyCIK6cbrhUcD+VoCiJEZI2tY1LwQwGWi/u7ORba&#10;XXlHl32sRQrhUKACE2NXSBkqQxbD2HXEift03mJM0NdSe7ymcNvKPMsm0mLDqcFgRytD1ff+bBV8&#10;lR/mtHq+rf1wtqPbsNxu2veJUoOH/vUFRKQ+/ov/3G9awVOep7n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0lT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TAMMA&#10;AADdAAAADwAAAGRycy9kb3ducmV2LnhtbESP3YrCMBCF7xd8hzCCN4um1kXcrlFEVMQbUfcBhmZs&#10;yjaT0kRb394Iwl4ezs/HmS87W4k7Nb50rGA8SkAQ506XXCj4vWyHMxA+IGusHJOCB3lYLnofc8y0&#10;a/lE93MoRBxhn6ECE0KdSelzQxb9yNXE0bu6xmKIsimkbrCN47aSaZJMpcWSI8FgTWtD+d/5ZiPk&#10;OMHj4dpetrsOW9wcDH+uTkoN+t3qB0SgLvyH3+29VvCVpt/wehOf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TA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554MMA&#10;AADdAAAADwAAAGRycy9kb3ducmV2LnhtbERPTUsDMRC9C/0PYQrebNa11rJtWqQqiNCDVSi9DZvp&#10;7uJmEpKxu/57cxA8Pt73eju6Xl0ops6zgdtZAYq49rbjxsDnx8vNElQSZIu9ZzLwQwm2m8nVGivr&#10;B36ny0EalUM4VWigFQmV1qluyWGa+UCcubOPDiXD2GgbccjhrtdlUSy0w45zQ4uBdi3VX4dvZ2A/&#10;PIe3h8X9OZzivNTpycpxJ8ZcT8fHFSihUf7Ff+5Xa2Be3uX9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554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kJ28MA&#10;AADdAAAADwAAAGRycy9kb3ducmV2LnhtbESP24rCMBRF34X5h3AGfJEx9YIMtVFk0EF8ES8fcGhO&#10;m2JzUpqM7fy9EQQfN/uy2Nm6t7W4U+srxwom4wQEce50xaWC62X39Q3CB2SNtWNS8E8e1quPQYap&#10;dh2f6H4OpYgj7FNUYEJoUil9bsiiH7uGOHqFay2GKNtS6ha7OG5rOU2ShbRYcSQYbOjHUH47/9kI&#10;Oc7weCi6y+63xw63B8OjzUmp4We/WYII1Id3+NXeawXz6WwCzzfxCc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kJ2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BCDMYA&#10;AADdAAAADwAAAGRycy9kb3ducmV2LnhtbESPQUsDMRSE74L/ITzBm8261irbpkWqQhE8WAvF22Pz&#10;urt08xKSZ3f996YgeBxm5htmsRpdr04UU+fZwO2kAEVce9txY2D3+XrzCCoJssXeMxn4oQSr5eXF&#10;AivrB/6g01YalSGcKjTQioRK61S35DBNfCDO3sFHh5JlbLSNOGS463VZFDPtsOO80GKgdUv1cfvt&#10;DLwPL+HtYXZ/CF9xWur0bGW/FmOur8anOSihUf7Df+2NNTAt70o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4BCD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xH6cYA&#10;AADdAAAADwAAAGRycy9kb3ducmV2LnhtbESPUWvCMBSF3wf7D+EOfJGZzs4xOqNMIShMEN1gr5fm&#10;2pY1NyWJtvv3iyDs8XDO+Q5nvhxsKy7kQ+NYwdMkA0FcOtNwpeDrUz++gggR2WDrmBT8UoDl4v5u&#10;joVxPR/ocoyVSBAOBSqoY+wKKUNZk8UwcR1x8k7OW4xJ+koaj32C21ZOs+xFWmw4LdTY0bqm8ud4&#10;tgpW+77K/bhcDe7jtPmeaW30Tis1ehje30BEGuJ/+NbeGgXP0zyH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xH6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2F2MQA&#10;AADdAAAADwAAAGRycy9kb3ducmV2LnhtbESPUWvCMBSF3wf+h3CFvc3UrhOpRhGlMMZepv6AS3Nt&#10;qs1NSWLt/v0yGOzxcM75Dme9HW0nBvKhdaxgPstAENdOt9woOJ+qlyWIEJE1do5JwTcF2G4mT2ss&#10;tXvwFw3H2IgE4VCiAhNjX0oZakMWw8z1xMm7OG8xJukbqT0+Etx2Ms+yhbTYclow2NPeUH073q2C&#10;6iP/HG537Su3GwtLb+a6PBilnqfjbgUi0hj/w3/td62gyF8L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dhd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l6BsYA&#10;AADdAAAADwAAAGRycy9kb3ducmV2LnhtbESPQWsCMRSE7wX/Q3hCL1Kzai1laxQthAoVRFvo9bF5&#10;7i7dvCxJ6q7/3ghCj8PMfMMsVr1txJl8qB0rmIwzEMSFMzWXCr6/9NMriBCRDTaOScGFAqyWg4cF&#10;5sZ1fKDzMZYiQTjkqKCKsc2lDEVFFsPYtcTJOzlvMSbpS2k8dgluGznNshdpsea0UGFL7xUVv8c/&#10;q2Cz78qZHxWb3n2ePn7mWhu900o9Dvv1G4hIffwP39tbo+B5OpvD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l6B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O+NMUA&#10;AADdAAAADwAAAGRycy9kb3ducmV2LnhtbESPwWrDMBBE74H8g9hAb4lcNwnBtRJCgqGUXpL2AxZr&#10;a7m2VkZSHPfvq0Khx2Fm3jDlYbK9GMmH1rGCx1UGgrh2uuVGwcd7tdyBCBFZY++YFHxTgMN+Piux&#10;0O7OFxqvsREJwqFABSbGoZAy1IYshpUbiJP36bzFmKRvpPZ4T3DbyzzLttJiy2nB4EAnQ3V3vVkF&#10;1Wv+NnY37St3nNaWNuZrdzZKPSym4zOISFP8D/+1X7SCdf60hd836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740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oBicMA&#10;AADdAAAADwAAAGRycy9kb3ducmV2LnhtbESP0WrCQBRE3wv+w3ILvtXdxNpK6iYUQamPTfsBl+w1&#10;CWbvxuzWxL93BaGPw8yZYTbFZDtxocG3jjUkCwWCuHKm5VrD78/uZQ3CB2SDnWPScCUPRT572mBm&#10;3MjfdClDLWIJ+ww1NCH0mZS+asiiX7ieOHpHN1gMUQ61NAOOsdx2MlXqTVpsOS402NO2oepU/lkN&#10;r9dxfy5XJ7UzlpLDsj9wqFZaz5+nzw8QgabwH37QXyZy6fId7m/iE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4oBi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eM58MA&#10;AADdAAAADwAAAGRycy9kb3ducmV2LnhtbERPy2rCQBTdF/oPwy24q5PGIm10EqSSUly1qbq+ZK5J&#10;MHMnZCYP/76zELo8nPc2m00rRupdY1nByzICQVxa3XCl4PibP7+BcB5ZY2uZFNzIQZY+Pmwx0Xbi&#10;HxoLX4kQwi5BBbX3XSKlK2sy6Ja2Iw7cxfYGfYB9JXWPUwg3rYyjaC0NNhwaauzoo6byWgxGwbA+&#10;x0e+HPR3sb99vu/znZOnSqnF07zbgPA0+3/x3f2lFbzGqzA3vAlP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eM5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hWe8gA&#10;AADdAAAADwAAAGRycy9kb3ducmV2LnhtbESPzWvCQBTE74X+D8sTeqsbPwgaXaUKQvVQqR8Hb8/s&#10;M0mbfRuzq6b/vSsUPA4z8xtmPG1MKa5Uu8Kygk47AkGcWl1wpmC3XbwPQDiPrLG0TAr+yMF08voy&#10;xkTbG3/TdeMzESDsElSQe18lUro0J4OubSvi4J1sbdAHWWdS13gLcFPKbhTF0mDBYSHHiuY5pb+b&#10;i1GwXw/i4Xq27P+svo7YM/p80EWs1Fur+RiB8NT4Z/i//akV9Lu9ITzehCcgJ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aFZ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OaMMA&#10;AADdAAAADwAAAGRycy9kb3ducmV2LnhtbERPTWvCQBC9F/wPyxR6azZNg4ToKlVpWnrSKHgdsmMS&#10;mp0N2W2M/fXdQ8Hj430v15PpxEiDay0reIliEMSV1S3XCk7H9+cMhPPIGjvLpOBGDtar2cMSc22v&#10;fKCx9LUIIexyVNB43+dSuqohgy6yPXHgLnYw6AMcaqkHvIZw08kkjufSYMuhocGetg1V3+WPUfA7&#10;P+PefSSb3av2dEuzwn7tC6WeHqe3BQhPk7+L/92fWkGapGF/eBOe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Oa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i4S8UA&#10;AADdAAAADwAAAGRycy9kb3ducmV2LnhtbESP0WrCQBRE34X+w3ILfdNNQiw2dZVSFPqmxn7AJXu7&#10;CWbvJtlV0369Kwh9HGbmDLNcj7YVFxp841hBOktAEFdON2wUfB+30wUIH5A1to5JwS95WK+eJkss&#10;tLvygS5lMCJC2BeooA6hK6T0VU0W/cx1xNH7cYPFEOVgpB7wGuG2lVmSvEqLDceFGjv6rKk6lWer&#10;oHfZXI/lBnenzdu+MSbv/w65Ui/P48c7iEBj+A8/2l9aQZ7lKdzfxCc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uLh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usVMUA&#10;AADdAAAADwAAAGRycy9kb3ducmV2LnhtbESPzW7CMBCE70h9B2sr9QZOU34DBrVISFyhHDgu9pKk&#10;jddpbCDw9BgJqcfRzHyjmS1aW4kzNb50rOC9l4Ag1s6UnCvYfa+6YxA+IBusHJOCK3lYzF86M8yM&#10;u/CGztuQiwhhn6GCIoQ6k9Lrgiz6nquJo3d0jcUQZZNL0+Alwm0l0yQZSoslx4UCa1oWpH+3J6tg&#10;XR5oMNTHiR1/6c3+9hc+Rj9GqbfX9nMKIlAb/sPP9too6Kf9FB5v4hO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6x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76O8IA&#10;AADdAAAADwAAAGRycy9kb3ducmV2LnhtbERPXWvCMBR9H/gfwhX2NlOrDFeNMgeC4hTmhr5emmtT&#10;bG5Kk9X6781g4OP55swWna1ES40vHSsYDhIQxLnTJRcKfr5XLxMQPiBrrByTght5WMx7TzPMtLvy&#10;F7WHUIhYwj5DBSaEOpPS54Ys+oGriaN2do3FEGFTSN3gNZbbSqZJ8iotlhwXDNb0YSi/HH6tghb3&#10;t+Rklru3TfmZp/vlcasjr5773fsURKAuPMz/6bVWME7HI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Dvo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zcL8QA&#10;AADdAAAADwAAAGRycy9kb3ducmV2LnhtbESPQUvDQBSE74L/YXmCN7tpCCKx2yKFikcbPfT4zL5m&#10;U7Pvhd21if31riB4HGbmG2a1mf2gzhRiL2xguShAEbdie+4MvL/t7h5AxYRscRAmA98UYbO+vlph&#10;bWXiPZ2b1KkM4VijAZfSWGsdW0ce40JG4uwdJXhMWYZO24BThvtBl0Vxrz32nBccjrR11H42X97A&#10;9Nx+nMrjwbpLGGXXvMqpHMSY25v56RFUojn9h//aL9ZAVVYV/L7JT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c3C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s/E8cA&#10;AADdAAAADwAAAGRycy9kb3ducmV2LnhtbESP3WoCMRSE7wt9h3AK3tWsi1bZGsVfKNJStHp/ujnu&#10;bpucLJuo27c3QsHLYWa+YcbT1hpxpsZXjhX0ugkI4tzpigsF+6/18wiED8gajWNS8EceppPHhzFm&#10;2l14S+ddKESEsM9QQRlCnUnp85Is+q6riaN3dI3FEGVTSN3gJcKtkWmSvEiLFceFEmtalJT/7k5W&#10;wfpzaX7Sj+3sIMNiNfw2o818+a5U56mdvYII1IZ7+L/9phX00/4A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7Px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s3ccA&#10;AADdAAAADwAAAGRycy9kb3ducmV2LnhtbESPQWvCQBSE7wX/w/KEXkQ3plYkdQ1SKFqw0Krg9Zl9&#10;TYLZt2F3G9N/3xWEHoeZ+YZZ5r1pREfO15YVTCcJCOLC6ppLBcfD23gBwgdkjY1lUvBLHvLV4GGJ&#10;mbZX/qJuH0oRIewzVFCF0GZS+qIig35iW+LofVtnMETpSqkdXiPcNDJNkrk0WHNcqLCl14qKy/7H&#10;KOg+d+dy2/n2/bIY+een82bzoU9KPQ779QuIQH34D9/bW61gls7mcHsTn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ObN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O1j8cA&#10;AADdAAAADwAAAGRycy9kb3ducmV2LnhtbESPQWvCQBSE70L/w/KE3nRjiNamrlILgheh2h7q7Zl9&#10;TYLZt+nuVqO/visIPQ4z8w0zW3SmESdyvrasYDRMQBAXVtdcKvj8WA2mIHxA1thYJgUX8rCYP/Rm&#10;mGt75i2ddqEUEcI+RwVVCG0upS8qMuiHtiWO3rd1BkOUrpTa4TnCTSPTJJlIgzXHhQpbequoOO5+&#10;jYLl83T5857x5ro97Gn/dTiOU5co9djvXl9ABOrCf/jeXmsFWZo9we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jtY/HAAAA3QAAAA8AAAAAAAAAAAAAAAAAmAIAAGRy&#10;cy9kb3ducmV2LnhtbFBLBQYAAAAABAAEAPUAAACMAwAAAAA=&#10;" fillcolor="black" stroked="f"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Xi88UA&#10;AADdAAAADwAAAGRycy9kb3ducmV2LnhtbERPz2vCMBS+C/sfwhvspumKE6mmRbcJwtxBt8OOz+bZ&#10;hjYvpcm0219vDoLHj+/3shhsK87Ue+NYwfMkAUFcOm24UvD9tRnPQfiArLF1TAr+yEORP4yWmGl3&#10;4T2dD6ESMYR9hgrqELpMSl/WZNFPXEccuZPrLYYI+0rqHi8x3LYyTZKZtGg4NtTY0WtNZXP4tQp+&#10;PmZmvjeUHnf/63e9e2nWn2+NUk+Pw2oBItAQ7uKbe6sVTNNpnBvfxCc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1eLz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x53cYA&#10;AADdAAAADwAAAGRycy9kb3ducmV2LnhtbESPQWsCMRSE74L/ITzBWzdbEbFbo4il2EsP1ZZeH5vX&#10;zXY3L2sSdfXXm0LB4zAz3zCLVW9bcSIfascKHrMcBHHpdM2Vgs/968McRIjIGlvHpOBCAVbL4WCB&#10;hXZn/qDTLlYiQTgUqMDE2BVShtKQxZC5jjh5P85bjEn6SmqP5wS3rZzk+UxarDktGOxoY6hsdker&#10;wK+/X5orH7+a/Pp+Cdvf/jBHo9R41K+fQUTq4z38337TCqaT6RP8vU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3x53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vjL8MA&#10;AADdAAAADwAAAGRycy9kb3ducmV2LnhtbERP22rCQBB9F/yHZQRfSt0YrG1TV5GCIFQELx8wzU6T&#10;0N3ZkJ1q7Nd3Hwo+Hs59seq9UxfqYhPYwHSSgSIug224MnA+bR5fQEVBtugCk4EbRVgth4MFFjZc&#10;+UCXo1QqhXAs0EAt0hZax7Imj3ESWuLEfYXOoyTYVdp2eE3h3uk8y+baY8OpocaW3msqv48/3oDL&#10;P93rx3Pcye2sd9mvl8PD3hozHvXrN1BCvdzF/+6tNTDLn9L+9CY9Ab3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vjL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tJ8MYA&#10;AADdAAAADwAAAGRycy9kb3ducmV2LnhtbESPQWsCMRSE74X+h/AKvdWsS1vKapS2IuylB7eK1+fm&#10;uVlMXpZNqqu/3ghCj8PMfMNM54Oz4kh9aD0rGI8yEMS11y03Cta/y5cPECEia7SeScGZAsxnjw9T&#10;LLQ/8YqOVWxEgnAoUIGJsSukDLUhh2HkO+Lk7X3vMCbZN1L3eEpwZ2WeZe/SYctpwWBH34bqQ/Xn&#10;FCyqzubr0nyF7eZnt7PlZUnbhVLPT8PnBESkIf6H7+1SK3jN38Z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tJ8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6YNsUA&#10;AADdAAAADwAAAGRycy9kb3ducmV2LnhtbESPzWrDMBCE74W8g9hAb41U0yTFjWxCaCCQU/NzyG2R&#10;NrZTa2UsNXbfvioUehxm5htmVY6uFXfqQ+NZw/NMgSA23jZcaTgdt0+vIEJEtth6Jg3fFKAsJg8r&#10;zK0f+IPuh1iJBOGQo4Y6xi6XMpiaHIaZ74iTd/W9w5hkX0nb45DgrpWZUgvpsOG0UGNHm5rM5+HL&#10;abht5d4bheZ8Og87u7y8L6hVWj9Ox/UbiEhj/A//tXdWw0s2z+D3TXo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pg2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ufg8YA&#10;AADdAAAADwAAAGRycy9kb3ducmV2LnhtbESPQWvCQBSE74L/YXmF3nTTWItEV1FBKC0e1FJ6fGaf&#10;SUj2bdhdNf57tyB4HGbmG2a26EwjLuR8ZVnB2zABQZxbXXGh4OewGUxA+ICssbFMCm7kYTHv92aY&#10;aXvlHV32oRARwj5DBWUIbSalz0sy6Ie2JY7eyTqDIUpXSO3wGuGmkWmSfEiDFceFEltal5TX+7NR&#10;8Hf+5tN29LV0q/Bru4Ov0+OkVur1pVtOQQTqwjP8aH9qBe/peAT/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Rufg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9JccA&#10;AADdAAAADwAAAGRycy9kb3ducmV2LnhtbESPQWvCQBSE70L/w/IKvZlNQxSbukoVhF4KVXuot2f2&#10;NQlm36a7W43+ercgeBxm5htmOu9NK47kfGNZwXOSgiAurW64UvC1XQ0nIHxA1thaJgVn8jCfPQym&#10;WGh74jUdN6ESEcK+QAV1CF0hpS9rMugT2xFH78c6gyFKV0nt8BThppVZmo6lwYbjQo0dLWsqD5s/&#10;o2DxMln8fub8cVnvd7T73h9GmUuVenrs315BBOrDPXxrv2sFeTbK4f9NfAJ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ovSXHAAAA3QAAAA8AAAAAAAAAAAAAAAAAmAIAAGRy&#10;cy9kb3ducmV2LnhtbFBLBQYAAAAABAAEAPUAAACMAwAAAAA=&#10;" fillcolor="black" stroked="f"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jiv8UA&#10;AADdAAAADwAAAGRycy9kb3ducmV2LnhtbESPQUsDMRSE7wX/Q3iCtzZrtVLWpmUpFMXTtiq9vm6e&#10;m8XNy5Kk6frvjSD0OMzMN8xqM9peJPKhc6zgflaAIG6c7rhV8PG+my5BhIissXdMCn4owGZ9M1lh&#10;qd2F95QOsRUZwqFEBSbGoZQyNIYshpkbiLP35bzFmKVvpfZ4yXDby3lRPEmLHecFgwNtDTXfh7NV&#10;kE7bunpIx2T2b75qvatfPk+1Une3Y/UMItIYr+H/9qtW8DhfLO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WOK/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2cOscA&#10;AADdAAAADwAAAGRycy9kb3ducmV2LnhtbESPQWvCQBSE7wX/w/IEb3Wj2NBGVymipfZiG4X2+Mg+&#10;s6HZtyG7jdFf7xYKPQ4z8w2zWPW2Fh21vnKsYDJOQBAXTldcKjgetvePIHxA1lg7JgUX8rBaDu4W&#10;mGl35g/q8lCKCGGfoQITQpNJ6QtDFv3YNcTRO7nWYoiyLaVu8RzhtpbTJEmlxYrjgsGG1oaK7/zH&#10;KvCT9ebzzV6fuq8Xw/t8Z9L30ig1GvbPcxCB+vAf/mu/agWz6UMK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NnDr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16233" w:rsidRDefault="00816233" w:rsidP="008162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16233" w:rsidRDefault="00816233" w:rsidP="0081623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816233" w:rsidRDefault="00816233" w:rsidP="008162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6233" w:rsidRDefault="00816233" w:rsidP="008162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6233" w:rsidRDefault="00816233" w:rsidP="008162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16233" w:rsidRDefault="00816233" w:rsidP="0081623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16233" w:rsidRDefault="00816233" w:rsidP="008162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16233" w:rsidRDefault="00816233" w:rsidP="008162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16233" w:rsidRDefault="00816233" w:rsidP="008162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6233" w:rsidRDefault="00816233" w:rsidP="008162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16233" w:rsidRDefault="00816233" w:rsidP="008162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16233" w:rsidRDefault="00816233" w:rsidP="008162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16233" w:rsidRDefault="00816233" w:rsidP="008162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16233" w:rsidRDefault="00816233" w:rsidP="008162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№105</w:t>
      </w:r>
    </w:p>
    <w:p w:rsidR="00816233" w:rsidRDefault="00816233" w:rsidP="0081623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6233" w:rsidRPr="00276DFE" w:rsidRDefault="00816233" w:rsidP="008162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816233" w:rsidRPr="00276DFE" w:rsidRDefault="00816233" w:rsidP="008162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816233" w:rsidRPr="00276DFE" w:rsidRDefault="00816233" w:rsidP="008162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816233" w:rsidRPr="00276DFE" w:rsidRDefault="00816233" w:rsidP="008162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816233" w:rsidRPr="00276DFE" w:rsidRDefault="00816233" w:rsidP="008162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Юзюка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О.І.</w:t>
      </w:r>
    </w:p>
    <w:p w:rsidR="00816233" w:rsidRPr="00276DFE" w:rsidRDefault="00816233" w:rsidP="008162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16233" w:rsidRPr="00276DFE" w:rsidRDefault="00816233" w:rsidP="008162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,186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Юзюка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О.І.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816233" w:rsidRPr="00276DFE" w:rsidRDefault="00816233" w:rsidP="008162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16233" w:rsidRPr="00276DFE" w:rsidRDefault="00816233" w:rsidP="008162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Юзюку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Іллічу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F911E9">
        <w:rPr>
          <w:rFonts w:ascii="Times New Roman" w:eastAsia="Times New Roman" w:hAnsi="Times New Roman" w:cs="Times New Roman"/>
          <w:sz w:val="24"/>
          <w:lang w:val="uk-UA"/>
        </w:rPr>
        <w:t>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 </w:t>
      </w:r>
      <w:r w:rsidR="00F911E9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0,2310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6823984000:01:016:0044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Кринична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41.</w:t>
      </w:r>
    </w:p>
    <w:p w:rsidR="00816233" w:rsidRPr="00276DFE" w:rsidRDefault="00816233" w:rsidP="008162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Юзюку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О.І.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816233" w:rsidRPr="00276DFE" w:rsidRDefault="00816233" w:rsidP="008162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16233" w:rsidRPr="00816233" w:rsidRDefault="00816233" w:rsidP="0081623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816233" w:rsidRPr="00816233" w:rsidRDefault="00816233" w:rsidP="008162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7B76AB" w:rsidRPr="00816233" w:rsidRDefault="00816233" w:rsidP="008162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7B76AB" w:rsidRPr="0081623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233"/>
    <w:rsid w:val="007B76AB"/>
    <w:rsid w:val="00816233"/>
    <w:rsid w:val="00F91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233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1623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1623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16233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233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1623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1623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16233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263</Words>
  <Characters>1502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2021-09-13T10:54:00Z</dcterms:created>
  <dcterms:modified xsi:type="dcterms:W3CDTF">2021-09-14T12:37:00Z</dcterms:modified>
</cp:coreProperties>
</file>