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043" w:rsidRPr="00822353" w:rsidRDefault="006B0043" w:rsidP="006B0043">
      <w:pPr>
        <w:pStyle w:val="HTML0"/>
        <w:spacing w:line="276" w:lineRule="auto"/>
        <w:rPr>
          <w:rFonts w:ascii="Times New Roman" w:hAnsi="Times New Roman"/>
          <w:lang w:val="uk-UA"/>
        </w:rPr>
      </w:pPr>
      <w:r>
        <w:rPr>
          <w:rFonts w:ascii="Times New Roman" w:hAnsi="Times New Roman"/>
        </w:rPr>
        <w:t xml:space="preserve">             </w:t>
      </w:r>
      <w:r>
        <w:rPr>
          <w:rFonts w:asciiTheme="minorHAnsi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B0043" w:rsidRDefault="006B0043" w:rsidP="006B0043"/>
    <w:p w:rsidR="006B0043" w:rsidRDefault="006B0043" w:rsidP="006B0043"/>
    <w:p w:rsidR="006B0043" w:rsidRDefault="006B0043" w:rsidP="006B00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B0043" w:rsidRDefault="006B0043" w:rsidP="006B00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B0043" w:rsidRDefault="006B0043" w:rsidP="006B00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B0043" w:rsidRDefault="006B0043" w:rsidP="006B00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B0043" w:rsidRDefault="006B0043" w:rsidP="006B004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0043" w:rsidRDefault="006B0043" w:rsidP="006B00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B0043" w:rsidRDefault="006B0043" w:rsidP="006B00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B0043" w:rsidRDefault="006B0043" w:rsidP="006B004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B0043" w:rsidRPr="00685040" w:rsidRDefault="006B0043" w:rsidP="006B004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B0043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B0043" w:rsidRPr="002606EF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6B0043" w:rsidRPr="002606EF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B0043" w:rsidRPr="002606EF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Ковбі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6B0043" w:rsidRPr="002606EF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Ковби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Ковбі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Миколайовичу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97D76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0,08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садівництва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Лісова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Ковбі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B0043" w:rsidRPr="002606EF" w:rsidRDefault="006B0043" w:rsidP="006B004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06EF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B0043" w:rsidRPr="002606EF" w:rsidRDefault="006B0043" w:rsidP="006B004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B0043" w:rsidRPr="002606EF" w:rsidRDefault="006B0043" w:rsidP="006B004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B6983" w:rsidRPr="006B0043" w:rsidRDefault="006B0043" w:rsidP="006B004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4B6983" w:rsidRPr="006B004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043"/>
    <w:rsid w:val="00171A2E"/>
    <w:rsid w:val="00304C90"/>
    <w:rsid w:val="004B6983"/>
    <w:rsid w:val="00505B6D"/>
    <w:rsid w:val="006B0043"/>
    <w:rsid w:val="006D3977"/>
    <w:rsid w:val="007D6C18"/>
    <w:rsid w:val="00997D76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004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00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0043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6B0043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6B00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6B0043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2020-05-21T17:37:00Z</dcterms:created>
  <dcterms:modified xsi:type="dcterms:W3CDTF">2020-05-21T18:04:00Z</dcterms:modified>
</cp:coreProperties>
</file>