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146F" w:rsidRPr="003B50D1" w:rsidRDefault="0044146F" w:rsidP="0044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4146F" w:rsidRPr="003B50D1" w:rsidRDefault="0044146F" w:rsidP="0044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4146F" w:rsidRPr="003B50D1" w:rsidRDefault="0044146F" w:rsidP="0044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A45938" wp14:editId="7CFF97E6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4146F" w:rsidRDefault="0044146F" w:rsidP="0044146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po8n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s&#10;/T3k3tqnuZI1v+8PeLZkq+/7A54vGeL7/oBnTFb2vj/gOTuY0Lv+YDWcdk46mU4wfve9IU4alm32&#10;B+FrzmbrI9IIXiYQPF4ckEDwnv7m9Prz6Zms3fjj4ac3Fz6GerhF1NYHSelXn84/3hzPnuiZ7N6+&#10;Iac0dJriqHjrSnT/kBN3Cw5GJk4rIJLE52fPt4PLi0nX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rC5DWy3F6Iirm2FjqtNq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1/GSapJ3KC6Q+OSFwgdpkxxm8ffxGegoSE4rD2mf6nvZlELak0pGMUqwQ5xCJfOe&#10;c6IzNpDPs/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cNorHlcysKM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IXkOmjyeAAA&#10;11gEAA4AAAAAAAAAAAAAAAAALgIAAGRycy9lMm9Eb2MueG1sUEsBAi0AFAAGAAgAAAAhAClDnfPe&#10;AAAABwEAAA8AAAAAAAAAAAAAAAAATHsAAGRycy9kb3ducmV2LnhtbFBLBQYAAAAABAAEAPMAAABX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4146F" w:rsidRDefault="0044146F" w:rsidP="0044146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4146F" w:rsidRDefault="0044146F" w:rsidP="0044146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4146F" w:rsidRDefault="0044146F" w:rsidP="0044146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4146F" w:rsidRDefault="0044146F" w:rsidP="0044146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4146F" w:rsidRDefault="0044146F" w:rsidP="0044146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4146F" w:rsidRDefault="0044146F" w:rsidP="0044146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4146F" w:rsidRPr="003B50D1" w:rsidRDefault="0044146F" w:rsidP="00441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4146F" w:rsidRPr="003B50D1" w:rsidRDefault="0044146F" w:rsidP="00441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4146F" w:rsidRPr="003B50D1" w:rsidRDefault="0044146F" w:rsidP="0044146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4146F" w:rsidRPr="003B50D1" w:rsidRDefault="0044146F" w:rsidP="00441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44146F" w:rsidRPr="003B50D1" w:rsidRDefault="0044146F" w:rsidP="0044146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4146F" w:rsidRPr="003B50D1" w:rsidRDefault="0044146F" w:rsidP="0044146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44146F" w:rsidRPr="003B50D1" w:rsidRDefault="0044146F" w:rsidP="0044146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4146F" w:rsidRPr="003B50D1" w:rsidRDefault="0044146F" w:rsidP="0044146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44146F" w:rsidRPr="0061236C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Калачу В. М.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Калача В.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Калачу Василю Михайловичу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96BA6">
        <w:rPr>
          <w:rFonts w:ascii="Times New Roman" w:eastAsia="Calibri" w:hAnsi="Times New Roman" w:cs="Times New Roman"/>
          <w:sz w:val="24"/>
          <w:lang w:val="ru-RU"/>
        </w:rPr>
        <w:t>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296BA6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особистого селянського господарства, площею 0,1980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6823984000:01:019:0024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Крупець.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В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4146F" w:rsidRPr="003B50D1" w:rsidRDefault="0044146F" w:rsidP="0044146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4146F" w:rsidRPr="003B50D1" w:rsidRDefault="0044146F" w:rsidP="0044146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0F77A6" w:rsidRPr="0044146F" w:rsidRDefault="0044146F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0F77A6" w:rsidRPr="0044146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46F"/>
    <w:rsid w:val="000F77A6"/>
    <w:rsid w:val="00296BA6"/>
    <w:rsid w:val="00441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6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46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250</Words>
  <Characters>1427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2022-02-11T12:53:00Z</dcterms:created>
  <dcterms:modified xsi:type="dcterms:W3CDTF">2022-02-14T07:27:00Z</dcterms:modified>
</cp:coreProperties>
</file>