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1D" w:rsidRPr="00E04900" w:rsidRDefault="0097301D" w:rsidP="0097301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01D" w:rsidRDefault="0097301D" w:rsidP="009730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301D" w:rsidRDefault="0097301D" w:rsidP="009730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301D" w:rsidRDefault="0097301D" w:rsidP="009730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7301D" w:rsidRDefault="0097301D" w:rsidP="009730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301D" w:rsidRDefault="0097301D" w:rsidP="009730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№52</w:t>
      </w:r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56A1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</w:t>
      </w:r>
      <w:r w:rsidRPr="00856A1F">
        <w:rPr>
          <w:rFonts w:ascii="Times New Roman" w:hAnsi="Times New Roman" w:cs="Times New Roman"/>
          <w:b/>
          <w:sz w:val="24"/>
          <w:szCs w:val="24"/>
        </w:rPr>
        <w:t>ехн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56A1F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56A1F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>)</w:t>
      </w:r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56A1F">
        <w:rPr>
          <w:rFonts w:ascii="Times New Roman" w:hAnsi="Times New Roman" w:cs="Times New Roman"/>
          <w:b/>
          <w:sz w:val="24"/>
          <w:szCs w:val="24"/>
        </w:rPr>
        <w:t>Качаровському</w:t>
      </w:r>
      <w:proofErr w:type="spellEnd"/>
      <w:r w:rsidRPr="00856A1F">
        <w:rPr>
          <w:rFonts w:ascii="Times New Roman" w:hAnsi="Times New Roman" w:cs="Times New Roman"/>
          <w:b/>
          <w:sz w:val="24"/>
          <w:szCs w:val="24"/>
        </w:rPr>
        <w:t xml:space="preserve"> Р.І.</w:t>
      </w:r>
    </w:p>
    <w:p w:rsidR="0097301D" w:rsidRPr="00856A1F" w:rsidRDefault="0097301D" w:rsidP="0097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7301D" w:rsidRPr="00856A1F" w:rsidRDefault="0097301D" w:rsidP="0097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56A1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Качаровського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Р.І.,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7301D" w:rsidRPr="00856A1F" w:rsidRDefault="0097301D" w:rsidP="0097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>ВИРІШИЛА:</w:t>
      </w:r>
    </w:p>
    <w:p w:rsidR="0097301D" w:rsidRPr="00856A1F" w:rsidRDefault="0097301D" w:rsidP="009730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1.Надати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Руслану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Івановичу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E33E8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</w:t>
      </w:r>
      <w:bookmarkStart w:id="0" w:name="_GoBack"/>
      <w:bookmarkEnd w:id="0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0,3000 га,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номер 6823982100:03:001:0188, для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пункту села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Нижні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56A1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7301D" w:rsidRPr="00856A1F" w:rsidRDefault="0097301D" w:rsidP="0097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 2.Качаровському Р.І.,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97301D" w:rsidRDefault="0097301D" w:rsidP="0097301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6A1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56A1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56A1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6A1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56A1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7301D" w:rsidRDefault="0097301D" w:rsidP="0097301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301D" w:rsidRPr="0097301D" w:rsidRDefault="0097301D" w:rsidP="0097301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B13DC" w:rsidRPr="0097301D" w:rsidRDefault="0097301D" w:rsidP="0097301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8B13DC" w:rsidRPr="009730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01D"/>
    <w:rsid w:val="00171A2E"/>
    <w:rsid w:val="00304C90"/>
    <w:rsid w:val="00505B6D"/>
    <w:rsid w:val="006D3977"/>
    <w:rsid w:val="007D6C18"/>
    <w:rsid w:val="008B13DC"/>
    <w:rsid w:val="0097301D"/>
    <w:rsid w:val="009E33E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30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30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301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730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730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7301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2020-09-29T17:03:00Z</dcterms:created>
  <dcterms:modified xsi:type="dcterms:W3CDTF">2020-09-30T04:31:00Z</dcterms:modified>
</cp:coreProperties>
</file>